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18A30" w14:textId="77777777" w:rsidR="00831C66" w:rsidRPr="003122DD" w:rsidRDefault="00831C66">
      <w:pPr>
        <w:pStyle w:val="Title"/>
        <w:rPr>
          <w:rFonts w:asciiTheme="minorHAnsi" w:hAnsiTheme="minorHAnsi" w:cstheme="minorHAnsi"/>
        </w:rPr>
      </w:pPr>
      <w:r w:rsidRPr="002461B3">
        <w:rPr>
          <w:rFonts w:asciiTheme="minorHAnsi" w:hAnsiTheme="minorHAnsi" w:cstheme="minorHAnsi"/>
        </w:rPr>
        <w:t xml:space="preserve"> </w:t>
      </w:r>
      <w:r w:rsidRPr="003122DD">
        <w:rPr>
          <w:rFonts w:asciiTheme="minorHAnsi" w:hAnsiTheme="minorHAnsi" w:cstheme="minorHAnsi"/>
        </w:rPr>
        <w:t>AGENDA</w:t>
      </w:r>
    </w:p>
    <w:p w14:paraId="35FF0BEF" w14:textId="79F8D048" w:rsidR="00831C66" w:rsidRPr="003122DD" w:rsidRDefault="00831C66">
      <w:pPr>
        <w:pStyle w:val="Heading1"/>
        <w:rPr>
          <w:rFonts w:asciiTheme="minorHAnsi" w:hAnsiTheme="minorHAnsi" w:cstheme="minorHAnsi"/>
        </w:rPr>
      </w:pPr>
      <w:r w:rsidRPr="003122DD">
        <w:rPr>
          <w:rFonts w:asciiTheme="minorHAnsi" w:hAnsiTheme="minorHAnsi" w:cstheme="minorHAnsi"/>
        </w:rPr>
        <w:t>Educ</w:t>
      </w:r>
      <w:r w:rsidR="0012696A" w:rsidRPr="003122DD">
        <w:rPr>
          <w:rFonts w:asciiTheme="minorHAnsi" w:hAnsiTheme="minorHAnsi" w:cstheme="minorHAnsi"/>
        </w:rPr>
        <w:t>ational Data Advisory Committee</w:t>
      </w:r>
      <w:r w:rsidR="00F53D3E" w:rsidRPr="003122DD">
        <w:rPr>
          <w:rFonts w:asciiTheme="minorHAnsi" w:hAnsiTheme="minorHAnsi" w:cstheme="minorHAnsi"/>
        </w:rPr>
        <w:t xml:space="preserve"> </w:t>
      </w:r>
      <w:r w:rsidRPr="003122DD">
        <w:rPr>
          <w:rFonts w:asciiTheme="minorHAnsi" w:hAnsiTheme="minorHAnsi" w:cstheme="minorHAnsi"/>
        </w:rPr>
        <w:t xml:space="preserve">Meeting </w:t>
      </w:r>
      <w:r w:rsidR="009B5F2F" w:rsidRPr="003122DD">
        <w:rPr>
          <w:rFonts w:asciiTheme="minorHAnsi" w:hAnsiTheme="minorHAnsi" w:cstheme="minorHAnsi"/>
        </w:rPr>
        <w:t xml:space="preserve">    </w:t>
      </w:r>
    </w:p>
    <w:p w14:paraId="1479A805" w14:textId="77777777" w:rsidR="00831C66" w:rsidRPr="003122DD" w:rsidRDefault="00831C66">
      <w:pPr>
        <w:rPr>
          <w:rFonts w:asciiTheme="minorHAnsi" w:hAnsiTheme="minorHAnsi" w:cstheme="minorHAnsi"/>
        </w:rPr>
      </w:pPr>
    </w:p>
    <w:p w14:paraId="42B51966" w14:textId="69E7497F" w:rsidR="006E3712" w:rsidRPr="003122DD" w:rsidRDefault="00E73F64" w:rsidP="00E73F64">
      <w:pPr>
        <w:pStyle w:val="Heading2"/>
        <w:rPr>
          <w:rFonts w:asciiTheme="minorHAnsi" w:hAnsiTheme="minorHAnsi" w:cstheme="minorHAnsi"/>
          <w:b w:val="0"/>
          <w:bCs/>
          <w:sz w:val="28"/>
          <w:szCs w:val="28"/>
        </w:rPr>
      </w:pPr>
      <w:r w:rsidRPr="003122DD">
        <w:rPr>
          <w:rFonts w:asciiTheme="minorHAnsi" w:hAnsiTheme="minorHAnsi" w:cstheme="minorHAnsi"/>
          <w:sz w:val="28"/>
          <w:szCs w:val="28"/>
        </w:rPr>
        <w:t xml:space="preserve">Friday, </w:t>
      </w:r>
      <w:r w:rsidR="00F97176" w:rsidRPr="003122DD">
        <w:rPr>
          <w:rFonts w:asciiTheme="minorHAnsi" w:hAnsiTheme="minorHAnsi" w:cstheme="minorHAnsi"/>
          <w:sz w:val="28"/>
          <w:szCs w:val="28"/>
        </w:rPr>
        <w:t xml:space="preserve">September 6, </w:t>
      </w:r>
      <w:proofErr w:type="gramStart"/>
      <w:r w:rsidR="00F97176" w:rsidRPr="003122DD">
        <w:rPr>
          <w:rFonts w:asciiTheme="minorHAnsi" w:hAnsiTheme="minorHAnsi" w:cstheme="minorHAnsi"/>
          <w:sz w:val="28"/>
          <w:szCs w:val="28"/>
        </w:rPr>
        <w:t>2024</w:t>
      </w:r>
      <w:proofErr w:type="gramEnd"/>
      <w:r w:rsidR="00926143" w:rsidRPr="003122DD">
        <w:rPr>
          <w:rFonts w:asciiTheme="minorHAnsi" w:hAnsiTheme="minorHAnsi" w:cstheme="minorHAnsi"/>
          <w:sz w:val="28"/>
          <w:szCs w:val="28"/>
        </w:rPr>
        <w:t xml:space="preserve"> </w:t>
      </w:r>
      <w:r w:rsidR="002D21D7" w:rsidRPr="003122DD">
        <w:rPr>
          <w:rFonts w:asciiTheme="minorHAnsi" w:hAnsiTheme="minorHAnsi" w:cstheme="minorHAnsi"/>
          <w:sz w:val="28"/>
          <w:szCs w:val="28"/>
        </w:rPr>
        <w:t>9</w:t>
      </w:r>
      <w:r w:rsidR="00926143" w:rsidRPr="003122DD">
        <w:rPr>
          <w:rFonts w:asciiTheme="minorHAnsi" w:hAnsiTheme="minorHAnsi" w:cstheme="minorHAnsi"/>
          <w:sz w:val="28"/>
          <w:szCs w:val="28"/>
        </w:rPr>
        <w:t xml:space="preserve">:30 a.m. – </w:t>
      </w:r>
      <w:r w:rsidR="002D21D7" w:rsidRPr="003122DD">
        <w:rPr>
          <w:rFonts w:asciiTheme="minorHAnsi" w:hAnsiTheme="minorHAnsi" w:cstheme="minorHAnsi"/>
          <w:sz w:val="28"/>
          <w:szCs w:val="28"/>
        </w:rPr>
        <w:t>4</w:t>
      </w:r>
      <w:r w:rsidR="00926143" w:rsidRPr="003122DD">
        <w:rPr>
          <w:rFonts w:asciiTheme="minorHAnsi" w:hAnsiTheme="minorHAnsi" w:cstheme="minorHAnsi"/>
          <w:sz w:val="28"/>
          <w:szCs w:val="28"/>
        </w:rPr>
        <w:t>:00 p.m.</w:t>
      </w:r>
      <w:r w:rsidR="00825037" w:rsidRPr="003122DD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3794D383" w14:textId="4410F95D" w:rsidR="006F37CD" w:rsidRPr="003122DD" w:rsidRDefault="00E73F64" w:rsidP="006F37CD">
      <w:pPr>
        <w:pStyle w:val="Heading2"/>
        <w:rPr>
          <w:rFonts w:asciiTheme="minorHAnsi" w:hAnsiTheme="minorHAnsi" w:cstheme="minorHAnsi"/>
          <w:b w:val="0"/>
          <w:bCs/>
          <w:sz w:val="24"/>
        </w:rPr>
      </w:pPr>
      <w:r w:rsidRPr="003122DD">
        <w:rPr>
          <w:rFonts w:asciiTheme="minorHAnsi" w:hAnsiTheme="minorHAnsi" w:cstheme="minorHAnsi"/>
          <w:b w:val="0"/>
          <w:bCs/>
          <w:sz w:val="24"/>
        </w:rPr>
        <w:tab/>
      </w:r>
    </w:p>
    <w:tbl>
      <w:tblPr>
        <w:tblStyle w:val="TableGrid"/>
        <w:tblW w:w="10255" w:type="dxa"/>
        <w:tblInd w:w="-185" w:type="dxa"/>
        <w:tblLook w:val="04A0" w:firstRow="1" w:lastRow="0" w:firstColumn="1" w:lastColumn="0" w:noHBand="0" w:noVBand="1"/>
      </w:tblPr>
      <w:tblGrid>
        <w:gridCol w:w="5127"/>
        <w:gridCol w:w="5128"/>
      </w:tblGrid>
      <w:tr w:rsidR="00854C9B" w:rsidRPr="003122DD" w14:paraId="68408C92" w14:textId="366E9211" w:rsidTr="00854C9B">
        <w:trPr>
          <w:trHeight w:val="2657"/>
        </w:trPr>
        <w:tc>
          <w:tcPr>
            <w:tcW w:w="5127" w:type="dxa"/>
          </w:tcPr>
          <w:p w14:paraId="614C457F" w14:textId="77777777" w:rsidR="00B347F8" w:rsidRPr="003122DD" w:rsidRDefault="00B347F8" w:rsidP="00B347F8">
            <w:pPr>
              <w:rPr>
                <w:rFonts w:ascii="Segoe UI" w:hAnsi="Segoe UI" w:cs="Segoe UI"/>
                <w:color w:val="242424"/>
                <w:szCs w:val="22"/>
              </w:rPr>
            </w:pPr>
            <w:r w:rsidRPr="003122DD">
              <w:rPr>
                <w:rStyle w:val="me-email-text"/>
                <w:rFonts w:ascii="Segoe UI" w:hAnsi="Segoe UI" w:cs="Segoe UI"/>
                <w:b/>
                <w:bCs/>
                <w:color w:val="242424"/>
                <w:sz w:val="36"/>
                <w:szCs w:val="36"/>
              </w:rPr>
              <w:t>Microsoft Teams</w:t>
            </w:r>
            <w:r w:rsidRPr="003122DD">
              <w:rPr>
                <w:rFonts w:ascii="Segoe UI" w:hAnsi="Segoe UI" w:cs="Segoe UI"/>
                <w:color w:val="242424"/>
              </w:rPr>
              <w:t xml:space="preserve"> </w:t>
            </w:r>
            <w:hyperlink r:id="rId6" w:history="1">
              <w:r w:rsidRPr="003122DD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Need help?</w:t>
              </w:r>
            </w:hyperlink>
            <w:r w:rsidRPr="003122DD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461310CC" w14:textId="77777777" w:rsidR="00B347F8" w:rsidRPr="003122DD" w:rsidRDefault="00000000" w:rsidP="00B347F8">
            <w:pPr>
              <w:rPr>
                <w:rFonts w:ascii="Segoe UI" w:hAnsi="Segoe UI" w:cs="Segoe UI"/>
                <w:color w:val="242424"/>
              </w:rPr>
            </w:pPr>
            <w:hyperlink r:id="rId7" w:tgtFrame="_blank" w:tooltip="Meeting join link" w:history="1">
              <w:r w:rsidR="00B347F8" w:rsidRPr="003122DD">
                <w:rPr>
                  <w:rStyle w:val="Hyperlink"/>
                  <w:rFonts w:ascii="Segoe UI" w:hAnsi="Segoe UI" w:cs="Segoe UI"/>
                  <w:b/>
                  <w:bCs/>
                  <w:color w:val="5B5FC7"/>
                  <w:sz w:val="30"/>
                  <w:szCs w:val="30"/>
                </w:rPr>
                <w:t>Join the meeting now</w:t>
              </w:r>
            </w:hyperlink>
            <w:r w:rsidR="00B347F8" w:rsidRPr="003122DD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64783F05" w14:textId="77777777" w:rsidR="00B347F8" w:rsidRPr="003122DD" w:rsidRDefault="00B347F8" w:rsidP="00B347F8">
            <w:pPr>
              <w:rPr>
                <w:rFonts w:ascii="Segoe UI" w:hAnsi="Segoe UI" w:cs="Segoe UI"/>
                <w:color w:val="242424"/>
              </w:rPr>
            </w:pPr>
            <w:r w:rsidRPr="003122DD"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Meeting ID: </w:t>
            </w:r>
            <w:r w:rsidRPr="003122DD"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291 016 616 409</w:t>
            </w:r>
            <w:r w:rsidRPr="003122DD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67ABEDA6" w14:textId="77777777" w:rsidR="00DF00DD" w:rsidRPr="003122DD" w:rsidRDefault="00B347F8" w:rsidP="00B347F8">
            <w:pPr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</w:pPr>
            <w:r w:rsidRPr="003122DD"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Passcode: </w:t>
            </w:r>
            <w:r w:rsidRPr="003122DD"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E7f4rf</w:t>
            </w:r>
          </w:p>
          <w:p w14:paraId="741685A5" w14:textId="702C1EF1" w:rsidR="00B347F8" w:rsidRPr="003122DD" w:rsidRDefault="00B347F8" w:rsidP="00B347F8">
            <w:pPr>
              <w:rPr>
                <w:rFonts w:ascii="Segoe UI" w:hAnsi="Segoe UI" w:cs="Segoe UI"/>
                <w:color w:val="242424"/>
              </w:rPr>
            </w:pPr>
            <w:r w:rsidRPr="003122DD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2FD99752" w14:textId="77777777" w:rsidR="00DF00DD" w:rsidRPr="003122DD" w:rsidRDefault="00DF00DD" w:rsidP="00DF00DD">
            <w:pPr>
              <w:rPr>
                <w:rFonts w:ascii="Segoe UI" w:hAnsi="Segoe UI" w:cs="Segoe UI"/>
                <w:color w:val="242424"/>
                <w:szCs w:val="22"/>
              </w:rPr>
            </w:pPr>
            <w:r w:rsidRPr="003122DD">
              <w:rPr>
                <w:rStyle w:val="me-email-text"/>
                <w:rFonts w:ascii="Segoe UI" w:hAnsi="Segoe UI" w:cs="Segoe UI"/>
                <w:b/>
                <w:bCs/>
                <w:color w:val="242424"/>
              </w:rPr>
              <w:t>Dial in by phone</w:t>
            </w:r>
            <w:r w:rsidRPr="003122DD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498EF5B6" w14:textId="77777777" w:rsidR="00DF00DD" w:rsidRPr="003122DD" w:rsidRDefault="00000000" w:rsidP="00DF00DD">
            <w:pPr>
              <w:rPr>
                <w:rFonts w:ascii="Segoe UI" w:hAnsi="Segoe UI" w:cs="Segoe UI"/>
                <w:color w:val="242424"/>
              </w:rPr>
            </w:pPr>
            <w:hyperlink r:id="rId8" w:history="1">
              <w:r w:rsidR="00DF00DD" w:rsidRPr="003122DD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+1 929-341-</w:t>
              </w:r>
              <w:proofErr w:type="gramStart"/>
              <w:r w:rsidR="00DF00DD" w:rsidRPr="003122DD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4269,,</w:t>
              </w:r>
              <w:proofErr w:type="gramEnd"/>
              <w:r w:rsidR="00DF00DD" w:rsidRPr="003122DD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314987878#</w:t>
              </w:r>
            </w:hyperlink>
            <w:r w:rsidR="00DF00DD" w:rsidRPr="003122DD">
              <w:rPr>
                <w:rFonts w:ascii="Segoe UI" w:hAnsi="Segoe UI" w:cs="Segoe UI"/>
                <w:color w:val="242424"/>
              </w:rPr>
              <w:t xml:space="preserve"> </w:t>
            </w:r>
            <w:r w:rsidR="00DF00DD" w:rsidRPr="003122DD">
              <w:rPr>
                <w:rStyle w:val="me-email-text"/>
                <w:rFonts w:ascii="Segoe UI" w:hAnsi="Segoe UI" w:cs="Segoe UI"/>
                <w:color w:val="616161"/>
                <w:sz w:val="21"/>
                <w:szCs w:val="21"/>
              </w:rPr>
              <w:t>United States, New York City</w:t>
            </w:r>
            <w:r w:rsidR="00DF00DD" w:rsidRPr="003122DD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0C75278E" w14:textId="77777777" w:rsidR="00DF00DD" w:rsidRPr="003122DD" w:rsidRDefault="00000000" w:rsidP="00DF00DD">
            <w:pPr>
              <w:rPr>
                <w:rFonts w:ascii="Segoe UI" w:hAnsi="Segoe UI" w:cs="Segoe UI"/>
                <w:color w:val="242424"/>
              </w:rPr>
            </w:pPr>
            <w:hyperlink r:id="rId9" w:history="1">
              <w:r w:rsidR="00DF00DD" w:rsidRPr="003122DD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Find a local number</w:t>
              </w:r>
            </w:hyperlink>
            <w:r w:rsidR="00DF00DD" w:rsidRPr="003122DD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057B1D4D" w14:textId="77777777" w:rsidR="00DF00DD" w:rsidRPr="003122DD" w:rsidRDefault="00DF00DD" w:rsidP="00DF00DD">
            <w:pPr>
              <w:rPr>
                <w:rFonts w:ascii="Segoe UI" w:hAnsi="Segoe UI" w:cs="Segoe UI"/>
                <w:color w:val="242424"/>
              </w:rPr>
            </w:pPr>
            <w:r w:rsidRPr="003122DD"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Phone conference ID: </w:t>
            </w:r>
            <w:r w:rsidRPr="003122DD"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314 987 878#</w:t>
            </w:r>
            <w:r w:rsidRPr="003122DD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5611206D" w14:textId="77777777" w:rsidR="00854C9B" w:rsidRPr="003122DD" w:rsidRDefault="00854C9B" w:rsidP="00DF7838">
            <w:pPr>
              <w:rPr>
                <w:rFonts w:ascii="Segoe UI" w:hAnsi="Segoe UI" w:cs="Segoe UI"/>
                <w:color w:val="252424"/>
                <w:sz w:val="36"/>
                <w:szCs w:val="36"/>
              </w:rPr>
            </w:pPr>
          </w:p>
        </w:tc>
        <w:tc>
          <w:tcPr>
            <w:tcW w:w="5128" w:type="dxa"/>
          </w:tcPr>
          <w:p w14:paraId="17C7D4EF" w14:textId="13B84672" w:rsidR="00854C9B" w:rsidRPr="003122DD" w:rsidRDefault="00854C9B" w:rsidP="00DF7838"/>
        </w:tc>
      </w:tr>
    </w:tbl>
    <w:p w14:paraId="37319A21" w14:textId="77777777" w:rsidR="006F37CD" w:rsidRPr="003122DD" w:rsidRDefault="006F37CD" w:rsidP="006F37CD"/>
    <w:p w14:paraId="6FD708A7" w14:textId="1F319CE6" w:rsidR="00831C66" w:rsidRPr="003122DD" w:rsidRDefault="00E73F64" w:rsidP="00761CDA">
      <w:pPr>
        <w:pStyle w:val="ListParagraph"/>
        <w:rPr>
          <w:rFonts w:asciiTheme="minorHAnsi" w:hAnsiTheme="minorHAnsi" w:cstheme="minorHAnsi"/>
        </w:rPr>
      </w:pPr>
      <w:r w:rsidRPr="003122DD">
        <w:rPr>
          <w:rFonts w:asciiTheme="minorHAnsi" w:hAnsiTheme="minorHAnsi" w:cstheme="minorHAnsi"/>
          <w:b/>
        </w:rPr>
        <w:t xml:space="preserve">EDAC members:  </w:t>
      </w:r>
      <w:r w:rsidR="00D22273" w:rsidRPr="003122DD">
        <w:rPr>
          <w:rFonts w:asciiTheme="minorHAnsi" w:hAnsiTheme="minorHAnsi" w:cstheme="minorHAnsi"/>
        </w:rPr>
        <w:t>Tamara Durbin,</w:t>
      </w:r>
      <w:r w:rsidR="00504D17" w:rsidRPr="003122DD">
        <w:rPr>
          <w:rFonts w:asciiTheme="minorHAnsi" w:hAnsiTheme="minorHAnsi" w:cstheme="minorHAnsi"/>
        </w:rPr>
        <w:t xml:space="preserve"> </w:t>
      </w:r>
      <w:r w:rsidR="0060452D" w:rsidRPr="003122DD">
        <w:rPr>
          <w:rFonts w:asciiTheme="minorHAnsi" w:hAnsiTheme="minorHAnsi" w:cstheme="minorHAnsi"/>
        </w:rPr>
        <w:t>Mackenzie Lane</w:t>
      </w:r>
      <w:r w:rsidR="00504D17" w:rsidRPr="003122DD">
        <w:rPr>
          <w:rFonts w:asciiTheme="minorHAnsi" w:hAnsiTheme="minorHAnsi" w:cstheme="minorHAnsi"/>
        </w:rPr>
        <w:t xml:space="preserve">, </w:t>
      </w:r>
      <w:r w:rsidR="00D22273" w:rsidRPr="003122DD">
        <w:rPr>
          <w:rFonts w:asciiTheme="minorHAnsi" w:hAnsiTheme="minorHAnsi" w:cstheme="minorHAnsi"/>
        </w:rPr>
        <w:t xml:space="preserve">Curtis Lee, </w:t>
      </w:r>
      <w:r w:rsidR="00B77518" w:rsidRPr="003122DD">
        <w:rPr>
          <w:rFonts w:asciiTheme="minorHAnsi" w:hAnsiTheme="minorHAnsi" w:cstheme="minorHAnsi"/>
        </w:rPr>
        <w:t>Mimi Livermore,</w:t>
      </w:r>
      <w:r w:rsidR="00B77518" w:rsidRPr="003122DD">
        <w:rPr>
          <w:rFonts w:asciiTheme="minorHAnsi" w:hAnsiTheme="minorHAnsi" w:cstheme="minorHAnsi"/>
          <w:bCs/>
        </w:rPr>
        <w:t xml:space="preserve"> </w:t>
      </w:r>
      <w:r w:rsidR="0060452D" w:rsidRPr="003122DD">
        <w:rPr>
          <w:rFonts w:asciiTheme="minorHAnsi" w:hAnsiTheme="minorHAnsi" w:cstheme="minorHAnsi"/>
          <w:bCs/>
        </w:rPr>
        <w:t xml:space="preserve">Ingrid Marin, </w:t>
      </w:r>
      <w:r w:rsidR="00D22273" w:rsidRPr="003122DD">
        <w:rPr>
          <w:rFonts w:asciiTheme="minorHAnsi" w:hAnsiTheme="minorHAnsi" w:cstheme="minorHAnsi"/>
        </w:rPr>
        <w:t>Michael McManus,</w:t>
      </w:r>
      <w:r w:rsidR="00B77518" w:rsidRPr="003122DD">
        <w:rPr>
          <w:rFonts w:asciiTheme="minorHAnsi" w:hAnsiTheme="minorHAnsi" w:cstheme="minorHAnsi"/>
        </w:rPr>
        <w:t xml:space="preserve"> </w:t>
      </w:r>
      <w:r w:rsidR="0060452D" w:rsidRPr="003122DD">
        <w:rPr>
          <w:rFonts w:asciiTheme="minorHAnsi" w:hAnsiTheme="minorHAnsi" w:cstheme="minorHAnsi"/>
        </w:rPr>
        <w:t>Michael Pacheco</w:t>
      </w:r>
      <w:r w:rsidR="00134D4C" w:rsidRPr="003122DD">
        <w:rPr>
          <w:rFonts w:asciiTheme="minorHAnsi" w:hAnsiTheme="minorHAnsi" w:cstheme="minorHAnsi"/>
        </w:rPr>
        <w:t>, Jennifer Sedaghat, Chris Selle,</w:t>
      </w:r>
      <w:r w:rsidR="00B77518" w:rsidRPr="003122DD">
        <w:rPr>
          <w:rFonts w:asciiTheme="minorHAnsi" w:hAnsiTheme="minorHAnsi" w:cstheme="minorHAnsi"/>
        </w:rPr>
        <w:t xml:space="preserve"> </w:t>
      </w:r>
      <w:r w:rsidR="00575CE1" w:rsidRPr="003122DD">
        <w:rPr>
          <w:rFonts w:asciiTheme="minorHAnsi" w:hAnsiTheme="minorHAnsi" w:cstheme="minorHAnsi"/>
        </w:rPr>
        <w:t>Cheryl Taylor</w:t>
      </w:r>
      <w:r w:rsidR="00B77518" w:rsidRPr="003122DD">
        <w:rPr>
          <w:rFonts w:asciiTheme="minorHAnsi" w:hAnsiTheme="minorHAnsi" w:cstheme="minorHAnsi"/>
        </w:rPr>
        <w:t xml:space="preserve"> </w:t>
      </w:r>
      <w:r w:rsidR="00504D17" w:rsidRPr="003122DD">
        <w:rPr>
          <w:rFonts w:asciiTheme="minorHAnsi" w:hAnsiTheme="minorHAnsi" w:cstheme="minorHAnsi"/>
          <w:b/>
          <w:bCs/>
        </w:rPr>
        <w:t>CDE:</w:t>
      </w:r>
      <w:r w:rsidR="00504D17" w:rsidRPr="003122DD">
        <w:rPr>
          <w:rFonts w:asciiTheme="minorHAnsi" w:hAnsiTheme="minorHAnsi" w:cstheme="minorHAnsi"/>
        </w:rPr>
        <w:t xml:space="preserve">  Marcia Bohannon,</w:t>
      </w:r>
      <w:r w:rsidR="00AE3171" w:rsidRPr="003122DD">
        <w:t xml:space="preserve"> </w:t>
      </w:r>
      <w:r w:rsidR="00AE3171" w:rsidRPr="003122DD">
        <w:rPr>
          <w:rFonts w:asciiTheme="minorHAnsi" w:hAnsiTheme="minorHAnsi" w:cstheme="minorHAnsi"/>
        </w:rPr>
        <w:t>DJ Loerzel,</w:t>
      </w:r>
      <w:r w:rsidR="00F31081" w:rsidRPr="003122DD">
        <w:rPr>
          <w:rFonts w:asciiTheme="minorHAnsi" w:hAnsiTheme="minorHAnsi" w:cstheme="minorHAnsi"/>
        </w:rPr>
        <w:t xml:space="preserve"> </w:t>
      </w:r>
      <w:r w:rsidR="00133197" w:rsidRPr="003122DD">
        <w:rPr>
          <w:rFonts w:asciiTheme="minorHAnsi" w:hAnsiTheme="minorHAnsi" w:cstheme="minorHAnsi"/>
        </w:rPr>
        <w:t>Annette Severson</w:t>
      </w:r>
      <w:r w:rsidR="00575CE1" w:rsidRPr="003122DD">
        <w:rPr>
          <w:rFonts w:asciiTheme="minorHAnsi" w:hAnsiTheme="minorHAnsi" w:cstheme="minorHAnsi"/>
        </w:rPr>
        <w:t>, Peter Hoffman</w:t>
      </w:r>
    </w:p>
    <w:p w14:paraId="67D58F7E" w14:textId="77777777" w:rsidR="00B77518" w:rsidRPr="003122DD" w:rsidRDefault="00B77518" w:rsidP="00784962">
      <w:pPr>
        <w:rPr>
          <w:rFonts w:asciiTheme="minorHAnsi" w:hAnsiTheme="minorHAnsi" w:cstheme="minorHAnsi"/>
        </w:rPr>
      </w:pPr>
    </w:p>
    <w:tbl>
      <w:tblPr>
        <w:tblW w:w="11430" w:type="dxa"/>
        <w:tblInd w:w="-563" w:type="dxa"/>
        <w:tblBorders>
          <w:top w:val="double" w:sz="6" w:space="0" w:color="5F5F5F"/>
          <w:left w:val="double" w:sz="6" w:space="0" w:color="5F5F5F"/>
          <w:bottom w:val="double" w:sz="6" w:space="0" w:color="5F5F5F"/>
          <w:right w:val="double" w:sz="6" w:space="0" w:color="5F5F5F"/>
          <w:insideH w:val="double" w:sz="6" w:space="0" w:color="5F5F5F"/>
          <w:insideV w:val="double" w:sz="6" w:space="0" w:color="5F5F5F"/>
        </w:tblBorders>
        <w:tblLayout w:type="fixed"/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2610"/>
        <w:gridCol w:w="6840"/>
        <w:gridCol w:w="1980"/>
      </w:tblGrid>
      <w:tr w:rsidR="00050252" w:rsidRPr="003122DD" w14:paraId="73A85625" w14:textId="77777777" w:rsidTr="007070C9">
        <w:trPr>
          <w:trHeight w:val="740"/>
        </w:trPr>
        <w:tc>
          <w:tcPr>
            <w:tcW w:w="2610" w:type="dxa"/>
          </w:tcPr>
          <w:p w14:paraId="2773F41E" w14:textId="282B4204" w:rsidR="00050252" w:rsidRPr="003122DD" w:rsidRDefault="00050252" w:rsidP="00050252">
            <w:pPr>
              <w:pStyle w:val="Heading2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40" w:type="dxa"/>
          </w:tcPr>
          <w:p w14:paraId="200A3EB5" w14:textId="13230747" w:rsidR="00050252" w:rsidRPr="003122DD" w:rsidRDefault="00050252" w:rsidP="0005025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3122DD">
              <w:rPr>
                <w:rFonts w:asciiTheme="minorHAnsi" w:hAnsiTheme="minorHAnsi" w:cstheme="minorHAnsi"/>
                <w:b/>
                <w:sz w:val="24"/>
              </w:rPr>
              <w:t>General Business</w:t>
            </w:r>
          </w:p>
          <w:p w14:paraId="3C172CCB" w14:textId="2FB6B6B2" w:rsidR="004E072A" w:rsidRPr="003122DD" w:rsidRDefault="004E072A" w:rsidP="00D22273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3122DD">
              <w:rPr>
                <w:rFonts w:asciiTheme="minorHAnsi" w:hAnsiTheme="minorHAnsi" w:cstheme="minorHAnsi"/>
                <w:sz w:val="24"/>
              </w:rPr>
              <w:t>EDAC Credit Renewal</w:t>
            </w:r>
          </w:p>
          <w:p w14:paraId="10391F25" w14:textId="5B0BF68D" w:rsidR="00500B64" w:rsidRPr="003122DD" w:rsidRDefault="004E072A" w:rsidP="001A1B31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3122DD">
              <w:rPr>
                <w:rFonts w:asciiTheme="minorHAnsi" w:hAnsiTheme="minorHAnsi" w:cstheme="minorHAnsi"/>
                <w:sz w:val="24"/>
              </w:rPr>
              <w:t>Data Pipeline Advisory Committee</w:t>
            </w:r>
          </w:p>
          <w:p w14:paraId="68E681A7" w14:textId="204DA795" w:rsidR="008F3A08" w:rsidRPr="003122DD" w:rsidRDefault="00DF00DD" w:rsidP="001A1B31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3122DD">
              <w:rPr>
                <w:rFonts w:asciiTheme="minorHAnsi" w:hAnsiTheme="minorHAnsi" w:cstheme="minorHAnsi"/>
                <w:sz w:val="24"/>
              </w:rPr>
              <w:t xml:space="preserve">June 21, </w:t>
            </w:r>
            <w:proofErr w:type="gramStart"/>
            <w:r w:rsidRPr="003122DD">
              <w:rPr>
                <w:rFonts w:asciiTheme="minorHAnsi" w:hAnsiTheme="minorHAnsi" w:cstheme="minorHAnsi"/>
                <w:sz w:val="24"/>
              </w:rPr>
              <w:t>2024</w:t>
            </w:r>
            <w:proofErr w:type="gramEnd"/>
            <w:r w:rsidRPr="003122DD">
              <w:rPr>
                <w:rFonts w:asciiTheme="minorHAnsi" w:hAnsiTheme="minorHAnsi" w:cstheme="minorHAnsi"/>
                <w:sz w:val="24"/>
              </w:rPr>
              <w:t xml:space="preserve"> Meeting Minutes</w:t>
            </w:r>
          </w:p>
          <w:p w14:paraId="1AD9FE63" w14:textId="77777777" w:rsidR="00603058" w:rsidRPr="003122DD" w:rsidRDefault="00603058" w:rsidP="00603058">
            <w:pPr>
              <w:ind w:left="720"/>
              <w:rPr>
                <w:rFonts w:asciiTheme="minorHAnsi" w:hAnsiTheme="minorHAnsi" w:cstheme="minorHAnsi"/>
                <w:sz w:val="24"/>
              </w:rPr>
            </w:pPr>
          </w:p>
          <w:p w14:paraId="21B95F5A" w14:textId="2E17E4A4" w:rsidR="00F81046" w:rsidRPr="003122DD" w:rsidRDefault="00050252" w:rsidP="0005025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3122DD">
              <w:rPr>
                <w:rFonts w:asciiTheme="minorHAnsi" w:hAnsiTheme="minorHAnsi" w:cstheme="minorHAnsi"/>
                <w:b/>
                <w:sz w:val="24"/>
              </w:rPr>
              <w:t>Update Approval</w:t>
            </w:r>
            <w:r w:rsidR="00656DED" w:rsidRPr="003122DD">
              <w:rPr>
                <w:rFonts w:asciiTheme="minorHAnsi" w:hAnsiTheme="minorHAnsi" w:cstheme="minorHAnsi"/>
                <w:b/>
                <w:sz w:val="24"/>
              </w:rPr>
              <w:t>s</w:t>
            </w:r>
          </w:p>
          <w:p w14:paraId="2AAA6F58" w14:textId="0E80F897" w:rsidR="00386A8D" w:rsidRPr="004F45F4" w:rsidRDefault="00386A8D" w:rsidP="00046F68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4F45F4">
              <w:rPr>
                <w:rFonts w:asciiTheme="minorHAnsi" w:hAnsiTheme="minorHAnsi" w:cstheme="minorHAnsi"/>
                <w:bCs/>
                <w:sz w:val="24"/>
                <w:highlight w:val="green"/>
              </w:rPr>
              <w:t>CGA-222 Bullying Prevention and Education</w:t>
            </w:r>
          </w:p>
          <w:p w14:paraId="49E8CF5B" w14:textId="19FE261D" w:rsidR="00F72259" w:rsidRPr="008376B1" w:rsidRDefault="00F72259" w:rsidP="00046F68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8376B1">
              <w:rPr>
                <w:rFonts w:asciiTheme="minorHAnsi" w:hAnsiTheme="minorHAnsi" w:cstheme="minorHAnsi"/>
                <w:bCs/>
                <w:sz w:val="24"/>
                <w:highlight w:val="green"/>
              </w:rPr>
              <w:t>CGA-235 Empowering Action for School Improvement (EASI) Grant</w:t>
            </w:r>
          </w:p>
          <w:p w14:paraId="2A9E2661" w14:textId="6ED63489" w:rsidR="00B3014F" w:rsidRPr="00CA45FD" w:rsidRDefault="00B3014F" w:rsidP="00046F68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CA45FD">
              <w:rPr>
                <w:rFonts w:asciiTheme="minorHAnsi" w:hAnsiTheme="minorHAnsi" w:cstheme="minorHAnsi"/>
                <w:bCs/>
                <w:sz w:val="24"/>
                <w:highlight w:val="green"/>
              </w:rPr>
              <w:t>DPSE-129 Colorado Data Collection for USDOE-EDAC</w:t>
            </w:r>
          </w:p>
          <w:p w14:paraId="080142A3" w14:textId="33E67187" w:rsidR="00DF5CF2" w:rsidRPr="00CA45FD" w:rsidRDefault="00DF5CF2" w:rsidP="00046F68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CA45FD">
              <w:rPr>
                <w:rFonts w:asciiTheme="minorHAnsi" w:hAnsiTheme="minorHAnsi" w:cstheme="minorHAnsi"/>
                <w:bCs/>
                <w:sz w:val="24"/>
                <w:highlight w:val="green"/>
              </w:rPr>
              <w:t>DPSE-132 McKinney-Vento Monitoring Documents</w:t>
            </w:r>
          </w:p>
          <w:p w14:paraId="43F29FE5" w14:textId="4DD36C3E" w:rsidR="00296FB3" w:rsidRPr="007D2188" w:rsidRDefault="00296FB3" w:rsidP="00046F68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7D2188">
              <w:rPr>
                <w:rFonts w:asciiTheme="minorHAnsi" w:hAnsiTheme="minorHAnsi" w:cstheme="minorHAnsi"/>
                <w:bCs/>
                <w:sz w:val="24"/>
                <w:highlight w:val="green"/>
              </w:rPr>
              <w:t>ESL-116 Reimbursement Spending Report to CDE (Medicaid-School Health Services Program)</w:t>
            </w:r>
          </w:p>
          <w:p w14:paraId="0E449E19" w14:textId="1B08625E" w:rsidR="00132640" w:rsidRPr="00F06729" w:rsidRDefault="00132640" w:rsidP="00046F68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F06729">
              <w:rPr>
                <w:rFonts w:asciiTheme="minorHAnsi" w:hAnsiTheme="minorHAnsi" w:cstheme="minorHAnsi"/>
                <w:bCs/>
                <w:sz w:val="24"/>
                <w:highlight w:val="green"/>
              </w:rPr>
              <w:t>ESL-403 Gifted Education Comprehensive Program Plan</w:t>
            </w:r>
          </w:p>
          <w:p w14:paraId="5E6883AC" w14:textId="5EFB784B" w:rsidR="00543762" w:rsidRPr="00F06729" w:rsidRDefault="00543762" w:rsidP="00046F68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F06729">
              <w:rPr>
                <w:rFonts w:asciiTheme="minorHAnsi" w:hAnsiTheme="minorHAnsi" w:cstheme="minorHAnsi"/>
                <w:bCs/>
                <w:sz w:val="24"/>
                <w:highlight w:val="green"/>
              </w:rPr>
              <w:t>GE-101 BOCES and GE Quality Program Assessment Rubrics</w:t>
            </w:r>
          </w:p>
          <w:p w14:paraId="55C2E9E1" w14:textId="7BEBA089" w:rsidR="00F81046" w:rsidRPr="002A6ED4" w:rsidRDefault="00F81046" w:rsidP="00046F68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2A6ED4">
              <w:rPr>
                <w:rFonts w:asciiTheme="minorHAnsi" w:hAnsiTheme="minorHAnsi" w:cstheme="minorHAnsi"/>
                <w:bCs/>
                <w:sz w:val="24"/>
                <w:highlight w:val="green"/>
              </w:rPr>
              <w:t>NU-158 Local Food Program Tracker</w:t>
            </w:r>
          </w:p>
          <w:p w14:paraId="726627E7" w14:textId="315AD2B5" w:rsidR="007663D3" w:rsidRPr="001C5664" w:rsidRDefault="007663D3" w:rsidP="00046F68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1C5664">
              <w:rPr>
                <w:rFonts w:asciiTheme="minorHAnsi" w:hAnsiTheme="minorHAnsi" w:cstheme="minorHAnsi"/>
                <w:bCs/>
                <w:sz w:val="24"/>
                <w:highlight w:val="green"/>
              </w:rPr>
              <w:t>OFP-148A ESSER Reengaging Students Survey</w:t>
            </w:r>
          </w:p>
          <w:p w14:paraId="6BB85E33" w14:textId="091051BE" w:rsidR="00E2492E" w:rsidRPr="001C5664" w:rsidRDefault="00E2492E" w:rsidP="00046F68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1C5664">
              <w:rPr>
                <w:rFonts w:asciiTheme="minorHAnsi" w:hAnsiTheme="minorHAnsi" w:cstheme="minorHAnsi"/>
                <w:bCs/>
                <w:sz w:val="24"/>
                <w:highlight w:val="green"/>
              </w:rPr>
              <w:t>OFP-148B ESSER School-Level Allocation Survey</w:t>
            </w:r>
          </w:p>
          <w:p w14:paraId="36CEA62C" w14:textId="076EB1B4" w:rsidR="000C313F" w:rsidRPr="004352F4" w:rsidRDefault="000C313F" w:rsidP="00046F68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4352F4">
              <w:rPr>
                <w:rFonts w:asciiTheme="minorHAnsi" w:hAnsiTheme="minorHAnsi" w:cstheme="minorHAnsi"/>
                <w:bCs/>
                <w:sz w:val="24"/>
                <w:highlight w:val="green"/>
              </w:rPr>
              <w:t>OPR-101 Colorado School Counselor Corps Grant Program (SCCGP Development Year Grantee Report</w:t>
            </w:r>
          </w:p>
          <w:p w14:paraId="11EAC265" w14:textId="79BCE9F9" w:rsidR="00BA48BB" w:rsidRPr="00B775BB" w:rsidRDefault="00BA48BB" w:rsidP="00046F68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B775BB">
              <w:rPr>
                <w:rFonts w:asciiTheme="minorHAnsi" w:hAnsiTheme="minorHAnsi" w:cstheme="minorHAnsi"/>
                <w:bCs/>
                <w:sz w:val="24"/>
                <w:highlight w:val="green"/>
              </w:rPr>
              <w:t>PWR-101 Application for Early College Designation</w:t>
            </w:r>
          </w:p>
          <w:p w14:paraId="3B99AC34" w14:textId="77777777" w:rsidR="001E3DFB" w:rsidRPr="00B775BB" w:rsidRDefault="001E3DFB" w:rsidP="00046F68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B775BB">
              <w:rPr>
                <w:rFonts w:asciiTheme="minorHAnsi" w:hAnsiTheme="minorHAnsi" w:cstheme="minorHAnsi"/>
                <w:bCs/>
                <w:sz w:val="24"/>
                <w:highlight w:val="green"/>
              </w:rPr>
              <w:lastRenderedPageBreak/>
              <w:t>PWR-110 2025-26 Estimated ASCENT Program Participants Intent to Participate</w:t>
            </w:r>
          </w:p>
          <w:p w14:paraId="668DD410" w14:textId="0C267D18" w:rsidR="007070C9" w:rsidRPr="00B775BB" w:rsidRDefault="007070C9" w:rsidP="00046F68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B775BB">
              <w:rPr>
                <w:rFonts w:asciiTheme="minorHAnsi" w:hAnsiTheme="minorHAnsi" w:cstheme="minorHAnsi"/>
                <w:bCs/>
                <w:sz w:val="24"/>
                <w:highlight w:val="green"/>
              </w:rPr>
              <w:t>PWR-113 2025-26 Estimated TREP Program Participants Intent to Participate</w:t>
            </w:r>
          </w:p>
          <w:p w14:paraId="3F64D03C" w14:textId="277F8866" w:rsidR="007070C9" w:rsidRPr="0035463C" w:rsidRDefault="00A65E1C" w:rsidP="00046F68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35463C">
              <w:rPr>
                <w:rFonts w:asciiTheme="minorHAnsi" w:hAnsiTheme="minorHAnsi" w:cstheme="minorHAnsi"/>
                <w:bCs/>
                <w:sz w:val="24"/>
                <w:highlight w:val="green"/>
              </w:rPr>
              <w:t>SOC-107 Authorizer Data Collection</w:t>
            </w:r>
          </w:p>
          <w:p w14:paraId="7D5943F0" w14:textId="77777777" w:rsidR="00046F68" w:rsidRPr="003122DD" w:rsidRDefault="00046F68" w:rsidP="00046F68">
            <w:pPr>
              <w:rPr>
                <w:rFonts w:asciiTheme="minorHAnsi" w:hAnsiTheme="minorHAnsi" w:cstheme="minorHAnsi"/>
                <w:b/>
                <w:sz w:val="24"/>
              </w:rPr>
            </w:pPr>
          </w:p>
          <w:p w14:paraId="6107A3AA" w14:textId="24E1968C" w:rsidR="007B7D0F" w:rsidRPr="003122DD" w:rsidRDefault="007B7D0F" w:rsidP="00046F6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3122DD">
              <w:rPr>
                <w:rFonts w:asciiTheme="minorHAnsi" w:hAnsiTheme="minorHAnsi" w:cstheme="minorHAnsi"/>
                <w:b/>
                <w:sz w:val="24"/>
              </w:rPr>
              <w:t>Biennial Update Approvals</w:t>
            </w:r>
          </w:p>
          <w:p w14:paraId="44369138" w14:textId="2B492B40" w:rsidR="006713E0" w:rsidRPr="005E7403" w:rsidRDefault="006713E0" w:rsidP="00DF00DD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5E7403">
              <w:rPr>
                <w:rFonts w:asciiTheme="minorHAnsi" w:hAnsiTheme="minorHAnsi" w:cstheme="minorHAnsi"/>
                <w:bCs/>
                <w:sz w:val="24"/>
                <w:highlight w:val="green"/>
              </w:rPr>
              <w:t>NU-112 Nutrition Verification Collection Report</w:t>
            </w:r>
          </w:p>
          <w:p w14:paraId="0A0B8A3B" w14:textId="6278D7A4" w:rsidR="005C2A06" w:rsidRPr="005E7403" w:rsidRDefault="005C2A06" w:rsidP="00DF00DD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5E7403">
              <w:rPr>
                <w:rFonts w:asciiTheme="minorHAnsi" w:hAnsiTheme="minorHAnsi" w:cstheme="minorHAnsi"/>
                <w:bCs/>
                <w:sz w:val="24"/>
                <w:highlight w:val="green"/>
              </w:rPr>
              <w:t>NU-116 Food Safety Inspection Reports</w:t>
            </w:r>
          </w:p>
          <w:p w14:paraId="07872753" w14:textId="6E9954D7" w:rsidR="005465ED" w:rsidRPr="005E7403" w:rsidRDefault="005465ED" w:rsidP="00DF00DD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5E7403">
              <w:rPr>
                <w:rFonts w:asciiTheme="minorHAnsi" w:hAnsiTheme="minorHAnsi" w:cstheme="minorHAnsi"/>
                <w:bCs/>
                <w:sz w:val="24"/>
                <w:highlight w:val="green"/>
              </w:rPr>
              <w:t>NU-128 Independent Review of Applications</w:t>
            </w:r>
          </w:p>
          <w:p w14:paraId="1FBCFF18" w14:textId="71C5D8E6" w:rsidR="006D452F" w:rsidRPr="005E7403" w:rsidRDefault="006D452F" w:rsidP="00DF00DD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5E7403">
              <w:rPr>
                <w:rFonts w:asciiTheme="minorHAnsi" w:hAnsiTheme="minorHAnsi" w:cstheme="minorHAnsi"/>
                <w:bCs/>
                <w:sz w:val="24"/>
                <w:highlight w:val="green"/>
              </w:rPr>
              <w:t>NU-134 Direct Certification - POS</w:t>
            </w:r>
          </w:p>
          <w:p w14:paraId="21C4E776" w14:textId="77777777" w:rsidR="0033254D" w:rsidRPr="00393FA8" w:rsidRDefault="003D0E23" w:rsidP="00DF00DD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393FA8">
              <w:rPr>
                <w:rFonts w:asciiTheme="minorHAnsi" w:hAnsiTheme="minorHAnsi" w:cstheme="minorHAnsi"/>
                <w:bCs/>
                <w:sz w:val="24"/>
                <w:highlight w:val="green"/>
              </w:rPr>
              <w:t>NU-146 CO Procurement Review Off-Site Questions</w:t>
            </w:r>
          </w:p>
          <w:p w14:paraId="28D56F40" w14:textId="77777777" w:rsidR="007C373C" w:rsidRPr="00B24CEB" w:rsidRDefault="007C373C" w:rsidP="00DF00DD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B24CEB">
              <w:rPr>
                <w:rFonts w:asciiTheme="minorHAnsi" w:hAnsiTheme="minorHAnsi" w:cstheme="minorHAnsi"/>
                <w:bCs/>
                <w:sz w:val="24"/>
                <w:highlight w:val="green"/>
              </w:rPr>
              <w:t>PSF-CC05 Capital Construction Project Final Report</w:t>
            </w:r>
          </w:p>
          <w:p w14:paraId="13578366" w14:textId="77777777" w:rsidR="008640AA" w:rsidRPr="00B24CEB" w:rsidRDefault="008640AA" w:rsidP="00DF00DD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B24CEB">
              <w:rPr>
                <w:rFonts w:asciiTheme="minorHAnsi" w:hAnsiTheme="minorHAnsi" w:cstheme="minorHAnsi"/>
                <w:bCs/>
                <w:sz w:val="24"/>
                <w:highlight w:val="green"/>
              </w:rPr>
              <w:t>PSF-CSCC-01 Charter School Capital Construction Expenditures and Eligibility</w:t>
            </w:r>
          </w:p>
          <w:p w14:paraId="055AF290" w14:textId="7DF77E0A" w:rsidR="00EA359C" w:rsidRPr="003122DD" w:rsidRDefault="00EA359C" w:rsidP="00B24CEB">
            <w:pPr>
              <w:pStyle w:val="ListParagraph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0D182DF9" w14:textId="3CD450E9" w:rsidR="00050252" w:rsidRPr="003122DD" w:rsidRDefault="00050252" w:rsidP="00050252">
            <w:pPr>
              <w:pStyle w:val="Location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705E2" w:rsidRPr="003122DD" w14:paraId="71DEC926" w14:textId="77777777" w:rsidTr="000D059C">
        <w:trPr>
          <w:trHeight w:val="576"/>
        </w:trPr>
        <w:tc>
          <w:tcPr>
            <w:tcW w:w="2610" w:type="dxa"/>
          </w:tcPr>
          <w:p w14:paraId="3B1D085A" w14:textId="65A89C0B" w:rsidR="00E705E2" w:rsidRPr="003122DD" w:rsidRDefault="00A526F9" w:rsidP="00E705E2">
            <w:pPr>
              <w:pStyle w:val="Heading2"/>
              <w:rPr>
                <w:rFonts w:asciiTheme="minorHAnsi" w:hAnsiTheme="minorHAnsi" w:cstheme="minorHAnsi"/>
                <w:sz w:val="24"/>
              </w:rPr>
            </w:pPr>
            <w:r w:rsidRPr="003122DD">
              <w:rPr>
                <w:rFonts w:asciiTheme="minorHAnsi" w:hAnsiTheme="minorHAnsi" w:cstheme="minorHAnsi"/>
                <w:sz w:val="24"/>
              </w:rPr>
              <w:t>09</w:t>
            </w:r>
            <w:r w:rsidR="007335D8" w:rsidRPr="003122DD">
              <w:rPr>
                <w:rFonts w:asciiTheme="minorHAnsi" w:hAnsiTheme="minorHAnsi" w:cstheme="minorHAnsi"/>
                <w:sz w:val="24"/>
              </w:rPr>
              <w:t>:</w:t>
            </w:r>
            <w:r w:rsidRPr="003122DD">
              <w:rPr>
                <w:rFonts w:asciiTheme="minorHAnsi" w:hAnsiTheme="minorHAnsi" w:cstheme="minorHAnsi"/>
                <w:sz w:val="24"/>
              </w:rPr>
              <w:t>45</w:t>
            </w:r>
            <w:r w:rsidR="007335D8" w:rsidRPr="003122DD">
              <w:rPr>
                <w:rFonts w:asciiTheme="minorHAnsi" w:hAnsiTheme="minorHAnsi" w:cstheme="minorHAnsi"/>
                <w:sz w:val="24"/>
              </w:rPr>
              <w:t xml:space="preserve"> a.m. – 1</w:t>
            </w:r>
            <w:r w:rsidR="00906E60" w:rsidRPr="003122DD">
              <w:rPr>
                <w:rFonts w:asciiTheme="minorHAnsi" w:hAnsiTheme="minorHAnsi" w:cstheme="minorHAnsi"/>
                <w:sz w:val="24"/>
              </w:rPr>
              <w:t>0</w:t>
            </w:r>
            <w:r w:rsidR="007335D8" w:rsidRPr="003122DD">
              <w:rPr>
                <w:rFonts w:asciiTheme="minorHAnsi" w:hAnsiTheme="minorHAnsi" w:cstheme="minorHAnsi"/>
                <w:sz w:val="24"/>
              </w:rPr>
              <w:t>:</w:t>
            </w:r>
            <w:r w:rsidRPr="003122DD">
              <w:rPr>
                <w:rFonts w:asciiTheme="minorHAnsi" w:hAnsiTheme="minorHAnsi" w:cstheme="minorHAnsi"/>
                <w:sz w:val="24"/>
              </w:rPr>
              <w:t>05</w:t>
            </w:r>
            <w:r w:rsidR="007335D8" w:rsidRPr="003122DD">
              <w:rPr>
                <w:rFonts w:asciiTheme="minorHAnsi" w:hAnsiTheme="minorHAnsi" w:cstheme="minorHAnsi"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63D63265" w14:textId="3814A06E" w:rsidR="001403AE" w:rsidRPr="003122DD" w:rsidRDefault="005A7A89" w:rsidP="00E705E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04376B">
              <w:rPr>
                <w:rFonts w:asciiTheme="minorHAnsi" w:hAnsiTheme="minorHAnsi" w:cstheme="minorHAnsi"/>
                <w:sz w:val="24"/>
                <w:highlight w:val="green"/>
              </w:rPr>
              <w:t xml:space="preserve">CGA-236 </w:t>
            </w:r>
            <w:r w:rsidR="009268D2" w:rsidRPr="0004376B">
              <w:rPr>
                <w:rFonts w:asciiTheme="minorHAnsi" w:hAnsiTheme="minorHAnsi" w:cstheme="minorHAnsi"/>
                <w:sz w:val="24"/>
                <w:highlight w:val="green"/>
              </w:rPr>
              <w:t>2024 RFA Colorado’s Computer Science Teacher Education (</w:t>
            </w:r>
            <w:proofErr w:type="spellStart"/>
            <w:r w:rsidR="009268D2" w:rsidRPr="0004376B">
              <w:rPr>
                <w:rFonts w:asciiTheme="minorHAnsi" w:hAnsiTheme="minorHAnsi" w:cstheme="minorHAnsi"/>
                <w:sz w:val="24"/>
                <w:highlight w:val="green"/>
              </w:rPr>
              <w:t>CSEd</w:t>
            </w:r>
            <w:proofErr w:type="spellEnd"/>
            <w:r w:rsidR="009268D2" w:rsidRPr="0004376B">
              <w:rPr>
                <w:rFonts w:asciiTheme="minorHAnsi" w:hAnsiTheme="minorHAnsi" w:cstheme="minorHAnsi"/>
                <w:sz w:val="24"/>
                <w:highlight w:val="green"/>
              </w:rPr>
              <w:t>) Grants for Teachers Program</w:t>
            </w:r>
          </w:p>
        </w:tc>
        <w:tc>
          <w:tcPr>
            <w:tcW w:w="1980" w:type="dxa"/>
            <w:vAlign w:val="center"/>
          </w:tcPr>
          <w:p w14:paraId="2B583465" w14:textId="77B1BDD1" w:rsidR="006B293A" w:rsidRPr="003122DD" w:rsidRDefault="00942AB2" w:rsidP="00E705E2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3122DD">
              <w:rPr>
                <w:rFonts w:asciiTheme="minorHAnsi" w:hAnsiTheme="minorHAnsi" w:cstheme="minorHAnsi"/>
                <w:sz w:val="24"/>
              </w:rPr>
              <w:t>Pam Lewis</w:t>
            </w:r>
          </w:p>
        </w:tc>
      </w:tr>
      <w:tr w:rsidR="00E705E2" w:rsidRPr="003122DD" w14:paraId="240AA9CE" w14:textId="77777777" w:rsidTr="00BB5D29">
        <w:trPr>
          <w:trHeight w:val="416"/>
        </w:trPr>
        <w:tc>
          <w:tcPr>
            <w:tcW w:w="2610" w:type="dxa"/>
          </w:tcPr>
          <w:p w14:paraId="3CD808F6" w14:textId="12690829" w:rsidR="00E705E2" w:rsidRPr="003122DD" w:rsidRDefault="00E705E2" w:rsidP="00E705E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3122DD"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DB3647" w:rsidRPr="003122DD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3122DD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1E58A0" w:rsidRPr="003122DD">
              <w:rPr>
                <w:rFonts w:asciiTheme="minorHAnsi" w:hAnsiTheme="minorHAnsi" w:cstheme="minorHAnsi"/>
                <w:b/>
                <w:sz w:val="24"/>
              </w:rPr>
              <w:t>05</w:t>
            </w:r>
            <w:r w:rsidRPr="003122DD">
              <w:rPr>
                <w:rFonts w:asciiTheme="minorHAnsi" w:hAnsiTheme="minorHAnsi" w:cstheme="minorHAnsi"/>
                <w:b/>
                <w:sz w:val="24"/>
              </w:rPr>
              <w:t xml:space="preserve"> a.m. – 1</w:t>
            </w:r>
            <w:r w:rsidR="00EE11BE" w:rsidRPr="003122DD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3122DD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1E58A0" w:rsidRPr="003122DD">
              <w:rPr>
                <w:rFonts w:asciiTheme="minorHAnsi" w:hAnsiTheme="minorHAnsi" w:cstheme="minorHAnsi"/>
                <w:b/>
                <w:sz w:val="24"/>
              </w:rPr>
              <w:t>25</w:t>
            </w:r>
            <w:r w:rsidRPr="003122DD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46DCA7E6" w14:textId="5AC20E5E" w:rsidR="004B0154" w:rsidRPr="003122DD" w:rsidRDefault="009A458E" w:rsidP="005B00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9F2300">
              <w:rPr>
                <w:rFonts w:asciiTheme="minorHAnsi" w:hAnsiTheme="minorHAnsi" w:cstheme="minorHAnsi"/>
                <w:sz w:val="24"/>
                <w:highlight w:val="green"/>
              </w:rPr>
              <w:t xml:space="preserve">PWR-117 </w:t>
            </w:r>
            <w:r w:rsidR="001D4A78" w:rsidRPr="009F2300">
              <w:rPr>
                <w:rFonts w:asciiTheme="minorHAnsi" w:hAnsiTheme="minorHAnsi" w:cstheme="minorHAnsi"/>
                <w:sz w:val="24"/>
                <w:highlight w:val="green"/>
              </w:rPr>
              <w:t>Seal of Climate Literacy Diploma Endorsement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A21F6ED" w14:textId="7A6DEF37" w:rsidR="00487CB2" w:rsidRPr="003122DD" w:rsidRDefault="001D4A78" w:rsidP="00E705E2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3122DD">
              <w:rPr>
                <w:rFonts w:asciiTheme="minorHAnsi" w:hAnsiTheme="minorHAnsi" w:cstheme="minorHAnsi"/>
                <w:sz w:val="24"/>
              </w:rPr>
              <w:t xml:space="preserve">Alexa </w:t>
            </w:r>
            <w:r w:rsidR="00942AB2" w:rsidRPr="003122DD">
              <w:rPr>
                <w:rFonts w:asciiTheme="minorHAnsi" w:hAnsiTheme="minorHAnsi" w:cstheme="minorHAnsi"/>
                <w:sz w:val="24"/>
              </w:rPr>
              <w:t>Enamorado</w:t>
            </w:r>
          </w:p>
        </w:tc>
      </w:tr>
      <w:tr w:rsidR="00902C51" w:rsidRPr="003122DD" w14:paraId="3F022465" w14:textId="77777777" w:rsidTr="00411B13">
        <w:trPr>
          <w:trHeight w:val="443"/>
        </w:trPr>
        <w:tc>
          <w:tcPr>
            <w:tcW w:w="2610" w:type="dxa"/>
          </w:tcPr>
          <w:p w14:paraId="45849EC0" w14:textId="23CFFD12" w:rsidR="00902C51" w:rsidRPr="003122DD" w:rsidRDefault="00902C51" w:rsidP="00902C51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3122DD">
              <w:rPr>
                <w:rFonts w:asciiTheme="minorHAnsi" w:hAnsiTheme="minorHAnsi" w:cstheme="minorHAnsi"/>
                <w:b/>
                <w:sz w:val="24"/>
              </w:rPr>
              <w:t>10:</w:t>
            </w:r>
            <w:r w:rsidR="005A71A1" w:rsidRPr="003122DD">
              <w:rPr>
                <w:rFonts w:asciiTheme="minorHAnsi" w:hAnsiTheme="minorHAnsi" w:cstheme="minorHAnsi"/>
                <w:b/>
                <w:sz w:val="24"/>
              </w:rPr>
              <w:t>25</w:t>
            </w:r>
            <w:r w:rsidRPr="003122DD">
              <w:rPr>
                <w:rFonts w:asciiTheme="minorHAnsi" w:hAnsiTheme="minorHAnsi" w:cstheme="minorHAnsi"/>
                <w:b/>
                <w:sz w:val="24"/>
              </w:rPr>
              <w:t xml:space="preserve"> a.m. – </w:t>
            </w:r>
            <w:r w:rsidR="005A71A1" w:rsidRPr="003122DD">
              <w:rPr>
                <w:rFonts w:asciiTheme="minorHAnsi" w:hAnsiTheme="minorHAnsi" w:cstheme="minorHAnsi"/>
                <w:b/>
                <w:sz w:val="24"/>
              </w:rPr>
              <w:t>10</w:t>
            </w:r>
            <w:r w:rsidRPr="003122DD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5A71A1" w:rsidRPr="003122DD">
              <w:rPr>
                <w:rFonts w:asciiTheme="minorHAnsi" w:hAnsiTheme="minorHAnsi" w:cstheme="minorHAnsi"/>
                <w:b/>
                <w:sz w:val="24"/>
              </w:rPr>
              <w:t>45</w:t>
            </w:r>
            <w:r w:rsidRPr="003122DD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0BCB16C0" w14:textId="3EEC88A4" w:rsidR="00864F2D" w:rsidRPr="003122DD" w:rsidRDefault="005877FE" w:rsidP="00AC05B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CA45FD">
              <w:rPr>
                <w:rFonts w:asciiTheme="minorHAnsi" w:hAnsiTheme="minorHAnsi" w:cstheme="minorHAnsi"/>
                <w:sz w:val="24"/>
                <w:highlight w:val="green"/>
              </w:rPr>
              <w:t xml:space="preserve">STP-107 </w:t>
            </w:r>
            <w:r w:rsidR="004B73DF" w:rsidRPr="00CA45FD">
              <w:rPr>
                <w:rFonts w:asciiTheme="minorHAnsi" w:hAnsiTheme="minorHAnsi" w:cstheme="minorHAnsi"/>
                <w:sz w:val="24"/>
                <w:highlight w:val="green"/>
              </w:rPr>
              <w:t>American Rescue Plan - Homeless Children and Youth Closeout Report</w:t>
            </w:r>
          </w:p>
        </w:tc>
        <w:tc>
          <w:tcPr>
            <w:tcW w:w="1980" w:type="dxa"/>
            <w:vAlign w:val="center"/>
          </w:tcPr>
          <w:p w14:paraId="093485EA" w14:textId="75474C3E" w:rsidR="00902C51" w:rsidRPr="003122DD" w:rsidRDefault="004B73DF" w:rsidP="00902C51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3122DD">
              <w:rPr>
                <w:rFonts w:asciiTheme="minorHAnsi" w:hAnsiTheme="minorHAnsi" w:cstheme="minorHAnsi"/>
                <w:sz w:val="24"/>
              </w:rPr>
              <w:t>Bonnie Brett</w:t>
            </w:r>
          </w:p>
        </w:tc>
      </w:tr>
      <w:tr w:rsidR="00B52258" w:rsidRPr="003122DD" w14:paraId="75295A32" w14:textId="77777777" w:rsidTr="00411B13">
        <w:trPr>
          <w:trHeight w:val="443"/>
        </w:trPr>
        <w:tc>
          <w:tcPr>
            <w:tcW w:w="2610" w:type="dxa"/>
          </w:tcPr>
          <w:p w14:paraId="562921E2" w14:textId="4F477E64" w:rsidR="00B52258" w:rsidRPr="003122DD" w:rsidRDefault="00B52258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3122DD">
              <w:rPr>
                <w:rFonts w:asciiTheme="minorHAnsi" w:hAnsiTheme="minorHAnsi" w:cstheme="minorHAnsi"/>
                <w:b/>
                <w:sz w:val="24"/>
              </w:rPr>
              <w:t>10:45 a.m. – 11:0</w:t>
            </w:r>
            <w:r w:rsidR="0032449D" w:rsidRPr="003122DD">
              <w:rPr>
                <w:rFonts w:asciiTheme="minorHAnsi" w:hAnsiTheme="minorHAnsi" w:cstheme="minorHAnsi"/>
                <w:b/>
                <w:sz w:val="24"/>
              </w:rPr>
              <w:t>5</w:t>
            </w:r>
            <w:r w:rsidRPr="003122DD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76F291DF" w14:textId="77777777" w:rsidR="00B52258" w:rsidRPr="0099670F" w:rsidRDefault="0032449D" w:rsidP="0032449D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highlight w:val="green"/>
              </w:rPr>
            </w:pPr>
            <w:r w:rsidRPr="0099670F">
              <w:rPr>
                <w:rFonts w:asciiTheme="minorHAnsi" w:hAnsiTheme="minorHAnsi" w:cstheme="minorHAnsi"/>
                <w:sz w:val="24"/>
                <w:highlight w:val="green"/>
              </w:rPr>
              <w:t>NU-132</w:t>
            </w:r>
            <w:r w:rsidR="00AF37C2" w:rsidRPr="0099670F">
              <w:rPr>
                <w:rFonts w:asciiTheme="minorHAnsi" w:hAnsiTheme="minorHAnsi" w:cstheme="minorHAnsi"/>
                <w:sz w:val="24"/>
                <w:highlight w:val="green"/>
              </w:rPr>
              <w:t xml:space="preserve"> </w:t>
            </w:r>
            <w:r w:rsidRPr="0099670F">
              <w:rPr>
                <w:rFonts w:asciiTheme="minorHAnsi" w:hAnsiTheme="minorHAnsi" w:cstheme="minorHAnsi"/>
                <w:sz w:val="24"/>
                <w:highlight w:val="green"/>
              </w:rPr>
              <w:t>Administrative Review &amp; Summer Food Service Program Administrative Review Feedback Survey</w:t>
            </w:r>
          </w:p>
          <w:p w14:paraId="52D315F7" w14:textId="77777777" w:rsidR="00AF37C2" w:rsidRPr="0099670F" w:rsidRDefault="00AF37C2" w:rsidP="00AF37C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highlight w:val="green"/>
              </w:rPr>
            </w:pPr>
            <w:r w:rsidRPr="0099670F">
              <w:rPr>
                <w:rFonts w:asciiTheme="minorHAnsi" w:hAnsiTheme="minorHAnsi" w:cstheme="minorHAnsi"/>
                <w:sz w:val="24"/>
                <w:highlight w:val="green"/>
              </w:rPr>
              <w:t xml:space="preserve">NU-141 Administrative Review Off-Site questions </w:t>
            </w:r>
          </w:p>
          <w:p w14:paraId="0305BDC9" w14:textId="7D26BA60" w:rsidR="00AF37C2" w:rsidRPr="003122DD" w:rsidRDefault="00AF37C2" w:rsidP="00AF37C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882751">
              <w:rPr>
                <w:rFonts w:asciiTheme="minorHAnsi" w:hAnsiTheme="minorHAnsi" w:cstheme="minorHAnsi"/>
                <w:sz w:val="24"/>
                <w:highlight w:val="green"/>
              </w:rPr>
              <w:t>NU-144 Administrative Review Questionnaire</w:t>
            </w:r>
          </w:p>
        </w:tc>
        <w:tc>
          <w:tcPr>
            <w:tcW w:w="1980" w:type="dxa"/>
            <w:vAlign w:val="center"/>
          </w:tcPr>
          <w:p w14:paraId="0E4E83F7" w14:textId="2F7E0381" w:rsidR="00B52258" w:rsidRPr="003122DD" w:rsidRDefault="005C2A06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Kerri Link</w:t>
            </w:r>
          </w:p>
        </w:tc>
      </w:tr>
      <w:tr w:rsidR="002C07E0" w:rsidRPr="003122DD" w14:paraId="510D4CE7" w14:textId="77777777" w:rsidTr="00411B13">
        <w:trPr>
          <w:trHeight w:val="443"/>
        </w:trPr>
        <w:tc>
          <w:tcPr>
            <w:tcW w:w="2610" w:type="dxa"/>
          </w:tcPr>
          <w:p w14:paraId="122499BF" w14:textId="6D16405C" w:rsidR="002C07E0" w:rsidRPr="003122DD" w:rsidRDefault="002C07E0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3122DD">
              <w:rPr>
                <w:rFonts w:asciiTheme="minorHAnsi" w:hAnsiTheme="minorHAnsi" w:cstheme="minorHAnsi"/>
                <w:b/>
                <w:sz w:val="24"/>
              </w:rPr>
              <w:t>11:0</w:t>
            </w:r>
            <w:r w:rsidR="006763A9" w:rsidRPr="003122DD">
              <w:rPr>
                <w:rFonts w:asciiTheme="minorHAnsi" w:hAnsiTheme="minorHAnsi" w:cstheme="minorHAnsi"/>
                <w:b/>
                <w:sz w:val="24"/>
              </w:rPr>
              <w:t>5</w:t>
            </w:r>
            <w:r w:rsidRPr="003122DD">
              <w:rPr>
                <w:rFonts w:asciiTheme="minorHAnsi" w:hAnsiTheme="minorHAnsi" w:cstheme="minorHAnsi"/>
                <w:b/>
                <w:sz w:val="24"/>
              </w:rPr>
              <w:t xml:space="preserve"> a.m. – 11:2</w:t>
            </w:r>
            <w:r w:rsidR="006763A9" w:rsidRPr="003122DD">
              <w:rPr>
                <w:rFonts w:asciiTheme="minorHAnsi" w:hAnsiTheme="minorHAnsi" w:cstheme="minorHAnsi"/>
                <w:b/>
                <w:sz w:val="24"/>
              </w:rPr>
              <w:t>5</w:t>
            </w:r>
            <w:r w:rsidRPr="003122DD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7C5BD826" w14:textId="77777777" w:rsidR="00ED330C" w:rsidRPr="004F45F4" w:rsidRDefault="00ED330C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highlight w:val="green"/>
              </w:rPr>
            </w:pPr>
            <w:r w:rsidRPr="004F45F4">
              <w:rPr>
                <w:rFonts w:asciiTheme="minorHAnsi" w:hAnsiTheme="minorHAnsi" w:cstheme="minorHAnsi"/>
                <w:sz w:val="24"/>
                <w:highlight w:val="green"/>
              </w:rPr>
              <w:t>CGA-172 School Counselor Corps Grant Program</w:t>
            </w:r>
          </w:p>
          <w:p w14:paraId="1C9622F1" w14:textId="4A857164" w:rsidR="002C07E0" w:rsidRPr="004F45F4" w:rsidRDefault="006763A9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highlight w:val="green"/>
              </w:rPr>
            </w:pPr>
            <w:r w:rsidRPr="004F45F4">
              <w:rPr>
                <w:rFonts w:asciiTheme="minorHAnsi" w:hAnsiTheme="minorHAnsi" w:cstheme="minorHAnsi"/>
                <w:sz w:val="24"/>
                <w:highlight w:val="green"/>
              </w:rPr>
              <w:t>CGA-172B</w:t>
            </w:r>
            <w:r w:rsidR="00D452C8" w:rsidRPr="004F45F4">
              <w:rPr>
                <w:rFonts w:asciiTheme="minorHAnsi" w:hAnsiTheme="minorHAnsi" w:cstheme="minorHAnsi"/>
                <w:sz w:val="24"/>
                <w:highlight w:val="green"/>
              </w:rPr>
              <w:t xml:space="preserve"> </w:t>
            </w:r>
            <w:r w:rsidRPr="004F45F4">
              <w:rPr>
                <w:rFonts w:asciiTheme="minorHAnsi" w:hAnsiTheme="minorHAnsi" w:cstheme="minorHAnsi"/>
                <w:sz w:val="24"/>
                <w:highlight w:val="green"/>
              </w:rPr>
              <w:t>School Counselor Corps Grant End of Year Grantee Report</w:t>
            </w:r>
          </w:p>
          <w:p w14:paraId="212ADC8D" w14:textId="56C07581" w:rsidR="00B678AD" w:rsidRPr="003122DD" w:rsidRDefault="00DA04EA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4F45F4">
              <w:rPr>
                <w:rFonts w:asciiTheme="minorHAnsi" w:hAnsiTheme="minorHAnsi" w:cstheme="minorHAnsi"/>
                <w:sz w:val="24"/>
                <w:highlight w:val="green"/>
              </w:rPr>
              <w:t>CGA-258 Preventing School Violence Grant Program</w:t>
            </w:r>
          </w:p>
        </w:tc>
        <w:tc>
          <w:tcPr>
            <w:tcW w:w="1980" w:type="dxa"/>
            <w:vAlign w:val="center"/>
          </w:tcPr>
          <w:p w14:paraId="048DE896" w14:textId="77777777" w:rsidR="002C07E0" w:rsidRPr="003122DD" w:rsidRDefault="006763A9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3122DD">
              <w:rPr>
                <w:rFonts w:asciiTheme="minorHAnsi" w:hAnsiTheme="minorHAnsi" w:cstheme="minorHAnsi"/>
                <w:sz w:val="24"/>
              </w:rPr>
              <w:t>Brooke Morgan,</w:t>
            </w:r>
          </w:p>
          <w:p w14:paraId="329802A1" w14:textId="77777777" w:rsidR="006763A9" w:rsidRPr="003122DD" w:rsidRDefault="006763A9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3122DD">
              <w:rPr>
                <w:rFonts w:asciiTheme="minorHAnsi" w:hAnsiTheme="minorHAnsi" w:cstheme="minorHAnsi"/>
                <w:sz w:val="24"/>
              </w:rPr>
              <w:t>Jennicca</w:t>
            </w:r>
            <w:r w:rsidR="00D452C8" w:rsidRPr="003122DD">
              <w:rPr>
                <w:rFonts w:asciiTheme="minorHAnsi" w:hAnsiTheme="minorHAnsi" w:cstheme="minorHAnsi"/>
                <w:sz w:val="24"/>
              </w:rPr>
              <w:t xml:space="preserve"> Mabe</w:t>
            </w:r>
            <w:r w:rsidR="00B678AD" w:rsidRPr="003122DD">
              <w:rPr>
                <w:rFonts w:asciiTheme="minorHAnsi" w:hAnsiTheme="minorHAnsi" w:cstheme="minorHAnsi"/>
                <w:sz w:val="24"/>
              </w:rPr>
              <w:t>,</w:t>
            </w:r>
          </w:p>
          <w:p w14:paraId="045BCE7D" w14:textId="11D5C3AF" w:rsidR="00B678AD" w:rsidRPr="003122DD" w:rsidRDefault="00B678AD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3122DD">
              <w:rPr>
                <w:rFonts w:asciiTheme="minorHAnsi" w:hAnsiTheme="minorHAnsi" w:cstheme="minorHAnsi"/>
                <w:sz w:val="24"/>
              </w:rPr>
              <w:t>Mandy Christensen</w:t>
            </w:r>
          </w:p>
        </w:tc>
      </w:tr>
      <w:tr w:rsidR="00D740E1" w:rsidRPr="003122DD" w14:paraId="1AD41F19" w14:textId="77777777" w:rsidTr="00411B13">
        <w:trPr>
          <w:trHeight w:val="443"/>
        </w:trPr>
        <w:tc>
          <w:tcPr>
            <w:tcW w:w="2610" w:type="dxa"/>
          </w:tcPr>
          <w:p w14:paraId="3B556E95" w14:textId="475B3FB5" w:rsidR="00D740E1" w:rsidRPr="003122DD" w:rsidRDefault="00D740E1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3122DD">
              <w:rPr>
                <w:rFonts w:asciiTheme="minorHAnsi" w:hAnsiTheme="minorHAnsi" w:cstheme="minorHAnsi"/>
                <w:b/>
                <w:sz w:val="24"/>
              </w:rPr>
              <w:t>11:2</w:t>
            </w:r>
            <w:r w:rsidR="00DC6337" w:rsidRPr="003122DD">
              <w:rPr>
                <w:rFonts w:asciiTheme="minorHAnsi" w:hAnsiTheme="minorHAnsi" w:cstheme="minorHAnsi"/>
                <w:b/>
                <w:sz w:val="24"/>
              </w:rPr>
              <w:t>5</w:t>
            </w:r>
            <w:r w:rsidRPr="003122DD">
              <w:rPr>
                <w:rFonts w:asciiTheme="minorHAnsi" w:hAnsiTheme="minorHAnsi" w:cstheme="minorHAnsi"/>
                <w:b/>
                <w:sz w:val="24"/>
              </w:rPr>
              <w:t xml:space="preserve"> a.m. – 11:4</w:t>
            </w:r>
            <w:r w:rsidR="00DC6337" w:rsidRPr="003122DD">
              <w:rPr>
                <w:rFonts w:asciiTheme="minorHAnsi" w:hAnsiTheme="minorHAnsi" w:cstheme="minorHAnsi"/>
                <w:b/>
                <w:sz w:val="24"/>
              </w:rPr>
              <w:t>5</w:t>
            </w:r>
            <w:r w:rsidRPr="003122DD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5780265D" w14:textId="44D75D98" w:rsidR="00D740E1" w:rsidRPr="003122DD" w:rsidRDefault="00583CA8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4F38C3">
              <w:rPr>
                <w:rFonts w:asciiTheme="minorHAnsi" w:hAnsiTheme="minorHAnsi" w:cstheme="minorHAnsi"/>
                <w:sz w:val="24"/>
                <w:highlight w:val="green"/>
              </w:rPr>
              <w:t xml:space="preserve">NU-172 </w:t>
            </w:r>
            <w:r w:rsidR="0093113A" w:rsidRPr="004F38C3">
              <w:rPr>
                <w:rFonts w:asciiTheme="minorHAnsi" w:hAnsiTheme="minorHAnsi" w:cstheme="minorHAnsi"/>
                <w:sz w:val="24"/>
                <w:highlight w:val="green"/>
              </w:rPr>
              <w:t>2024 Mountain Plains Crunch Off Registration</w:t>
            </w:r>
          </w:p>
        </w:tc>
        <w:tc>
          <w:tcPr>
            <w:tcW w:w="1980" w:type="dxa"/>
            <w:vAlign w:val="center"/>
          </w:tcPr>
          <w:p w14:paraId="6A4CAEA0" w14:textId="1B34EF06" w:rsidR="00D740E1" w:rsidRPr="003122DD" w:rsidRDefault="0093113A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3122DD">
              <w:rPr>
                <w:rFonts w:asciiTheme="minorHAnsi" w:hAnsiTheme="minorHAnsi" w:cstheme="minorHAnsi"/>
                <w:sz w:val="24"/>
              </w:rPr>
              <w:t>Justin Carter</w:t>
            </w:r>
          </w:p>
        </w:tc>
      </w:tr>
      <w:tr w:rsidR="00AA5ECF" w:rsidRPr="003122DD" w14:paraId="4CC6A658" w14:textId="77777777" w:rsidTr="00411B13">
        <w:trPr>
          <w:trHeight w:val="443"/>
        </w:trPr>
        <w:tc>
          <w:tcPr>
            <w:tcW w:w="2610" w:type="dxa"/>
          </w:tcPr>
          <w:p w14:paraId="716C9072" w14:textId="103751D0" w:rsidR="00AA5ECF" w:rsidRPr="003122DD" w:rsidRDefault="006D77AE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3122DD">
              <w:rPr>
                <w:rFonts w:asciiTheme="minorHAnsi" w:hAnsiTheme="minorHAnsi" w:cstheme="minorHAnsi"/>
                <w:b/>
                <w:sz w:val="24"/>
              </w:rPr>
              <w:t>11:45 a.m. – 12:05 p.m.</w:t>
            </w:r>
          </w:p>
        </w:tc>
        <w:tc>
          <w:tcPr>
            <w:tcW w:w="6840" w:type="dxa"/>
          </w:tcPr>
          <w:p w14:paraId="42186DA0" w14:textId="0B12105A" w:rsidR="003D5184" w:rsidRPr="006F7067" w:rsidRDefault="003D5184" w:rsidP="003D5184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6F7067">
              <w:rPr>
                <w:rFonts w:asciiTheme="minorHAnsi" w:hAnsiTheme="minorHAnsi" w:cstheme="minorHAnsi"/>
                <w:bCs/>
                <w:sz w:val="24"/>
                <w:highlight w:val="green"/>
              </w:rPr>
              <w:t>HES-103F Project AWARE-TISS Cross-Site Evaluation: Collaboration &amp; Partnership Survey</w:t>
            </w:r>
          </w:p>
          <w:p w14:paraId="3E326000" w14:textId="4C737824" w:rsidR="003D5184" w:rsidRPr="006F7067" w:rsidRDefault="003D5184" w:rsidP="003D5184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6F7067">
              <w:rPr>
                <w:rFonts w:asciiTheme="minorHAnsi" w:hAnsiTheme="minorHAnsi" w:cstheme="minorHAnsi"/>
                <w:bCs/>
                <w:sz w:val="24"/>
                <w:highlight w:val="green"/>
              </w:rPr>
              <w:t>HES-103G Project AWARE-TISS Cross-Site Evaluation: School Climate &amp; Safety Survey</w:t>
            </w:r>
          </w:p>
          <w:p w14:paraId="2D99C7C7" w14:textId="746285BF" w:rsidR="003D5184" w:rsidRPr="006F7067" w:rsidRDefault="003D5184" w:rsidP="003D5184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6F7067">
              <w:rPr>
                <w:rFonts w:asciiTheme="minorHAnsi" w:hAnsiTheme="minorHAnsi" w:cstheme="minorHAnsi"/>
                <w:bCs/>
                <w:sz w:val="24"/>
                <w:highlight w:val="green"/>
              </w:rPr>
              <w:t>HES-103H Project AWARE-TISS Cross-Site Evaluation: Youth or Adult Focus Group</w:t>
            </w:r>
          </w:p>
          <w:p w14:paraId="6CEE66AA" w14:textId="7EE9284A" w:rsidR="00EB357A" w:rsidRPr="003122DD" w:rsidRDefault="003D5184" w:rsidP="003D518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6F7067">
              <w:rPr>
                <w:rFonts w:asciiTheme="minorHAnsi" w:hAnsiTheme="minorHAnsi" w:cstheme="minorHAnsi"/>
                <w:bCs/>
                <w:sz w:val="24"/>
                <w:highlight w:val="green"/>
              </w:rPr>
              <w:t>HES-103I Project AWARE-TISS Cross-Site Evaluation: Key Informant Interviews</w:t>
            </w:r>
          </w:p>
        </w:tc>
        <w:tc>
          <w:tcPr>
            <w:tcW w:w="1980" w:type="dxa"/>
            <w:vAlign w:val="center"/>
          </w:tcPr>
          <w:p w14:paraId="10E56E56" w14:textId="538BDCB5" w:rsidR="00AA5ECF" w:rsidRPr="003122DD" w:rsidRDefault="002D221A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3122DD">
              <w:rPr>
                <w:rFonts w:asciiTheme="minorHAnsi" w:hAnsiTheme="minorHAnsi" w:cstheme="minorHAnsi"/>
                <w:sz w:val="24"/>
              </w:rPr>
              <w:t>Meghan Paulson</w:t>
            </w:r>
          </w:p>
        </w:tc>
      </w:tr>
      <w:tr w:rsidR="00B52258" w:rsidRPr="003122DD" w14:paraId="2DBF6C45" w14:textId="77777777" w:rsidTr="00411B13">
        <w:trPr>
          <w:trHeight w:val="443"/>
        </w:trPr>
        <w:tc>
          <w:tcPr>
            <w:tcW w:w="2610" w:type="dxa"/>
          </w:tcPr>
          <w:p w14:paraId="7759104C" w14:textId="2F34FCE7" w:rsidR="00B52258" w:rsidRPr="003122DD" w:rsidRDefault="00B52258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3122DD">
              <w:rPr>
                <w:rFonts w:asciiTheme="minorHAnsi" w:hAnsiTheme="minorHAnsi" w:cstheme="minorHAnsi"/>
                <w:b/>
                <w:sz w:val="24"/>
              </w:rPr>
              <w:lastRenderedPageBreak/>
              <w:t>12:</w:t>
            </w:r>
            <w:r w:rsidR="006D77AE" w:rsidRPr="003122DD">
              <w:rPr>
                <w:rFonts w:asciiTheme="minorHAnsi" w:hAnsiTheme="minorHAnsi" w:cstheme="minorHAnsi"/>
                <w:b/>
                <w:sz w:val="24"/>
              </w:rPr>
              <w:t>05</w:t>
            </w:r>
            <w:r w:rsidRPr="003122DD">
              <w:rPr>
                <w:rFonts w:asciiTheme="minorHAnsi" w:hAnsiTheme="minorHAnsi" w:cstheme="minorHAnsi"/>
                <w:b/>
                <w:sz w:val="24"/>
              </w:rPr>
              <w:t xml:space="preserve"> p.m. – </w:t>
            </w:r>
            <w:r w:rsidR="00F90FF5" w:rsidRPr="003122DD">
              <w:rPr>
                <w:rFonts w:asciiTheme="minorHAnsi" w:hAnsiTheme="minorHAnsi" w:cstheme="minorHAnsi"/>
                <w:b/>
                <w:sz w:val="24"/>
              </w:rPr>
              <w:t>12</w:t>
            </w:r>
            <w:r w:rsidRPr="003122DD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6D77AE" w:rsidRPr="003122DD">
              <w:rPr>
                <w:rFonts w:asciiTheme="minorHAnsi" w:hAnsiTheme="minorHAnsi" w:cstheme="minorHAnsi"/>
                <w:b/>
                <w:sz w:val="24"/>
              </w:rPr>
              <w:t>35</w:t>
            </w:r>
            <w:r w:rsidRPr="003122DD">
              <w:rPr>
                <w:rFonts w:asciiTheme="minorHAnsi" w:hAnsiTheme="minorHAnsi" w:cstheme="minorHAnsi"/>
                <w:b/>
                <w:sz w:val="24"/>
              </w:rPr>
              <w:t xml:space="preserve"> p.m.</w:t>
            </w:r>
          </w:p>
        </w:tc>
        <w:tc>
          <w:tcPr>
            <w:tcW w:w="6840" w:type="dxa"/>
          </w:tcPr>
          <w:p w14:paraId="2ED32547" w14:textId="5A179014" w:rsidR="00B52258" w:rsidRPr="003122DD" w:rsidRDefault="00F90FF5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3122DD">
              <w:rPr>
                <w:rFonts w:asciiTheme="minorHAnsi" w:hAnsiTheme="minorHAnsi" w:cstheme="minorHAnsi"/>
                <w:sz w:val="24"/>
              </w:rPr>
              <w:t>Lunch</w:t>
            </w:r>
          </w:p>
        </w:tc>
        <w:tc>
          <w:tcPr>
            <w:tcW w:w="1980" w:type="dxa"/>
            <w:vAlign w:val="center"/>
          </w:tcPr>
          <w:p w14:paraId="7549DD65" w14:textId="77777777" w:rsidR="00B52258" w:rsidRPr="003122DD" w:rsidRDefault="00B52258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F90FF5" w:rsidRPr="003122DD" w14:paraId="743DE9C1" w14:textId="77777777" w:rsidTr="00411B13">
        <w:trPr>
          <w:trHeight w:val="443"/>
        </w:trPr>
        <w:tc>
          <w:tcPr>
            <w:tcW w:w="2610" w:type="dxa"/>
          </w:tcPr>
          <w:p w14:paraId="50102D59" w14:textId="57B66CC8" w:rsidR="00F90FF5" w:rsidRPr="003122DD" w:rsidRDefault="00F90FF5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3122DD">
              <w:rPr>
                <w:rFonts w:asciiTheme="minorHAnsi" w:hAnsiTheme="minorHAnsi" w:cstheme="minorHAnsi"/>
                <w:b/>
                <w:sz w:val="24"/>
              </w:rPr>
              <w:t>12:</w:t>
            </w:r>
            <w:r w:rsidR="007818CC" w:rsidRPr="003122DD">
              <w:rPr>
                <w:rFonts w:asciiTheme="minorHAnsi" w:hAnsiTheme="minorHAnsi" w:cstheme="minorHAnsi"/>
                <w:b/>
                <w:sz w:val="24"/>
              </w:rPr>
              <w:t>35</w:t>
            </w:r>
            <w:r w:rsidRPr="003122DD">
              <w:rPr>
                <w:rFonts w:asciiTheme="minorHAnsi" w:hAnsiTheme="minorHAnsi" w:cstheme="minorHAnsi"/>
                <w:b/>
                <w:sz w:val="24"/>
              </w:rPr>
              <w:t xml:space="preserve"> p.m. – </w:t>
            </w:r>
            <w:r w:rsidR="00072BDC" w:rsidRPr="003122DD">
              <w:rPr>
                <w:rFonts w:asciiTheme="minorHAnsi" w:hAnsiTheme="minorHAnsi" w:cstheme="minorHAnsi"/>
                <w:b/>
                <w:sz w:val="24"/>
              </w:rPr>
              <w:t>12:55</w:t>
            </w:r>
            <w:r w:rsidRPr="003122DD">
              <w:rPr>
                <w:rFonts w:asciiTheme="minorHAnsi" w:hAnsiTheme="minorHAnsi" w:cstheme="minorHAnsi"/>
                <w:b/>
                <w:sz w:val="24"/>
              </w:rPr>
              <w:t xml:space="preserve"> p.m.</w:t>
            </w:r>
          </w:p>
        </w:tc>
        <w:tc>
          <w:tcPr>
            <w:tcW w:w="6840" w:type="dxa"/>
          </w:tcPr>
          <w:p w14:paraId="17A89756" w14:textId="14A45ED2" w:rsidR="00F90FF5" w:rsidRPr="003122DD" w:rsidRDefault="00BC306C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3D4D13">
              <w:rPr>
                <w:rFonts w:asciiTheme="minorHAnsi" w:hAnsiTheme="minorHAnsi" w:cstheme="minorHAnsi"/>
                <w:sz w:val="24"/>
                <w:highlight w:val="green"/>
              </w:rPr>
              <w:t>OFP-153 Stronger Connections Grant Use of Funds Data Collection</w:t>
            </w:r>
          </w:p>
        </w:tc>
        <w:tc>
          <w:tcPr>
            <w:tcW w:w="1980" w:type="dxa"/>
            <w:vAlign w:val="center"/>
          </w:tcPr>
          <w:p w14:paraId="39C27637" w14:textId="16A70A8D" w:rsidR="00F90FF5" w:rsidRPr="003122DD" w:rsidRDefault="005E2BC7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3122DD">
              <w:rPr>
                <w:rFonts w:asciiTheme="minorHAnsi" w:hAnsiTheme="minorHAnsi" w:cstheme="minorHAnsi"/>
                <w:sz w:val="24"/>
              </w:rPr>
              <w:t>Jerry Ring</w:t>
            </w:r>
            <w:r w:rsidR="0005615B" w:rsidRPr="003122DD">
              <w:rPr>
                <w:rFonts w:asciiTheme="minorHAnsi" w:hAnsiTheme="minorHAnsi" w:cstheme="minorHAnsi"/>
                <w:sz w:val="24"/>
              </w:rPr>
              <w:t>, Tina Negley</w:t>
            </w:r>
          </w:p>
        </w:tc>
      </w:tr>
      <w:tr w:rsidR="002147BD" w:rsidRPr="003122DD" w14:paraId="788E6BEE" w14:textId="77777777" w:rsidTr="00411B13">
        <w:trPr>
          <w:trHeight w:val="443"/>
        </w:trPr>
        <w:tc>
          <w:tcPr>
            <w:tcW w:w="2610" w:type="dxa"/>
          </w:tcPr>
          <w:p w14:paraId="001005B7" w14:textId="042D0DF5" w:rsidR="002147BD" w:rsidRPr="003122DD" w:rsidRDefault="008E4FC2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3122DD">
              <w:rPr>
                <w:rFonts w:asciiTheme="minorHAnsi" w:hAnsiTheme="minorHAnsi" w:cstheme="minorHAnsi"/>
                <w:b/>
                <w:sz w:val="24"/>
              </w:rPr>
              <w:t>12</w:t>
            </w:r>
            <w:r w:rsidR="002147BD" w:rsidRPr="003122DD">
              <w:rPr>
                <w:rFonts w:asciiTheme="minorHAnsi" w:hAnsiTheme="minorHAnsi" w:cstheme="minorHAnsi"/>
                <w:b/>
                <w:sz w:val="24"/>
              </w:rPr>
              <w:t>:</w:t>
            </w:r>
            <w:r w:rsidRPr="003122DD">
              <w:rPr>
                <w:rFonts w:asciiTheme="minorHAnsi" w:hAnsiTheme="minorHAnsi" w:cstheme="minorHAnsi"/>
                <w:b/>
                <w:sz w:val="24"/>
              </w:rPr>
              <w:t>55</w:t>
            </w:r>
            <w:r w:rsidR="002147BD" w:rsidRPr="003122DD">
              <w:rPr>
                <w:rFonts w:asciiTheme="minorHAnsi" w:hAnsiTheme="minorHAnsi" w:cstheme="minorHAnsi"/>
                <w:b/>
                <w:sz w:val="24"/>
              </w:rPr>
              <w:t xml:space="preserve"> p.m. – 01:</w:t>
            </w:r>
            <w:r w:rsidRPr="003122DD">
              <w:rPr>
                <w:rFonts w:asciiTheme="minorHAnsi" w:hAnsiTheme="minorHAnsi" w:cstheme="minorHAnsi"/>
                <w:b/>
                <w:sz w:val="24"/>
              </w:rPr>
              <w:t>15</w:t>
            </w:r>
            <w:r w:rsidR="002147BD" w:rsidRPr="003122DD">
              <w:rPr>
                <w:rFonts w:asciiTheme="minorHAnsi" w:hAnsiTheme="minorHAnsi" w:cstheme="minorHAnsi"/>
                <w:b/>
                <w:sz w:val="24"/>
              </w:rPr>
              <w:t xml:space="preserve"> p.m.</w:t>
            </w:r>
          </w:p>
        </w:tc>
        <w:tc>
          <w:tcPr>
            <w:tcW w:w="6840" w:type="dxa"/>
          </w:tcPr>
          <w:p w14:paraId="01B7E499" w14:textId="70D98820" w:rsidR="002147BD" w:rsidRPr="003122DD" w:rsidRDefault="008E4FC2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B40E16">
              <w:rPr>
                <w:rFonts w:asciiTheme="minorHAnsi" w:hAnsiTheme="minorHAnsi" w:cstheme="minorHAnsi"/>
                <w:sz w:val="24"/>
                <w:highlight w:val="green"/>
              </w:rPr>
              <w:t>DMC</w:t>
            </w:r>
            <w:r w:rsidR="00DA14CC" w:rsidRPr="00B40E16">
              <w:rPr>
                <w:rFonts w:asciiTheme="minorHAnsi" w:hAnsiTheme="minorHAnsi" w:cstheme="minorHAnsi"/>
                <w:sz w:val="24"/>
                <w:highlight w:val="green"/>
              </w:rPr>
              <w:t>-</w:t>
            </w:r>
            <w:r w:rsidRPr="00B40E16">
              <w:rPr>
                <w:rFonts w:asciiTheme="minorHAnsi" w:hAnsiTheme="minorHAnsi" w:cstheme="minorHAnsi"/>
                <w:sz w:val="24"/>
                <w:highlight w:val="green"/>
              </w:rPr>
              <w:t>133 Kindergarten School Readiness Collection</w:t>
            </w:r>
          </w:p>
        </w:tc>
        <w:tc>
          <w:tcPr>
            <w:tcW w:w="1980" w:type="dxa"/>
            <w:vAlign w:val="center"/>
          </w:tcPr>
          <w:p w14:paraId="06C96E05" w14:textId="55B82D04" w:rsidR="002147BD" w:rsidRPr="003122DD" w:rsidRDefault="008E4FC2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3122DD">
              <w:rPr>
                <w:rFonts w:asciiTheme="minorHAnsi" w:hAnsiTheme="minorHAnsi" w:cstheme="minorHAnsi"/>
                <w:sz w:val="24"/>
              </w:rPr>
              <w:t>Tara Rhodes</w:t>
            </w:r>
          </w:p>
        </w:tc>
      </w:tr>
      <w:tr w:rsidR="00F90FF5" w:rsidRPr="0061715A" w14:paraId="553B12ED" w14:textId="77777777" w:rsidTr="00411B13">
        <w:trPr>
          <w:trHeight w:val="443"/>
        </w:trPr>
        <w:tc>
          <w:tcPr>
            <w:tcW w:w="2610" w:type="dxa"/>
          </w:tcPr>
          <w:p w14:paraId="0B3074A1" w14:textId="0F4571AB" w:rsidR="00F90FF5" w:rsidRPr="003122DD" w:rsidRDefault="00F90FF5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3122DD">
              <w:rPr>
                <w:rFonts w:asciiTheme="minorHAnsi" w:hAnsiTheme="minorHAnsi" w:cstheme="minorHAnsi"/>
                <w:b/>
                <w:sz w:val="24"/>
              </w:rPr>
              <w:t>01:1</w:t>
            </w:r>
            <w:r w:rsidR="008E4FC2" w:rsidRPr="003122DD">
              <w:rPr>
                <w:rFonts w:asciiTheme="minorHAnsi" w:hAnsiTheme="minorHAnsi" w:cstheme="minorHAnsi"/>
                <w:b/>
                <w:sz w:val="24"/>
              </w:rPr>
              <w:t>5</w:t>
            </w:r>
            <w:r w:rsidRPr="003122DD">
              <w:rPr>
                <w:rFonts w:asciiTheme="minorHAnsi" w:hAnsiTheme="minorHAnsi" w:cstheme="minorHAnsi"/>
                <w:b/>
                <w:sz w:val="24"/>
              </w:rPr>
              <w:t xml:space="preserve"> p.m. – 04:00 p.m.</w:t>
            </w:r>
          </w:p>
        </w:tc>
        <w:tc>
          <w:tcPr>
            <w:tcW w:w="6840" w:type="dxa"/>
          </w:tcPr>
          <w:p w14:paraId="5CF70B12" w14:textId="17EDC34E" w:rsidR="00F90FF5" w:rsidRPr="003122DD" w:rsidRDefault="00F90FF5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3122DD">
              <w:rPr>
                <w:rFonts w:asciiTheme="minorHAnsi" w:hAnsiTheme="minorHAnsi" w:cstheme="minorHAnsi"/>
                <w:sz w:val="24"/>
              </w:rPr>
              <w:t>General Business Continued</w:t>
            </w:r>
          </w:p>
        </w:tc>
        <w:tc>
          <w:tcPr>
            <w:tcW w:w="1980" w:type="dxa"/>
            <w:vAlign w:val="center"/>
          </w:tcPr>
          <w:p w14:paraId="0C708F6D" w14:textId="77777777" w:rsidR="00F90FF5" w:rsidRPr="0061715A" w:rsidRDefault="00F90FF5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58A964B8" w14:textId="392B1EB0" w:rsidR="00463548" w:rsidRPr="00463548" w:rsidRDefault="00463548" w:rsidP="006A20AD">
      <w:pPr>
        <w:rPr>
          <w:rFonts w:asciiTheme="minorHAnsi" w:hAnsiTheme="minorHAnsi" w:cstheme="minorHAnsi"/>
        </w:rPr>
      </w:pPr>
    </w:p>
    <w:sectPr w:rsidR="00463548" w:rsidRPr="00463548">
      <w:pgSz w:w="12240" w:h="15840"/>
      <w:pgMar w:top="90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00DF5"/>
    <w:multiLevelType w:val="hybridMultilevel"/>
    <w:tmpl w:val="5F4C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64D44"/>
    <w:multiLevelType w:val="hybridMultilevel"/>
    <w:tmpl w:val="B8AE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73A19"/>
    <w:multiLevelType w:val="hybridMultilevel"/>
    <w:tmpl w:val="03DE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F039B"/>
    <w:multiLevelType w:val="hybridMultilevel"/>
    <w:tmpl w:val="179C1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A562C"/>
    <w:multiLevelType w:val="hybridMultilevel"/>
    <w:tmpl w:val="1FCA0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03C97"/>
    <w:multiLevelType w:val="hybridMultilevel"/>
    <w:tmpl w:val="2B3CE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33F58"/>
    <w:multiLevelType w:val="hybridMultilevel"/>
    <w:tmpl w:val="9B603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87C91"/>
    <w:multiLevelType w:val="hybridMultilevel"/>
    <w:tmpl w:val="2CBEF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7433E"/>
    <w:multiLevelType w:val="hybridMultilevel"/>
    <w:tmpl w:val="DC52A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940D8"/>
    <w:multiLevelType w:val="hybridMultilevel"/>
    <w:tmpl w:val="C5EA2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C5F6A"/>
    <w:multiLevelType w:val="hybridMultilevel"/>
    <w:tmpl w:val="4FC2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B14FA1"/>
    <w:multiLevelType w:val="hybridMultilevel"/>
    <w:tmpl w:val="96EC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4668B"/>
    <w:multiLevelType w:val="hybridMultilevel"/>
    <w:tmpl w:val="39366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47732"/>
    <w:multiLevelType w:val="hybridMultilevel"/>
    <w:tmpl w:val="17FC8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964A16"/>
    <w:multiLevelType w:val="hybridMultilevel"/>
    <w:tmpl w:val="CBB20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D50EA"/>
    <w:multiLevelType w:val="hybridMultilevel"/>
    <w:tmpl w:val="A9EC4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46E73"/>
    <w:multiLevelType w:val="hybridMultilevel"/>
    <w:tmpl w:val="12A0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D46FF4"/>
    <w:multiLevelType w:val="hybridMultilevel"/>
    <w:tmpl w:val="6002C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694323">
    <w:abstractNumId w:val="12"/>
  </w:num>
  <w:num w:numId="2" w16cid:durableId="381288757">
    <w:abstractNumId w:val="6"/>
  </w:num>
  <w:num w:numId="3" w16cid:durableId="561916235">
    <w:abstractNumId w:val="2"/>
  </w:num>
  <w:num w:numId="4" w16cid:durableId="794761212">
    <w:abstractNumId w:val="4"/>
  </w:num>
  <w:num w:numId="5" w16cid:durableId="278804455">
    <w:abstractNumId w:val="14"/>
  </w:num>
  <w:num w:numId="6" w16cid:durableId="2026709823">
    <w:abstractNumId w:val="6"/>
  </w:num>
  <w:num w:numId="7" w16cid:durableId="1051029322">
    <w:abstractNumId w:val="5"/>
  </w:num>
  <w:num w:numId="8" w16cid:durableId="1513373992">
    <w:abstractNumId w:val="16"/>
  </w:num>
  <w:num w:numId="9" w16cid:durableId="1075323414">
    <w:abstractNumId w:val="10"/>
  </w:num>
  <w:num w:numId="10" w16cid:durableId="61563019">
    <w:abstractNumId w:val="15"/>
  </w:num>
  <w:num w:numId="11" w16cid:durableId="1135877279">
    <w:abstractNumId w:val="7"/>
  </w:num>
  <w:num w:numId="12" w16cid:durableId="948928238">
    <w:abstractNumId w:val="17"/>
  </w:num>
  <w:num w:numId="13" w16cid:durableId="708530942">
    <w:abstractNumId w:val="3"/>
  </w:num>
  <w:num w:numId="14" w16cid:durableId="31614914">
    <w:abstractNumId w:val="11"/>
  </w:num>
  <w:num w:numId="15" w16cid:durableId="1922644462">
    <w:abstractNumId w:val="0"/>
  </w:num>
  <w:num w:numId="16" w16cid:durableId="2117631249">
    <w:abstractNumId w:val="9"/>
  </w:num>
  <w:num w:numId="17" w16cid:durableId="889267611">
    <w:abstractNumId w:val="13"/>
  </w:num>
  <w:num w:numId="18" w16cid:durableId="1945921206">
    <w:abstractNumId w:val="1"/>
  </w:num>
  <w:num w:numId="19" w16cid:durableId="27684064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318"/>
    <w:rsid w:val="00000475"/>
    <w:rsid w:val="00000D93"/>
    <w:rsid w:val="00002290"/>
    <w:rsid w:val="00002DF0"/>
    <w:rsid w:val="00003B14"/>
    <w:rsid w:val="000055C3"/>
    <w:rsid w:val="000059A6"/>
    <w:rsid w:val="00006621"/>
    <w:rsid w:val="000100A5"/>
    <w:rsid w:val="00010476"/>
    <w:rsid w:val="0001062E"/>
    <w:rsid w:val="00011652"/>
    <w:rsid w:val="00012102"/>
    <w:rsid w:val="00012DD6"/>
    <w:rsid w:val="00013198"/>
    <w:rsid w:val="000145C6"/>
    <w:rsid w:val="000145EF"/>
    <w:rsid w:val="00020071"/>
    <w:rsid w:val="000228D3"/>
    <w:rsid w:val="00022F4B"/>
    <w:rsid w:val="00024795"/>
    <w:rsid w:val="00024B0C"/>
    <w:rsid w:val="00025FEB"/>
    <w:rsid w:val="00026B35"/>
    <w:rsid w:val="00027873"/>
    <w:rsid w:val="00027CB5"/>
    <w:rsid w:val="0003042A"/>
    <w:rsid w:val="000337CA"/>
    <w:rsid w:val="00033EEF"/>
    <w:rsid w:val="00034419"/>
    <w:rsid w:val="00034ED6"/>
    <w:rsid w:val="00036166"/>
    <w:rsid w:val="00037386"/>
    <w:rsid w:val="00037E5D"/>
    <w:rsid w:val="00042FD7"/>
    <w:rsid w:val="00043139"/>
    <w:rsid w:val="000431B1"/>
    <w:rsid w:val="0004376B"/>
    <w:rsid w:val="00045B6B"/>
    <w:rsid w:val="00046F68"/>
    <w:rsid w:val="0004704C"/>
    <w:rsid w:val="00050252"/>
    <w:rsid w:val="000524EB"/>
    <w:rsid w:val="0005427E"/>
    <w:rsid w:val="0005488C"/>
    <w:rsid w:val="0005615B"/>
    <w:rsid w:val="000635C1"/>
    <w:rsid w:val="0006366B"/>
    <w:rsid w:val="00063BE3"/>
    <w:rsid w:val="00064F5E"/>
    <w:rsid w:val="000657C9"/>
    <w:rsid w:val="00065B35"/>
    <w:rsid w:val="000661ED"/>
    <w:rsid w:val="00071612"/>
    <w:rsid w:val="00072BDC"/>
    <w:rsid w:val="00072E6B"/>
    <w:rsid w:val="00077504"/>
    <w:rsid w:val="00077714"/>
    <w:rsid w:val="00077CC8"/>
    <w:rsid w:val="0008045D"/>
    <w:rsid w:val="0008118D"/>
    <w:rsid w:val="00086381"/>
    <w:rsid w:val="00087408"/>
    <w:rsid w:val="000875CE"/>
    <w:rsid w:val="00087645"/>
    <w:rsid w:val="000902A7"/>
    <w:rsid w:val="000912EC"/>
    <w:rsid w:val="000922E9"/>
    <w:rsid w:val="0009265B"/>
    <w:rsid w:val="0009366E"/>
    <w:rsid w:val="00094A4B"/>
    <w:rsid w:val="00096472"/>
    <w:rsid w:val="00096804"/>
    <w:rsid w:val="00097C85"/>
    <w:rsid w:val="000A09D6"/>
    <w:rsid w:val="000A124D"/>
    <w:rsid w:val="000A1A46"/>
    <w:rsid w:val="000A2A73"/>
    <w:rsid w:val="000A416D"/>
    <w:rsid w:val="000A55AB"/>
    <w:rsid w:val="000A6A51"/>
    <w:rsid w:val="000B111E"/>
    <w:rsid w:val="000B348A"/>
    <w:rsid w:val="000B43F0"/>
    <w:rsid w:val="000B6DF7"/>
    <w:rsid w:val="000C0FED"/>
    <w:rsid w:val="000C1CFC"/>
    <w:rsid w:val="000C313F"/>
    <w:rsid w:val="000C392A"/>
    <w:rsid w:val="000C40EA"/>
    <w:rsid w:val="000C5D1B"/>
    <w:rsid w:val="000C6C55"/>
    <w:rsid w:val="000C789D"/>
    <w:rsid w:val="000D059C"/>
    <w:rsid w:val="000D4AF9"/>
    <w:rsid w:val="000D4D76"/>
    <w:rsid w:val="000D50DF"/>
    <w:rsid w:val="000D5697"/>
    <w:rsid w:val="000D68F6"/>
    <w:rsid w:val="000D6C32"/>
    <w:rsid w:val="000D7AFA"/>
    <w:rsid w:val="000E134B"/>
    <w:rsid w:val="000E1C96"/>
    <w:rsid w:val="000E3390"/>
    <w:rsid w:val="000E3647"/>
    <w:rsid w:val="000E60C1"/>
    <w:rsid w:val="000E74C6"/>
    <w:rsid w:val="000F25F3"/>
    <w:rsid w:val="000F2942"/>
    <w:rsid w:val="000F3E45"/>
    <w:rsid w:val="000F46D4"/>
    <w:rsid w:val="000F4AD8"/>
    <w:rsid w:val="000F607E"/>
    <w:rsid w:val="000F70D2"/>
    <w:rsid w:val="000F7157"/>
    <w:rsid w:val="000F7879"/>
    <w:rsid w:val="00100A0A"/>
    <w:rsid w:val="00100F43"/>
    <w:rsid w:val="00103108"/>
    <w:rsid w:val="001039CC"/>
    <w:rsid w:val="00105C6C"/>
    <w:rsid w:val="00105D8E"/>
    <w:rsid w:val="00105F04"/>
    <w:rsid w:val="0010606B"/>
    <w:rsid w:val="001071B9"/>
    <w:rsid w:val="00107F63"/>
    <w:rsid w:val="0011235A"/>
    <w:rsid w:val="00112AE0"/>
    <w:rsid w:val="00112E99"/>
    <w:rsid w:val="00113E56"/>
    <w:rsid w:val="0011573C"/>
    <w:rsid w:val="00117112"/>
    <w:rsid w:val="001172E4"/>
    <w:rsid w:val="00124BDA"/>
    <w:rsid w:val="00124DCA"/>
    <w:rsid w:val="001262DB"/>
    <w:rsid w:val="0012696A"/>
    <w:rsid w:val="0012740D"/>
    <w:rsid w:val="00130477"/>
    <w:rsid w:val="00131856"/>
    <w:rsid w:val="00132640"/>
    <w:rsid w:val="00133197"/>
    <w:rsid w:val="0013353C"/>
    <w:rsid w:val="00134D4C"/>
    <w:rsid w:val="00136440"/>
    <w:rsid w:val="00136A1E"/>
    <w:rsid w:val="001375B2"/>
    <w:rsid w:val="00137DD3"/>
    <w:rsid w:val="001403AE"/>
    <w:rsid w:val="00140BDE"/>
    <w:rsid w:val="001411F8"/>
    <w:rsid w:val="00141539"/>
    <w:rsid w:val="0014157E"/>
    <w:rsid w:val="001432C2"/>
    <w:rsid w:val="001444D1"/>
    <w:rsid w:val="001506CE"/>
    <w:rsid w:val="001515E6"/>
    <w:rsid w:val="001525B7"/>
    <w:rsid w:val="00156079"/>
    <w:rsid w:val="001560E4"/>
    <w:rsid w:val="00162228"/>
    <w:rsid w:val="00162267"/>
    <w:rsid w:val="001628EB"/>
    <w:rsid w:val="00162D14"/>
    <w:rsid w:val="00162EA3"/>
    <w:rsid w:val="00163B4C"/>
    <w:rsid w:val="00163CBB"/>
    <w:rsid w:val="00164A1E"/>
    <w:rsid w:val="00164C26"/>
    <w:rsid w:val="00165824"/>
    <w:rsid w:val="00170135"/>
    <w:rsid w:val="00171ED1"/>
    <w:rsid w:val="00172238"/>
    <w:rsid w:val="00172729"/>
    <w:rsid w:val="001729D6"/>
    <w:rsid w:val="00172CBB"/>
    <w:rsid w:val="00174DE7"/>
    <w:rsid w:val="00175BF4"/>
    <w:rsid w:val="00181ED8"/>
    <w:rsid w:val="0018264B"/>
    <w:rsid w:val="00184E05"/>
    <w:rsid w:val="001859CC"/>
    <w:rsid w:val="00186920"/>
    <w:rsid w:val="001879F9"/>
    <w:rsid w:val="00190975"/>
    <w:rsid w:val="00193749"/>
    <w:rsid w:val="0019459C"/>
    <w:rsid w:val="00195450"/>
    <w:rsid w:val="00195B95"/>
    <w:rsid w:val="00196FD6"/>
    <w:rsid w:val="001A1B31"/>
    <w:rsid w:val="001A2F43"/>
    <w:rsid w:val="001A32AF"/>
    <w:rsid w:val="001A354C"/>
    <w:rsid w:val="001A411B"/>
    <w:rsid w:val="001A477E"/>
    <w:rsid w:val="001A592B"/>
    <w:rsid w:val="001A6B41"/>
    <w:rsid w:val="001B709B"/>
    <w:rsid w:val="001C1174"/>
    <w:rsid w:val="001C23AB"/>
    <w:rsid w:val="001C285F"/>
    <w:rsid w:val="001C5664"/>
    <w:rsid w:val="001C5C90"/>
    <w:rsid w:val="001D1B0B"/>
    <w:rsid w:val="001D2A53"/>
    <w:rsid w:val="001D4A78"/>
    <w:rsid w:val="001D58B1"/>
    <w:rsid w:val="001D6ED2"/>
    <w:rsid w:val="001E2794"/>
    <w:rsid w:val="001E37C7"/>
    <w:rsid w:val="001E3DFB"/>
    <w:rsid w:val="001E4E73"/>
    <w:rsid w:val="001E58A0"/>
    <w:rsid w:val="001E60DF"/>
    <w:rsid w:val="001F1D33"/>
    <w:rsid w:val="001F301C"/>
    <w:rsid w:val="001F564C"/>
    <w:rsid w:val="001F56C4"/>
    <w:rsid w:val="001F6680"/>
    <w:rsid w:val="001F7ECC"/>
    <w:rsid w:val="00200EAF"/>
    <w:rsid w:val="00200F3B"/>
    <w:rsid w:val="00201B5D"/>
    <w:rsid w:val="00202486"/>
    <w:rsid w:val="00203518"/>
    <w:rsid w:val="00205E61"/>
    <w:rsid w:val="0020654E"/>
    <w:rsid w:val="002079C6"/>
    <w:rsid w:val="00207CDD"/>
    <w:rsid w:val="00210A40"/>
    <w:rsid w:val="00211FAD"/>
    <w:rsid w:val="00213613"/>
    <w:rsid w:val="002140C7"/>
    <w:rsid w:val="002147BD"/>
    <w:rsid w:val="00215B50"/>
    <w:rsid w:val="00216849"/>
    <w:rsid w:val="00216E69"/>
    <w:rsid w:val="00221337"/>
    <w:rsid w:val="002231D8"/>
    <w:rsid w:val="0022449D"/>
    <w:rsid w:val="00224FFF"/>
    <w:rsid w:val="00226266"/>
    <w:rsid w:val="0022690E"/>
    <w:rsid w:val="00226B84"/>
    <w:rsid w:val="00226BDE"/>
    <w:rsid w:val="00226BF9"/>
    <w:rsid w:val="00227E77"/>
    <w:rsid w:val="00231EDD"/>
    <w:rsid w:val="00233DFD"/>
    <w:rsid w:val="002358F5"/>
    <w:rsid w:val="0024368E"/>
    <w:rsid w:val="00244F4B"/>
    <w:rsid w:val="002461B3"/>
    <w:rsid w:val="00247714"/>
    <w:rsid w:val="00247B8A"/>
    <w:rsid w:val="002531FC"/>
    <w:rsid w:val="002534FD"/>
    <w:rsid w:val="00253FA5"/>
    <w:rsid w:val="00256E0D"/>
    <w:rsid w:val="0026015D"/>
    <w:rsid w:val="00261692"/>
    <w:rsid w:val="00262AD0"/>
    <w:rsid w:val="0026313F"/>
    <w:rsid w:val="002643D7"/>
    <w:rsid w:val="00264474"/>
    <w:rsid w:val="00267C01"/>
    <w:rsid w:val="00270751"/>
    <w:rsid w:val="00272BB3"/>
    <w:rsid w:val="0027442E"/>
    <w:rsid w:val="0027531F"/>
    <w:rsid w:val="0027532B"/>
    <w:rsid w:val="002762BA"/>
    <w:rsid w:val="00280B2F"/>
    <w:rsid w:val="00285B85"/>
    <w:rsid w:val="00285DB5"/>
    <w:rsid w:val="00287068"/>
    <w:rsid w:val="00290DD3"/>
    <w:rsid w:val="00290FA5"/>
    <w:rsid w:val="00293225"/>
    <w:rsid w:val="00294BB5"/>
    <w:rsid w:val="00296FB3"/>
    <w:rsid w:val="00297804"/>
    <w:rsid w:val="002A00FF"/>
    <w:rsid w:val="002A0A12"/>
    <w:rsid w:val="002A1F4C"/>
    <w:rsid w:val="002A2A8A"/>
    <w:rsid w:val="002A2BF4"/>
    <w:rsid w:val="002A4D8A"/>
    <w:rsid w:val="002A690E"/>
    <w:rsid w:val="002A6ED4"/>
    <w:rsid w:val="002B061F"/>
    <w:rsid w:val="002B100D"/>
    <w:rsid w:val="002B12E3"/>
    <w:rsid w:val="002B1E3D"/>
    <w:rsid w:val="002B1F84"/>
    <w:rsid w:val="002B20C7"/>
    <w:rsid w:val="002B32BB"/>
    <w:rsid w:val="002B3964"/>
    <w:rsid w:val="002B5389"/>
    <w:rsid w:val="002B5956"/>
    <w:rsid w:val="002C07E0"/>
    <w:rsid w:val="002C3332"/>
    <w:rsid w:val="002C403E"/>
    <w:rsid w:val="002C4590"/>
    <w:rsid w:val="002C46D7"/>
    <w:rsid w:val="002C4D56"/>
    <w:rsid w:val="002C66A1"/>
    <w:rsid w:val="002C6945"/>
    <w:rsid w:val="002C7023"/>
    <w:rsid w:val="002D0CF2"/>
    <w:rsid w:val="002D21D7"/>
    <w:rsid w:val="002D221A"/>
    <w:rsid w:val="002D248E"/>
    <w:rsid w:val="002D58A5"/>
    <w:rsid w:val="002D6EF4"/>
    <w:rsid w:val="002D7490"/>
    <w:rsid w:val="002D790C"/>
    <w:rsid w:val="002E1685"/>
    <w:rsid w:val="002E2952"/>
    <w:rsid w:val="002E60BD"/>
    <w:rsid w:val="002E74EE"/>
    <w:rsid w:val="002F0682"/>
    <w:rsid w:val="002F31BD"/>
    <w:rsid w:val="002F6399"/>
    <w:rsid w:val="003001DC"/>
    <w:rsid w:val="00300F38"/>
    <w:rsid w:val="003045AD"/>
    <w:rsid w:val="003049D4"/>
    <w:rsid w:val="00304E7B"/>
    <w:rsid w:val="00305DFA"/>
    <w:rsid w:val="003102F3"/>
    <w:rsid w:val="00310A22"/>
    <w:rsid w:val="003117A3"/>
    <w:rsid w:val="003122DD"/>
    <w:rsid w:val="003132AE"/>
    <w:rsid w:val="0031402C"/>
    <w:rsid w:val="00315A95"/>
    <w:rsid w:val="00315C3C"/>
    <w:rsid w:val="0031612F"/>
    <w:rsid w:val="003166FA"/>
    <w:rsid w:val="00316D3D"/>
    <w:rsid w:val="00320E7C"/>
    <w:rsid w:val="00321D65"/>
    <w:rsid w:val="00323CF3"/>
    <w:rsid w:val="0032449D"/>
    <w:rsid w:val="00324652"/>
    <w:rsid w:val="0033254D"/>
    <w:rsid w:val="003328C9"/>
    <w:rsid w:val="003338DF"/>
    <w:rsid w:val="00333B88"/>
    <w:rsid w:val="00334612"/>
    <w:rsid w:val="00334E3F"/>
    <w:rsid w:val="003356D2"/>
    <w:rsid w:val="00337DBD"/>
    <w:rsid w:val="00344707"/>
    <w:rsid w:val="00345219"/>
    <w:rsid w:val="003472F0"/>
    <w:rsid w:val="00347617"/>
    <w:rsid w:val="0035169A"/>
    <w:rsid w:val="00353136"/>
    <w:rsid w:val="0035463C"/>
    <w:rsid w:val="00354746"/>
    <w:rsid w:val="00356A4E"/>
    <w:rsid w:val="003571BD"/>
    <w:rsid w:val="00357455"/>
    <w:rsid w:val="0036020D"/>
    <w:rsid w:val="003608CE"/>
    <w:rsid w:val="00361240"/>
    <w:rsid w:val="0036159C"/>
    <w:rsid w:val="003618CD"/>
    <w:rsid w:val="003620DE"/>
    <w:rsid w:val="00363506"/>
    <w:rsid w:val="00365A5B"/>
    <w:rsid w:val="0036603E"/>
    <w:rsid w:val="0036616A"/>
    <w:rsid w:val="003672F9"/>
    <w:rsid w:val="00370700"/>
    <w:rsid w:val="00370726"/>
    <w:rsid w:val="00370AA5"/>
    <w:rsid w:val="00371556"/>
    <w:rsid w:val="0037160E"/>
    <w:rsid w:val="00371D9A"/>
    <w:rsid w:val="00373CA7"/>
    <w:rsid w:val="00373E22"/>
    <w:rsid w:val="0037407E"/>
    <w:rsid w:val="0037438A"/>
    <w:rsid w:val="00374FCE"/>
    <w:rsid w:val="00380F3B"/>
    <w:rsid w:val="003815E6"/>
    <w:rsid w:val="00381730"/>
    <w:rsid w:val="00385EEB"/>
    <w:rsid w:val="003868A6"/>
    <w:rsid w:val="00386A8D"/>
    <w:rsid w:val="0039167B"/>
    <w:rsid w:val="00391C94"/>
    <w:rsid w:val="00392563"/>
    <w:rsid w:val="00392EC8"/>
    <w:rsid w:val="00393FA8"/>
    <w:rsid w:val="00395A5D"/>
    <w:rsid w:val="00396676"/>
    <w:rsid w:val="003A0538"/>
    <w:rsid w:val="003A39C5"/>
    <w:rsid w:val="003A466E"/>
    <w:rsid w:val="003B0D18"/>
    <w:rsid w:val="003B5999"/>
    <w:rsid w:val="003B6F83"/>
    <w:rsid w:val="003C1805"/>
    <w:rsid w:val="003C5887"/>
    <w:rsid w:val="003C643A"/>
    <w:rsid w:val="003D0E23"/>
    <w:rsid w:val="003D0F1C"/>
    <w:rsid w:val="003D0FD4"/>
    <w:rsid w:val="003D4523"/>
    <w:rsid w:val="003D4D13"/>
    <w:rsid w:val="003D5184"/>
    <w:rsid w:val="003D5786"/>
    <w:rsid w:val="003D685F"/>
    <w:rsid w:val="003D6B71"/>
    <w:rsid w:val="003D6C7C"/>
    <w:rsid w:val="003E0CB4"/>
    <w:rsid w:val="003E1A78"/>
    <w:rsid w:val="003E1CAD"/>
    <w:rsid w:val="003E255F"/>
    <w:rsid w:val="003E28F6"/>
    <w:rsid w:val="003E331D"/>
    <w:rsid w:val="003E6680"/>
    <w:rsid w:val="003E681D"/>
    <w:rsid w:val="003F3A25"/>
    <w:rsid w:val="003F630B"/>
    <w:rsid w:val="003F6948"/>
    <w:rsid w:val="003F6A5F"/>
    <w:rsid w:val="003F6B3B"/>
    <w:rsid w:val="003F718E"/>
    <w:rsid w:val="00400E61"/>
    <w:rsid w:val="004038BD"/>
    <w:rsid w:val="00403D90"/>
    <w:rsid w:val="00405B3E"/>
    <w:rsid w:val="00405E80"/>
    <w:rsid w:val="00405F90"/>
    <w:rsid w:val="00406BB9"/>
    <w:rsid w:val="00407235"/>
    <w:rsid w:val="004115AA"/>
    <w:rsid w:val="00411B13"/>
    <w:rsid w:val="004128E2"/>
    <w:rsid w:val="00414277"/>
    <w:rsid w:val="00415356"/>
    <w:rsid w:val="004157B1"/>
    <w:rsid w:val="0041621E"/>
    <w:rsid w:val="00416E5F"/>
    <w:rsid w:val="004174F8"/>
    <w:rsid w:val="0042118B"/>
    <w:rsid w:val="00421346"/>
    <w:rsid w:val="0042187B"/>
    <w:rsid w:val="004229D9"/>
    <w:rsid w:val="00423851"/>
    <w:rsid w:val="004245D2"/>
    <w:rsid w:val="004303AA"/>
    <w:rsid w:val="0043044B"/>
    <w:rsid w:val="00431D61"/>
    <w:rsid w:val="004326A0"/>
    <w:rsid w:val="004352F4"/>
    <w:rsid w:val="0044244A"/>
    <w:rsid w:val="00443026"/>
    <w:rsid w:val="00450F49"/>
    <w:rsid w:val="00452D4C"/>
    <w:rsid w:val="0045312C"/>
    <w:rsid w:val="00454652"/>
    <w:rsid w:val="00454792"/>
    <w:rsid w:val="00461D86"/>
    <w:rsid w:val="00462B0D"/>
    <w:rsid w:val="00463548"/>
    <w:rsid w:val="00464B10"/>
    <w:rsid w:val="00467115"/>
    <w:rsid w:val="00467434"/>
    <w:rsid w:val="00474FB6"/>
    <w:rsid w:val="00476110"/>
    <w:rsid w:val="00476387"/>
    <w:rsid w:val="00476593"/>
    <w:rsid w:val="00476757"/>
    <w:rsid w:val="00480001"/>
    <w:rsid w:val="00480028"/>
    <w:rsid w:val="00480A3E"/>
    <w:rsid w:val="004817A8"/>
    <w:rsid w:val="00482FCC"/>
    <w:rsid w:val="0048390B"/>
    <w:rsid w:val="004876C3"/>
    <w:rsid w:val="00487CB2"/>
    <w:rsid w:val="00491A1F"/>
    <w:rsid w:val="00491ABF"/>
    <w:rsid w:val="00493C26"/>
    <w:rsid w:val="00494127"/>
    <w:rsid w:val="00494D98"/>
    <w:rsid w:val="00494F2D"/>
    <w:rsid w:val="00495B2B"/>
    <w:rsid w:val="00495EA5"/>
    <w:rsid w:val="00496748"/>
    <w:rsid w:val="004A0B01"/>
    <w:rsid w:val="004A0F14"/>
    <w:rsid w:val="004A31C8"/>
    <w:rsid w:val="004A4027"/>
    <w:rsid w:val="004A7FDF"/>
    <w:rsid w:val="004B0154"/>
    <w:rsid w:val="004B4F3B"/>
    <w:rsid w:val="004B657D"/>
    <w:rsid w:val="004B66F1"/>
    <w:rsid w:val="004B69BB"/>
    <w:rsid w:val="004B73DF"/>
    <w:rsid w:val="004C0917"/>
    <w:rsid w:val="004C1805"/>
    <w:rsid w:val="004C1B9A"/>
    <w:rsid w:val="004C1EF8"/>
    <w:rsid w:val="004C1F21"/>
    <w:rsid w:val="004C2B27"/>
    <w:rsid w:val="004C530E"/>
    <w:rsid w:val="004C64BB"/>
    <w:rsid w:val="004D0415"/>
    <w:rsid w:val="004D1BA0"/>
    <w:rsid w:val="004D1DE6"/>
    <w:rsid w:val="004D1DEA"/>
    <w:rsid w:val="004D4A91"/>
    <w:rsid w:val="004D524A"/>
    <w:rsid w:val="004D5910"/>
    <w:rsid w:val="004D5EC3"/>
    <w:rsid w:val="004D7170"/>
    <w:rsid w:val="004E072A"/>
    <w:rsid w:val="004E0F39"/>
    <w:rsid w:val="004E2531"/>
    <w:rsid w:val="004E3D68"/>
    <w:rsid w:val="004E43E3"/>
    <w:rsid w:val="004E599D"/>
    <w:rsid w:val="004E7887"/>
    <w:rsid w:val="004F05BD"/>
    <w:rsid w:val="004F111C"/>
    <w:rsid w:val="004F38C3"/>
    <w:rsid w:val="004F45F4"/>
    <w:rsid w:val="004F504B"/>
    <w:rsid w:val="004F52EF"/>
    <w:rsid w:val="0050083D"/>
    <w:rsid w:val="00500B64"/>
    <w:rsid w:val="00502885"/>
    <w:rsid w:val="0050341B"/>
    <w:rsid w:val="00503A70"/>
    <w:rsid w:val="005045E6"/>
    <w:rsid w:val="00504D17"/>
    <w:rsid w:val="0050605A"/>
    <w:rsid w:val="005077AB"/>
    <w:rsid w:val="00507F54"/>
    <w:rsid w:val="00513AF4"/>
    <w:rsid w:val="0051422B"/>
    <w:rsid w:val="005147E3"/>
    <w:rsid w:val="005177C1"/>
    <w:rsid w:val="00520144"/>
    <w:rsid w:val="00522FC1"/>
    <w:rsid w:val="00523756"/>
    <w:rsid w:val="00524788"/>
    <w:rsid w:val="005247AF"/>
    <w:rsid w:val="00524EC8"/>
    <w:rsid w:val="00527C82"/>
    <w:rsid w:val="0053085C"/>
    <w:rsid w:val="00533368"/>
    <w:rsid w:val="00533BE7"/>
    <w:rsid w:val="005340C4"/>
    <w:rsid w:val="00534297"/>
    <w:rsid w:val="00537428"/>
    <w:rsid w:val="00542DC5"/>
    <w:rsid w:val="00543762"/>
    <w:rsid w:val="00543D30"/>
    <w:rsid w:val="005465ED"/>
    <w:rsid w:val="00546DF7"/>
    <w:rsid w:val="00547C54"/>
    <w:rsid w:val="00550582"/>
    <w:rsid w:val="00551231"/>
    <w:rsid w:val="00551443"/>
    <w:rsid w:val="00551B43"/>
    <w:rsid w:val="005526B4"/>
    <w:rsid w:val="00553D2C"/>
    <w:rsid w:val="0055549E"/>
    <w:rsid w:val="00556513"/>
    <w:rsid w:val="00556A7E"/>
    <w:rsid w:val="00557275"/>
    <w:rsid w:val="00557899"/>
    <w:rsid w:val="0056074C"/>
    <w:rsid w:val="00560FE0"/>
    <w:rsid w:val="00565AB1"/>
    <w:rsid w:val="00572948"/>
    <w:rsid w:val="00573125"/>
    <w:rsid w:val="0057314E"/>
    <w:rsid w:val="00573508"/>
    <w:rsid w:val="00575CE1"/>
    <w:rsid w:val="00575EB3"/>
    <w:rsid w:val="005765A7"/>
    <w:rsid w:val="005819BA"/>
    <w:rsid w:val="00583CA8"/>
    <w:rsid w:val="0058671C"/>
    <w:rsid w:val="00587597"/>
    <w:rsid w:val="005877EF"/>
    <w:rsid w:val="005877FE"/>
    <w:rsid w:val="00591272"/>
    <w:rsid w:val="00593363"/>
    <w:rsid w:val="00594B7E"/>
    <w:rsid w:val="00594F7B"/>
    <w:rsid w:val="005978FA"/>
    <w:rsid w:val="005A00F4"/>
    <w:rsid w:val="005A518D"/>
    <w:rsid w:val="005A6701"/>
    <w:rsid w:val="005A6E8D"/>
    <w:rsid w:val="005A71A1"/>
    <w:rsid w:val="005A7A89"/>
    <w:rsid w:val="005A7C8B"/>
    <w:rsid w:val="005B0097"/>
    <w:rsid w:val="005B02E8"/>
    <w:rsid w:val="005B5160"/>
    <w:rsid w:val="005B6FBC"/>
    <w:rsid w:val="005B7DF1"/>
    <w:rsid w:val="005C15D3"/>
    <w:rsid w:val="005C2A06"/>
    <w:rsid w:val="005C3BD7"/>
    <w:rsid w:val="005C4077"/>
    <w:rsid w:val="005C5450"/>
    <w:rsid w:val="005D0AD5"/>
    <w:rsid w:val="005D0BF7"/>
    <w:rsid w:val="005D261E"/>
    <w:rsid w:val="005D2B99"/>
    <w:rsid w:val="005D35F0"/>
    <w:rsid w:val="005D4010"/>
    <w:rsid w:val="005D4316"/>
    <w:rsid w:val="005D6E5F"/>
    <w:rsid w:val="005D7916"/>
    <w:rsid w:val="005E12CF"/>
    <w:rsid w:val="005E1B35"/>
    <w:rsid w:val="005E1BCC"/>
    <w:rsid w:val="005E2BC7"/>
    <w:rsid w:val="005E2EDA"/>
    <w:rsid w:val="005E4D59"/>
    <w:rsid w:val="005E7403"/>
    <w:rsid w:val="005F075D"/>
    <w:rsid w:val="005F33B4"/>
    <w:rsid w:val="005F663D"/>
    <w:rsid w:val="005F7A96"/>
    <w:rsid w:val="00600032"/>
    <w:rsid w:val="00601E1B"/>
    <w:rsid w:val="00603058"/>
    <w:rsid w:val="006033FC"/>
    <w:rsid w:val="0060426F"/>
    <w:rsid w:val="0060452D"/>
    <w:rsid w:val="00606485"/>
    <w:rsid w:val="006100A3"/>
    <w:rsid w:val="00610F6C"/>
    <w:rsid w:val="00611F8B"/>
    <w:rsid w:val="00612F33"/>
    <w:rsid w:val="00614022"/>
    <w:rsid w:val="0061407A"/>
    <w:rsid w:val="0061676C"/>
    <w:rsid w:val="0061683B"/>
    <w:rsid w:val="0061715A"/>
    <w:rsid w:val="006176DB"/>
    <w:rsid w:val="0062045A"/>
    <w:rsid w:val="0062071D"/>
    <w:rsid w:val="006208B6"/>
    <w:rsid w:val="0062195C"/>
    <w:rsid w:val="0062262F"/>
    <w:rsid w:val="00622774"/>
    <w:rsid w:val="006256B3"/>
    <w:rsid w:val="00626FB0"/>
    <w:rsid w:val="00627475"/>
    <w:rsid w:val="006274D9"/>
    <w:rsid w:val="00630008"/>
    <w:rsid w:val="006334A2"/>
    <w:rsid w:val="00633847"/>
    <w:rsid w:val="00635581"/>
    <w:rsid w:val="00635EDB"/>
    <w:rsid w:val="00636AE3"/>
    <w:rsid w:val="00637857"/>
    <w:rsid w:val="00640A67"/>
    <w:rsid w:val="00641010"/>
    <w:rsid w:val="00641EFB"/>
    <w:rsid w:val="00642912"/>
    <w:rsid w:val="006442F9"/>
    <w:rsid w:val="00644C85"/>
    <w:rsid w:val="006458B8"/>
    <w:rsid w:val="00651AA3"/>
    <w:rsid w:val="00652B3B"/>
    <w:rsid w:val="00656B03"/>
    <w:rsid w:val="00656DED"/>
    <w:rsid w:val="00657B0B"/>
    <w:rsid w:val="00657CC6"/>
    <w:rsid w:val="006620F6"/>
    <w:rsid w:val="006647BC"/>
    <w:rsid w:val="00670622"/>
    <w:rsid w:val="006713E0"/>
    <w:rsid w:val="00672E86"/>
    <w:rsid w:val="006759DD"/>
    <w:rsid w:val="006763A9"/>
    <w:rsid w:val="00676722"/>
    <w:rsid w:val="00680E4F"/>
    <w:rsid w:val="00682DE7"/>
    <w:rsid w:val="00684B3F"/>
    <w:rsid w:val="00685E85"/>
    <w:rsid w:val="00687BB2"/>
    <w:rsid w:val="00691830"/>
    <w:rsid w:val="006956CE"/>
    <w:rsid w:val="006A20AD"/>
    <w:rsid w:val="006A2299"/>
    <w:rsid w:val="006A2315"/>
    <w:rsid w:val="006A2562"/>
    <w:rsid w:val="006A2DB9"/>
    <w:rsid w:val="006A3DC7"/>
    <w:rsid w:val="006A5F39"/>
    <w:rsid w:val="006A717F"/>
    <w:rsid w:val="006A7269"/>
    <w:rsid w:val="006B059C"/>
    <w:rsid w:val="006B0659"/>
    <w:rsid w:val="006B131B"/>
    <w:rsid w:val="006B293A"/>
    <w:rsid w:val="006B46D6"/>
    <w:rsid w:val="006B570C"/>
    <w:rsid w:val="006B6E19"/>
    <w:rsid w:val="006C044D"/>
    <w:rsid w:val="006C0EC1"/>
    <w:rsid w:val="006C0F6A"/>
    <w:rsid w:val="006C1008"/>
    <w:rsid w:val="006C1D51"/>
    <w:rsid w:val="006C2CC8"/>
    <w:rsid w:val="006C466B"/>
    <w:rsid w:val="006C4767"/>
    <w:rsid w:val="006C612A"/>
    <w:rsid w:val="006C7FC7"/>
    <w:rsid w:val="006D093F"/>
    <w:rsid w:val="006D1632"/>
    <w:rsid w:val="006D1ED2"/>
    <w:rsid w:val="006D452F"/>
    <w:rsid w:val="006D5BBA"/>
    <w:rsid w:val="006D77AE"/>
    <w:rsid w:val="006D7CA9"/>
    <w:rsid w:val="006E0F32"/>
    <w:rsid w:val="006E1916"/>
    <w:rsid w:val="006E19AE"/>
    <w:rsid w:val="006E236D"/>
    <w:rsid w:val="006E3712"/>
    <w:rsid w:val="006E3EF2"/>
    <w:rsid w:val="006E47BD"/>
    <w:rsid w:val="006E6444"/>
    <w:rsid w:val="006F02ED"/>
    <w:rsid w:val="006F3292"/>
    <w:rsid w:val="006F35B9"/>
    <w:rsid w:val="006F37CD"/>
    <w:rsid w:val="006F3FEA"/>
    <w:rsid w:val="006F5387"/>
    <w:rsid w:val="006F610C"/>
    <w:rsid w:val="006F7067"/>
    <w:rsid w:val="0070071F"/>
    <w:rsid w:val="00701744"/>
    <w:rsid w:val="00703F7E"/>
    <w:rsid w:val="00704D2C"/>
    <w:rsid w:val="00705E60"/>
    <w:rsid w:val="00705FE0"/>
    <w:rsid w:val="007070C9"/>
    <w:rsid w:val="00711571"/>
    <w:rsid w:val="0071270E"/>
    <w:rsid w:val="00713183"/>
    <w:rsid w:val="007133AF"/>
    <w:rsid w:val="00715391"/>
    <w:rsid w:val="00716D81"/>
    <w:rsid w:val="00721116"/>
    <w:rsid w:val="007229D6"/>
    <w:rsid w:val="0072523F"/>
    <w:rsid w:val="007252C0"/>
    <w:rsid w:val="007335D8"/>
    <w:rsid w:val="007337E4"/>
    <w:rsid w:val="00733DF4"/>
    <w:rsid w:val="007355B7"/>
    <w:rsid w:val="00736170"/>
    <w:rsid w:val="00743C37"/>
    <w:rsid w:val="007442F0"/>
    <w:rsid w:val="00746A30"/>
    <w:rsid w:val="00746A47"/>
    <w:rsid w:val="00746C10"/>
    <w:rsid w:val="00747044"/>
    <w:rsid w:val="00747C93"/>
    <w:rsid w:val="00751334"/>
    <w:rsid w:val="00751711"/>
    <w:rsid w:val="00752244"/>
    <w:rsid w:val="00754C95"/>
    <w:rsid w:val="00754F6F"/>
    <w:rsid w:val="007565D7"/>
    <w:rsid w:val="007566FB"/>
    <w:rsid w:val="00756DBC"/>
    <w:rsid w:val="00757417"/>
    <w:rsid w:val="007607EC"/>
    <w:rsid w:val="00760F70"/>
    <w:rsid w:val="00761CDA"/>
    <w:rsid w:val="00762AB8"/>
    <w:rsid w:val="00762B39"/>
    <w:rsid w:val="007636BF"/>
    <w:rsid w:val="00764F48"/>
    <w:rsid w:val="00764F67"/>
    <w:rsid w:val="007663D3"/>
    <w:rsid w:val="00766E4D"/>
    <w:rsid w:val="00767181"/>
    <w:rsid w:val="00767A5C"/>
    <w:rsid w:val="00770291"/>
    <w:rsid w:val="00770719"/>
    <w:rsid w:val="007742EA"/>
    <w:rsid w:val="00775D48"/>
    <w:rsid w:val="007818CC"/>
    <w:rsid w:val="00781E99"/>
    <w:rsid w:val="007833C5"/>
    <w:rsid w:val="007845B9"/>
    <w:rsid w:val="00784962"/>
    <w:rsid w:val="00786902"/>
    <w:rsid w:val="00787AB2"/>
    <w:rsid w:val="00790DDB"/>
    <w:rsid w:val="007914EA"/>
    <w:rsid w:val="00791D03"/>
    <w:rsid w:val="00794B8A"/>
    <w:rsid w:val="00795E7A"/>
    <w:rsid w:val="007969D4"/>
    <w:rsid w:val="007A047E"/>
    <w:rsid w:val="007A0DEB"/>
    <w:rsid w:val="007A46C7"/>
    <w:rsid w:val="007B18DF"/>
    <w:rsid w:val="007B1FED"/>
    <w:rsid w:val="007B511A"/>
    <w:rsid w:val="007B7D0F"/>
    <w:rsid w:val="007C0E9B"/>
    <w:rsid w:val="007C2514"/>
    <w:rsid w:val="007C373C"/>
    <w:rsid w:val="007C3BC9"/>
    <w:rsid w:val="007C476F"/>
    <w:rsid w:val="007C63C6"/>
    <w:rsid w:val="007C692B"/>
    <w:rsid w:val="007D0962"/>
    <w:rsid w:val="007D0F41"/>
    <w:rsid w:val="007D16BD"/>
    <w:rsid w:val="007D1D7B"/>
    <w:rsid w:val="007D2188"/>
    <w:rsid w:val="007D2A3C"/>
    <w:rsid w:val="007D2C1A"/>
    <w:rsid w:val="007D47ED"/>
    <w:rsid w:val="007D498C"/>
    <w:rsid w:val="007D53E8"/>
    <w:rsid w:val="007D5F78"/>
    <w:rsid w:val="007E07C9"/>
    <w:rsid w:val="007E4E17"/>
    <w:rsid w:val="007E7909"/>
    <w:rsid w:val="007F15A2"/>
    <w:rsid w:val="007F3C4B"/>
    <w:rsid w:val="007F3C4E"/>
    <w:rsid w:val="007F5CC9"/>
    <w:rsid w:val="007F7D7B"/>
    <w:rsid w:val="0080048D"/>
    <w:rsid w:val="00801DAF"/>
    <w:rsid w:val="00805AF5"/>
    <w:rsid w:val="00805BF8"/>
    <w:rsid w:val="00806E91"/>
    <w:rsid w:val="008108C4"/>
    <w:rsid w:val="00811022"/>
    <w:rsid w:val="00813E7A"/>
    <w:rsid w:val="0081499F"/>
    <w:rsid w:val="00814FD9"/>
    <w:rsid w:val="00815C68"/>
    <w:rsid w:val="0082086F"/>
    <w:rsid w:val="00820F14"/>
    <w:rsid w:val="0082142F"/>
    <w:rsid w:val="00822BD2"/>
    <w:rsid w:val="008242F9"/>
    <w:rsid w:val="00825037"/>
    <w:rsid w:val="00825DAB"/>
    <w:rsid w:val="00825E7C"/>
    <w:rsid w:val="00831B49"/>
    <w:rsid w:val="00831C66"/>
    <w:rsid w:val="00834B57"/>
    <w:rsid w:val="00834B85"/>
    <w:rsid w:val="00836947"/>
    <w:rsid w:val="008376B1"/>
    <w:rsid w:val="00837755"/>
    <w:rsid w:val="00837867"/>
    <w:rsid w:val="00840EA3"/>
    <w:rsid w:val="00842146"/>
    <w:rsid w:val="008455BD"/>
    <w:rsid w:val="00845EB3"/>
    <w:rsid w:val="00846839"/>
    <w:rsid w:val="00846FC5"/>
    <w:rsid w:val="008470F1"/>
    <w:rsid w:val="008473A0"/>
    <w:rsid w:val="0085019F"/>
    <w:rsid w:val="00851843"/>
    <w:rsid w:val="0085272D"/>
    <w:rsid w:val="0085281F"/>
    <w:rsid w:val="00853D6D"/>
    <w:rsid w:val="008548AF"/>
    <w:rsid w:val="00854C9B"/>
    <w:rsid w:val="00857940"/>
    <w:rsid w:val="00857FA0"/>
    <w:rsid w:val="008609CD"/>
    <w:rsid w:val="00860F4A"/>
    <w:rsid w:val="0086124A"/>
    <w:rsid w:val="008640AA"/>
    <w:rsid w:val="00864EB2"/>
    <w:rsid w:val="00864F2D"/>
    <w:rsid w:val="0086516E"/>
    <w:rsid w:val="00865798"/>
    <w:rsid w:val="00865E1A"/>
    <w:rsid w:val="008703F8"/>
    <w:rsid w:val="0087268B"/>
    <w:rsid w:val="00872757"/>
    <w:rsid w:val="0087286D"/>
    <w:rsid w:val="00872C92"/>
    <w:rsid w:val="0087355A"/>
    <w:rsid w:val="00874881"/>
    <w:rsid w:val="00874D2F"/>
    <w:rsid w:val="00876F53"/>
    <w:rsid w:val="008771F0"/>
    <w:rsid w:val="00877928"/>
    <w:rsid w:val="00881177"/>
    <w:rsid w:val="008816F8"/>
    <w:rsid w:val="00882751"/>
    <w:rsid w:val="00882AB3"/>
    <w:rsid w:val="008839BD"/>
    <w:rsid w:val="008872E6"/>
    <w:rsid w:val="0089001E"/>
    <w:rsid w:val="00890678"/>
    <w:rsid w:val="00890A92"/>
    <w:rsid w:val="00891624"/>
    <w:rsid w:val="00892644"/>
    <w:rsid w:val="00895070"/>
    <w:rsid w:val="008969AE"/>
    <w:rsid w:val="00897E3C"/>
    <w:rsid w:val="00897E42"/>
    <w:rsid w:val="008A0E96"/>
    <w:rsid w:val="008A1D30"/>
    <w:rsid w:val="008A3753"/>
    <w:rsid w:val="008A42C0"/>
    <w:rsid w:val="008A58CE"/>
    <w:rsid w:val="008A6719"/>
    <w:rsid w:val="008A68FE"/>
    <w:rsid w:val="008A6B02"/>
    <w:rsid w:val="008A6C81"/>
    <w:rsid w:val="008B06E3"/>
    <w:rsid w:val="008B11FF"/>
    <w:rsid w:val="008B35FA"/>
    <w:rsid w:val="008B378D"/>
    <w:rsid w:val="008B3A28"/>
    <w:rsid w:val="008B6B91"/>
    <w:rsid w:val="008C065F"/>
    <w:rsid w:val="008C4556"/>
    <w:rsid w:val="008C5222"/>
    <w:rsid w:val="008C5E07"/>
    <w:rsid w:val="008C62A6"/>
    <w:rsid w:val="008C6A6D"/>
    <w:rsid w:val="008C78F0"/>
    <w:rsid w:val="008D0CA8"/>
    <w:rsid w:val="008D22C1"/>
    <w:rsid w:val="008D36F1"/>
    <w:rsid w:val="008D3736"/>
    <w:rsid w:val="008D3C74"/>
    <w:rsid w:val="008D649E"/>
    <w:rsid w:val="008E0841"/>
    <w:rsid w:val="008E0ECA"/>
    <w:rsid w:val="008E18F9"/>
    <w:rsid w:val="008E37C2"/>
    <w:rsid w:val="008E4B71"/>
    <w:rsid w:val="008E4FC2"/>
    <w:rsid w:val="008F114B"/>
    <w:rsid w:val="008F27A6"/>
    <w:rsid w:val="008F2867"/>
    <w:rsid w:val="008F3A08"/>
    <w:rsid w:val="008F3D5A"/>
    <w:rsid w:val="008F3D85"/>
    <w:rsid w:val="008F4428"/>
    <w:rsid w:val="008F4544"/>
    <w:rsid w:val="008F45D5"/>
    <w:rsid w:val="008F6E92"/>
    <w:rsid w:val="00901269"/>
    <w:rsid w:val="00901514"/>
    <w:rsid w:val="00901D35"/>
    <w:rsid w:val="00902C51"/>
    <w:rsid w:val="0090323C"/>
    <w:rsid w:val="00903C3B"/>
    <w:rsid w:val="00904F55"/>
    <w:rsid w:val="00905279"/>
    <w:rsid w:val="00906E60"/>
    <w:rsid w:val="0090779E"/>
    <w:rsid w:val="00910EDC"/>
    <w:rsid w:val="00911719"/>
    <w:rsid w:val="00911F28"/>
    <w:rsid w:val="00913E65"/>
    <w:rsid w:val="00914D89"/>
    <w:rsid w:val="00923AAA"/>
    <w:rsid w:val="009256BB"/>
    <w:rsid w:val="00926143"/>
    <w:rsid w:val="009268D2"/>
    <w:rsid w:val="0092764C"/>
    <w:rsid w:val="0092779D"/>
    <w:rsid w:val="0093113A"/>
    <w:rsid w:val="00931969"/>
    <w:rsid w:val="009323E2"/>
    <w:rsid w:val="00932413"/>
    <w:rsid w:val="009349E3"/>
    <w:rsid w:val="009418F1"/>
    <w:rsid w:val="00942AB2"/>
    <w:rsid w:val="00944FD9"/>
    <w:rsid w:val="0094557D"/>
    <w:rsid w:val="00946B9A"/>
    <w:rsid w:val="0094713D"/>
    <w:rsid w:val="0095009E"/>
    <w:rsid w:val="009527E3"/>
    <w:rsid w:val="00952F6E"/>
    <w:rsid w:val="00953EEA"/>
    <w:rsid w:val="00954861"/>
    <w:rsid w:val="00957EE7"/>
    <w:rsid w:val="0096003C"/>
    <w:rsid w:val="00961924"/>
    <w:rsid w:val="009627D8"/>
    <w:rsid w:val="009643D5"/>
    <w:rsid w:val="00966657"/>
    <w:rsid w:val="00967050"/>
    <w:rsid w:val="00967A74"/>
    <w:rsid w:val="00971A90"/>
    <w:rsid w:val="00971AD9"/>
    <w:rsid w:val="00972B35"/>
    <w:rsid w:val="009734D8"/>
    <w:rsid w:val="00974BBD"/>
    <w:rsid w:val="00977221"/>
    <w:rsid w:val="0098053A"/>
    <w:rsid w:val="00980639"/>
    <w:rsid w:val="00980682"/>
    <w:rsid w:val="00980E8F"/>
    <w:rsid w:val="00982E7C"/>
    <w:rsid w:val="00987FE6"/>
    <w:rsid w:val="0099035B"/>
    <w:rsid w:val="00991B6D"/>
    <w:rsid w:val="009928C8"/>
    <w:rsid w:val="009948BD"/>
    <w:rsid w:val="00994DE2"/>
    <w:rsid w:val="0099670F"/>
    <w:rsid w:val="00997519"/>
    <w:rsid w:val="009A0D84"/>
    <w:rsid w:val="009A3143"/>
    <w:rsid w:val="009A33CF"/>
    <w:rsid w:val="009A40C6"/>
    <w:rsid w:val="009A4168"/>
    <w:rsid w:val="009A458E"/>
    <w:rsid w:val="009A48F6"/>
    <w:rsid w:val="009A5221"/>
    <w:rsid w:val="009A70EE"/>
    <w:rsid w:val="009A77E9"/>
    <w:rsid w:val="009B0A8A"/>
    <w:rsid w:val="009B26E1"/>
    <w:rsid w:val="009B296F"/>
    <w:rsid w:val="009B3B40"/>
    <w:rsid w:val="009B5F2F"/>
    <w:rsid w:val="009C0544"/>
    <w:rsid w:val="009C0F42"/>
    <w:rsid w:val="009C1FEE"/>
    <w:rsid w:val="009C25B7"/>
    <w:rsid w:val="009C43AB"/>
    <w:rsid w:val="009C4709"/>
    <w:rsid w:val="009C5253"/>
    <w:rsid w:val="009C6758"/>
    <w:rsid w:val="009C6A05"/>
    <w:rsid w:val="009C767C"/>
    <w:rsid w:val="009D077C"/>
    <w:rsid w:val="009D50B1"/>
    <w:rsid w:val="009D5FD6"/>
    <w:rsid w:val="009D6D6B"/>
    <w:rsid w:val="009D7D8D"/>
    <w:rsid w:val="009E0382"/>
    <w:rsid w:val="009E0823"/>
    <w:rsid w:val="009E0E75"/>
    <w:rsid w:val="009E2EDC"/>
    <w:rsid w:val="009E38C9"/>
    <w:rsid w:val="009E3C64"/>
    <w:rsid w:val="009E640C"/>
    <w:rsid w:val="009E6FF2"/>
    <w:rsid w:val="009E735C"/>
    <w:rsid w:val="009E7EFD"/>
    <w:rsid w:val="009F0449"/>
    <w:rsid w:val="009F10D4"/>
    <w:rsid w:val="009F137A"/>
    <w:rsid w:val="009F2300"/>
    <w:rsid w:val="009F3D9B"/>
    <w:rsid w:val="009F45B4"/>
    <w:rsid w:val="009F552E"/>
    <w:rsid w:val="009F757E"/>
    <w:rsid w:val="00A00761"/>
    <w:rsid w:val="00A00A42"/>
    <w:rsid w:val="00A0100E"/>
    <w:rsid w:val="00A02249"/>
    <w:rsid w:val="00A0526D"/>
    <w:rsid w:val="00A05F8F"/>
    <w:rsid w:val="00A0732B"/>
    <w:rsid w:val="00A079BE"/>
    <w:rsid w:val="00A12E5F"/>
    <w:rsid w:val="00A143EF"/>
    <w:rsid w:val="00A1568E"/>
    <w:rsid w:val="00A157CF"/>
    <w:rsid w:val="00A2059C"/>
    <w:rsid w:val="00A21624"/>
    <w:rsid w:val="00A22195"/>
    <w:rsid w:val="00A23F1D"/>
    <w:rsid w:val="00A250BA"/>
    <w:rsid w:val="00A26890"/>
    <w:rsid w:val="00A32858"/>
    <w:rsid w:val="00A33D47"/>
    <w:rsid w:val="00A33DBD"/>
    <w:rsid w:val="00A35892"/>
    <w:rsid w:val="00A35C10"/>
    <w:rsid w:val="00A361FA"/>
    <w:rsid w:val="00A364AB"/>
    <w:rsid w:val="00A36897"/>
    <w:rsid w:val="00A41ED6"/>
    <w:rsid w:val="00A4428A"/>
    <w:rsid w:val="00A44E21"/>
    <w:rsid w:val="00A45E17"/>
    <w:rsid w:val="00A468F4"/>
    <w:rsid w:val="00A472A7"/>
    <w:rsid w:val="00A52646"/>
    <w:rsid w:val="00A526F9"/>
    <w:rsid w:val="00A528C7"/>
    <w:rsid w:val="00A52B8B"/>
    <w:rsid w:val="00A564E0"/>
    <w:rsid w:val="00A57E15"/>
    <w:rsid w:val="00A60318"/>
    <w:rsid w:val="00A6161F"/>
    <w:rsid w:val="00A65E1C"/>
    <w:rsid w:val="00A7014D"/>
    <w:rsid w:val="00A714A3"/>
    <w:rsid w:val="00A72CBB"/>
    <w:rsid w:val="00A75DC7"/>
    <w:rsid w:val="00A77192"/>
    <w:rsid w:val="00A776A9"/>
    <w:rsid w:val="00A80D18"/>
    <w:rsid w:val="00A81AC6"/>
    <w:rsid w:val="00A84837"/>
    <w:rsid w:val="00A90DC5"/>
    <w:rsid w:val="00A915C0"/>
    <w:rsid w:val="00A91652"/>
    <w:rsid w:val="00A97B07"/>
    <w:rsid w:val="00AA034F"/>
    <w:rsid w:val="00AA0EEF"/>
    <w:rsid w:val="00AA3561"/>
    <w:rsid w:val="00AA378E"/>
    <w:rsid w:val="00AA466F"/>
    <w:rsid w:val="00AA49B0"/>
    <w:rsid w:val="00AA5BC7"/>
    <w:rsid w:val="00AA5ECF"/>
    <w:rsid w:val="00AA6184"/>
    <w:rsid w:val="00AA772E"/>
    <w:rsid w:val="00AB0FFF"/>
    <w:rsid w:val="00AB2206"/>
    <w:rsid w:val="00AB56F1"/>
    <w:rsid w:val="00AB6389"/>
    <w:rsid w:val="00AB6D6D"/>
    <w:rsid w:val="00AC05B9"/>
    <w:rsid w:val="00AC06AF"/>
    <w:rsid w:val="00AC0ED4"/>
    <w:rsid w:val="00AC3AFB"/>
    <w:rsid w:val="00AC3DBD"/>
    <w:rsid w:val="00AC6D41"/>
    <w:rsid w:val="00AC706A"/>
    <w:rsid w:val="00AD1076"/>
    <w:rsid w:val="00AD1ABE"/>
    <w:rsid w:val="00AD2D59"/>
    <w:rsid w:val="00AD37DF"/>
    <w:rsid w:val="00AD3866"/>
    <w:rsid w:val="00AD479D"/>
    <w:rsid w:val="00AD487F"/>
    <w:rsid w:val="00AD4AC9"/>
    <w:rsid w:val="00AD4BE6"/>
    <w:rsid w:val="00AD4C07"/>
    <w:rsid w:val="00AE0281"/>
    <w:rsid w:val="00AE1B42"/>
    <w:rsid w:val="00AE1F75"/>
    <w:rsid w:val="00AE3171"/>
    <w:rsid w:val="00AE3877"/>
    <w:rsid w:val="00AE3DA1"/>
    <w:rsid w:val="00AE51DF"/>
    <w:rsid w:val="00AE5C34"/>
    <w:rsid w:val="00AE66C5"/>
    <w:rsid w:val="00AE6AAD"/>
    <w:rsid w:val="00AE748D"/>
    <w:rsid w:val="00AE79CA"/>
    <w:rsid w:val="00AF221E"/>
    <w:rsid w:val="00AF2AAC"/>
    <w:rsid w:val="00AF37C2"/>
    <w:rsid w:val="00AF603B"/>
    <w:rsid w:val="00AF7D40"/>
    <w:rsid w:val="00B0067B"/>
    <w:rsid w:val="00B01803"/>
    <w:rsid w:val="00B04C41"/>
    <w:rsid w:val="00B107AE"/>
    <w:rsid w:val="00B12067"/>
    <w:rsid w:val="00B1632D"/>
    <w:rsid w:val="00B16E18"/>
    <w:rsid w:val="00B200EE"/>
    <w:rsid w:val="00B204E7"/>
    <w:rsid w:val="00B21A95"/>
    <w:rsid w:val="00B22A0E"/>
    <w:rsid w:val="00B22D96"/>
    <w:rsid w:val="00B2337C"/>
    <w:rsid w:val="00B2343E"/>
    <w:rsid w:val="00B24CEB"/>
    <w:rsid w:val="00B25737"/>
    <w:rsid w:val="00B261D2"/>
    <w:rsid w:val="00B26612"/>
    <w:rsid w:val="00B3014F"/>
    <w:rsid w:val="00B333E9"/>
    <w:rsid w:val="00B347F8"/>
    <w:rsid w:val="00B3608D"/>
    <w:rsid w:val="00B40E16"/>
    <w:rsid w:val="00B446F2"/>
    <w:rsid w:val="00B474C3"/>
    <w:rsid w:val="00B4797F"/>
    <w:rsid w:val="00B518AA"/>
    <w:rsid w:val="00B52258"/>
    <w:rsid w:val="00B56EC0"/>
    <w:rsid w:val="00B57060"/>
    <w:rsid w:val="00B57CC8"/>
    <w:rsid w:val="00B609F8"/>
    <w:rsid w:val="00B623A6"/>
    <w:rsid w:val="00B63065"/>
    <w:rsid w:val="00B64975"/>
    <w:rsid w:val="00B6499B"/>
    <w:rsid w:val="00B649DC"/>
    <w:rsid w:val="00B66086"/>
    <w:rsid w:val="00B66707"/>
    <w:rsid w:val="00B66F67"/>
    <w:rsid w:val="00B678AD"/>
    <w:rsid w:val="00B703D6"/>
    <w:rsid w:val="00B75ADD"/>
    <w:rsid w:val="00B75DF9"/>
    <w:rsid w:val="00B77367"/>
    <w:rsid w:val="00B77518"/>
    <w:rsid w:val="00B775BB"/>
    <w:rsid w:val="00B82036"/>
    <w:rsid w:val="00B82167"/>
    <w:rsid w:val="00B83B33"/>
    <w:rsid w:val="00B86F09"/>
    <w:rsid w:val="00B875FD"/>
    <w:rsid w:val="00B91940"/>
    <w:rsid w:val="00B93B8E"/>
    <w:rsid w:val="00B93FEC"/>
    <w:rsid w:val="00B93FF7"/>
    <w:rsid w:val="00B95DC1"/>
    <w:rsid w:val="00B96169"/>
    <w:rsid w:val="00B96810"/>
    <w:rsid w:val="00BA0510"/>
    <w:rsid w:val="00BA0AED"/>
    <w:rsid w:val="00BA1270"/>
    <w:rsid w:val="00BA159A"/>
    <w:rsid w:val="00BA1D0B"/>
    <w:rsid w:val="00BA35EE"/>
    <w:rsid w:val="00BA48BB"/>
    <w:rsid w:val="00BA7469"/>
    <w:rsid w:val="00BA75D6"/>
    <w:rsid w:val="00BA7988"/>
    <w:rsid w:val="00BB0C07"/>
    <w:rsid w:val="00BB1880"/>
    <w:rsid w:val="00BB1FA7"/>
    <w:rsid w:val="00BB248D"/>
    <w:rsid w:val="00BB3438"/>
    <w:rsid w:val="00BB3FA9"/>
    <w:rsid w:val="00BB5246"/>
    <w:rsid w:val="00BB5D29"/>
    <w:rsid w:val="00BB6391"/>
    <w:rsid w:val="00BB77D3"/>
    <w:rsid w:val="00BC04F3"/>
    <w:rsid w:val="00BC2079"/>
    <w:rsid w:val="00BC228B"/>
    <w:rsid w:val="00BC306C"/>
    <w:rsid w:val="00BC460D"/>
    <w:rsid w:val="00BC5D52"/>
    <w:rsid w:val="00BC6941"/>
    <w:rsid w:val="00BD042C"/>
    <w:rsid w:val="00BD40D8"/>
    <w:rsid w:val="00BD4B67"/>
    <w:rsid w:val="00BE2C2E"/>
    <w:rsid w:val="00BE39B8"/>
    <w:rsid w:val="00BE48AA"/>
    <w:rsid w:val="00BE4C31"/>
    <w:rsid w:val="00BE5149"/>
    <w:rsid w:val="00BF0AF3"/>
    <w:rsid w:val="00BF0EA4"/>
    <w:rsid w:val="00BF1081"/>
    <w:rsid w:val="00BF38F8"/>
    <w:rsid w:val="00BF6241"/>
    <w:rsid w:val="00C004E0"/>
    <w:rsid w:val="00C0078E"/>
    <w:rsid w:val="00C00F40"/>
    <w:rsid w:val="00C013A9"/>
    <w:rsid w:val="00C01C43"/>
    <w:rsid w:val="00C056ED"/>
    <w:rsid w:val="00C10770"/>
    <w:rsid w:val="00C11041"/>
    <w:rsid w:val="00C11762"/>
    <w:rsid w:val="00C12D7D"/>
    <w:rsid w:val="00C14B72"/>
    <w:rsid w:val="00C176D5"/>
    <w:rsid w:val="00C2028F"/>
    <w:rsid w:val="00C20BF9"/>
    <w:rsid w:val="00C211A3"/>
    <w:rsid w:val="00C223E6"/>
    <w:rsid w:val="00C23780"/>
    <w:rsid w:val="00C23F39"/>
    <w:rsid w:val="00C248FA"/>
    <w:rsid w:val="00C2668E"/>
    <w:rsid w:val="00C33004"/>
    <w:rsid w:val="00C339DD"/>
    <w:rsid w:val="00C344F6"/>
    <w:rsid w:val="00C34C93"/>
    <w:rsid w:val="00C35925"/>
    <w:rsid w:val="00C35F2F"/>
    <w:rsid w:val="00C438A9"/>
    <w:rsid w:val="00C439C4"/>
    <w:rsid w:val="00C43B41"/>
    <w:rsid w:val="00C44293"/>
    <w:rsid w:val="00C46595"/>
    <w:rsid w:val="00C46899"/>
    <w:rsid w:val="00C558AF"/>
    <w:rsid w:val="00C55C07"/>
    <w:rsid w:val="00C568CE"/>
    <w:rsid w:val="00C57DBA"/>
    <w:rsid w:val="00C60D7E"/>
    <w:rsid w:val="00C65006"/>
    <w:rsid w:val="00C6502B"/>
    <w:rsid w:val="00C651EB"/>
    <w:rsid w:val="00C65AB5"/>
    <w:rsid w:val="00C66901"/>
    <w:rsid w:val="00C674FC"/>
    <w:rsid w:val="00C72323"/>
    <w:rsid w:val="00C74295"/>
    <w:rsid w:val="00C74D56"/>
    <w:rsid w:val="00C76574"/>
    <w:rsid w:val="00C76C2E"/>
    <w:rsid w:val="00C827B4"/>
    <w:rsid w:val="00C83AC2"/>
    <w:rsid w:val="00C87532"/>
    <w:rsid w:val="00C911ED"/>
    <w:rsid w:val="00C93CD1"/>
    <w:rsid w:val="00C958E2"/>
    <w:rsid w:val="00C97E16"/>
    <w:rsid w:val="00CA0E64"/>
    <w:rsid w:val="00CA1040"/>
    <w:rsid w:val="00CA1563"/>
    <w:rsid w:val="00CA35EF"/>
    <w:rsid w:val="00CA45FD"/>
    <w:rsid w:val="00CB1482"/>
    <w:rsid w:val="00CB14CD"/>
    <w:rsid w:val="00CB5AB2"/>
    <w:rsid w:val="00CC1912"/>
    <w:rsid w:val="00CC22A0"/>
    <w:rsid w:val="00CC44F4"/>
    <w:rsid w:val="00CC47ED"/>
    <w:rsid w:val="00CC4A0A"/>
    <w:rsid w:val="00CC6433"/>
    <w:rsid w:val="00CC7A3C"/>
    <w:rsid w:val="00CD0DDA"/>
    <w:rsid w:val="00CD120E"/>
    <w:rsid w:val="00CD1DAA"/>
    <w:rsid w:val="00CD1EAE"/>
    <w:rsid w:val="00CD1FAC"/>
    <w:rsid w:val="00CD3A52"/>
    <w:rsid w:val="00CD508B"/>
    <w:rsid w:val="00CD7155"/>
    <w:rsid w:val="00CE0667"/>
    <w:rsid w:val="00CE3EE4"/>
    <w:rsid w:val="00CE5D52"/>
    <w:rsid w:val="00CF0887"/>
    <w:rsid w:val="00CF2348"/>
    <w:rsid w:val="00CF4927"/>
    <w:rsid w:val="00CF4AF3"/>
    <w:rsid w:val="00CF6995"/>
    <w:rsid w:val="00CF7C4A"/>
    <w:rsid w:val="00D0088F"/>
    <w:rsid w:val="00D012E2"/>
    <w:rsid w:val="00D019E9"/>
    <w:rsid w:val="00D0220D"/>
    <w:rsid w:val="00D0464B"/>
    <w:rsid w:val="00D06CC8"/>
    <w:rsid w:val="00D06EAA"/>
    <w:rsid w:val="00D10B59"/>
    <w:rsid w:val="00D113A1"/>
    <w:rsid w:val="00D12274"/>
    <w:rsid w:val="00D12482"/>
    <w:rsid w:val="00D14DB5"/>
    <w:rsid w:val="00D1592C"/>
    <w:rsid w:val="00D1680B"/>
    <w:rsid w:val="00D20D22"/>
    <w:rsid w:val="00D212FD"/>
    <w:rsid w:val="00D22273"/>
    <w:rsid w:val="00D23E94"/>
    <w:rsid w:val="00D24DDC"/>
    <w:rsid w:val="00D25F49"/>
    <w:rsid w:val="00D263A9"/>
    <w:rsid w:val="00D2662F"/>
    <w:rsid w:val="00D30F5D"/>
    <w:rsid w:val="00D317A9"/>
    <w:rsid w:val="00D31E9C"/>
    <w:rsid w:val="00D31E9D"/>
    <w:rsid w:val="00D32194"/>
    <w:rsid w:val="00D33E47"/>
    <w:rsid w:val="00D350B0"/>
    <w:rsid w:val="00D363E5"/>
    <w:rsid w:val="00D452C8"/>
    <w:rsid w:val="00D45D79"/>
    <w:rsid w:val="00D46B8F"/>
    <w:rsid w:val="00D51A1D"/>
    <w:rsid w:val="00D524B5"/>
    <w:rsid w:val="00D53E89"/>
    <w:rsid w:val="00D54045"/>
    <w:rsid w:val="00D54274"/>
    <w:rsid w:val="00D5432C"/>
    <w:rsid w:val="00D54848"/>
    <w:rsid w:val="00D54E05"/>
    <w:rsid w:val="00D55031"/>
    <w:rsid w:val="00D56BAF"/>
    <w:rsid w:val="00D62943"/>
    <w:rsid w:val="00D637C2"/>
    <w:rsid w:val="00D641AB"/>
    <w:rsid w:val="00D647AB"/>
    <w:rsid w:val="00D647D7"/>
    <w:rsid w:val="00D6533A"/>
    <w:rsid w:val="00D661BA"/>
    <w:rsid w:val="00D66289"/>
    <w:rsid w:val="00D66429"/>
    <w:rsid w:val="00D71985"/>
    <w:rsid w:val="00D71D72"/>
    <w:rsid w:val="00D723FE"/>
    <w:rsid w:val="00D73844"/>
    <w:rsid w:val="00D740E1"/>
    <w:rsid w:val="00D74D78"/>
    <w:rsid w:val="00D74F69"/>
    <w:rsid w:val="00D7523D"/>
    <w:rsid w:val="00D7691C"/>
    <w:rsid w:val="00D77F2F"/>
    <w:rsid w:val="00D812FF"/>
    <w:rsid w:val="00D83743"/>
    <w:rsid w:val="00D84720"/>
    <w:rsid w:val="00D85112"/>
    <w:rsid w:val="00D85ED7"/>
    <w:rsid w:val="00D86686"/>
    <w:rsid w:val="00D86C31"/>
    <w:rsid w:val="00D87B03"/>
    <w:rsid w:val="00D909FF"/>
    <w:rsid w:val="00D92C3C"/>
    <w:rsid w:val="00D9448F"/>
    <w:rsid w:val="00D94B3D"/>
    <w:rsid w:val="00D94C5E"/>
    <w:rsid w:val="00D95FEC"/>
    <w:rsid w:val="00D97ABD"/>
    <w:rsid w:val="00D97D2B"/>
    <w:rsid w:val="00DA04EA"/>
    <w:rsid w:val="00DA1137"/>
    <w:rsid w:val="00DA14CC"/>
    <w:rsid w:val="00DA4BFE"/>
    <w:rsid w:val="00DA5828"/>
    <w:rsid w:val="00DA751B"/>
    <w:rsid w:val="00DB061F"/>
    <w:rsid w:val="00DB0F5E"/>
    <w:rsid w:val="00DB2224"/>
    <w:rsid w:val="00DB2BD9"/>
    <w:rsid w:val="00DB2E34"/>
    <w:rsid w:val="00DB3647"/>
    <w:rsid w:val="00DB4D07"/>
    <w:rsid w:val="00DB6390"/>
    <w:rsid w:val="00DB798F"/>
    <w:rsid w:val="00DC14F6"/>
    <w:rsid w:val="00DC1BC9"/>
    <w:rsid w:val="00DC3D8A"/>
    <w:rsid w:val="00DC6337"/>
    <w:rsid w:val="00DC6D28"/>
    <w:rsid w:val="00DC6DD7"/>
    <w:rsid w:val="00DD14C1"/>
    <w:rsid w:val="00DD3B28"/>
    <w:rsid w:val="00DD5410"/>
    <w:rsid w:val="00DD5719"/>
    <w:rsid w:val="00DD646C"/>
    <w:rsid w:val="00DD6E8C"/>
    <w:rsid w:val="00DD7669"/>
    <w:rsid w:val="00DD7947"/>
    <w:rsid w:val="00DE050B"/>
    <w:rsid w:val="00DE17C1"/>
    <w:rsid w:val="00DE23FF"/>
    <w:rsid w:val="00DE2F5D"/>
    <w:rsid w:val="00DE4CD5"/>
    <w:rsid w:val="00DE5670"/>
    <w:rsid w:val="00DE5781"/>
    <w:rsid w:val="00DE7271"/>
    <w:rsid w:val="00DE7548"/>
    <w:rsid w:val="00DE75AF"/>
    <w:rsid w:val="00DE7964"/>
    <w:rsid w:val="00DF00DD"/>
    <w:rsid w:val="00DF5CF2"/>
    <w:rsid w:val="00DF7838"/>
    <w:rsid w:val="00E027A7"/>
    <w:rsid w:val="00E0303C"/>
    <w:rsid w:val="00E0400A"/>
    <w:rsid w:val="00E04F0E"/>
    <w:rsid w:val="00E05F0A"/>
    <w:rsid w:val="00E067DC"/>
    <w:rsid w:val="00E0797B"/>
    <w:rsid w:val="00E079E2"/>
    <w:rsid w:val="00E1115F"/>
    <w:rsid w:val="00E1252F"/>
    <w:rsid w:val="00E15685"/>
    <w:rsid w:val="00E1581B"/>
    <w:rsid w:val="00E2020E"/>
    <w:rsid w:val="00E20AD9"/>
    <w:rsid w:val="00E215A4"/>
    <w:rsid w:val="00E22D4F"/>
    <w:rsid w:val="00E22D9F"/>
    <w:rsid w:val="00E2492E"/>
    <w:rsid w:val="00E267D0"/>
    <w:rsid w:val="00E30C9E"/>
    <w:rsid w:val="00E31EAE"/>
    <w:rsid w:val="00E33FD8"/>
    <w:rsid w:val="00E35F4E"/>
    <w:rsid w:val="00E37497"/>
    <w:rsid w:val="00E40AB4"/>
    <w:rsid w:val="00E42F7D"/>
    <w:rsid w:val="00E43C15"/>
    <w:rsid w:val="00E44210"/>
    <w:rsid w:val="00E4475E"/>
    <w:rsid w:val="00E44FD2"/>
    <w:rsid w:val="00E50C18"/>
    <w:rsid w:val="00E519EE"/>
    <w:rsid w:val="00E52DC3"/>
    <w:rsid w:val="00E55CE1"/>
    <w:rsid w:val="00E57246"/>
    <w:rsid w:val="00E604B4"/>
    <w:rsid w:val="00E60B49"/>
    <w:rsid w:val="00E705E2"/>
    <w:rsid w:val="00E72504"/>
    <w:rsid w:val="00E725AC"/>
    <w:rsid w:val="00E73F64"/>
    <w:rsid w:val="00E7689F"/>
    <w:rsid w:val="00E76B1F"/>
    <w:rsid w:val="00E778E6"/>
    <w:rsid w:val="00E80E43"/>
    <w:rsid w:val="00E82938"/>
    <w:rsid w:val="00E83F81"/>
    <w:rsid w:val="00E86BB6"/>
    <w:rsid w:val="00E86ED3"/>
    <w:rsid w:val="00E90337"/>
    <w:rsid w:val="00E904C4"/>
    <w:rsid w:val="00E91655"/>
    <w:rsid w:val="00E91F2C"/>
    <w:rsid w:val="00E95482"/>
    <w:rsid w:val="00EA044A"/>
    <w:rsid w:val="00EA24F0"/>
    <w:rsid w:val="00EA288A"/>
    <w:rsid w:val="00EA359C"/>
    <w:rsid w:val="00EB277D"/>
    <w:rsid w:val="00EB2F0A"/>
    <w:rsid w:val="00EB357A"/>
    <w:rsid w:val="00EB6C28"/>
    <w:rsid w:val="00EC0861"/>
    <w:rsid w:val="00EC2F60"/>
    <w:rsid w:val="00EC4123"/>
    <w:rsid w:val="00EC565B"/>
    <w:rsid w:val="00EC7B7B"/>
    <w:rsid w:val="00ED1965"/>
    <w:rsid w:val="00ED2956"/>
    <w:rsid w:val="00ED3253"/>
    <w:rsid w:val="00ED330C"/>
    <w:rsid w:val="00ED3AFC"/>
    <w:rsid w:val="00EE0E99"/>
    <w:rsid w:val="00EE11BE"/>
    <w:rsid w:val="00EE1D0C"/>
    <w:rsid w:val="00EE2132"/>
    <w:rsid w:val="00EE4F59"/>
    <w:rsid w:val="00EE55A0"/>
    <w:rsid w:val="00EE6A4C"/>
    <w:rsid w:val="00EF2DC2"/>
    <w:rsid w:val="00EF37ED"/>
    <w:rsid w:val="00EF4A7A"/>
    <w:rsid w:val="00EF5EBB"/>
    <w:rsid w:val="00EF7AB5"/>
    <w:rsid w:val="00F003F8"/>
    <w:rsid w:val="00F008BF"/>
    <w:rsid w:val="00F04AC3"/>
    <w:rsid w:val="00F04D91"/>
    <w:rsid w:val="00F057ED"/>
    <w:rsid w:val="00F06729"/>
    <w:rsid w:val="00F07868"/>
    <w:rsid w:val="00F1060E"/>
    <w:rsid w:val="00F118C7"/>
    <w:rsid w:val="00F1513B"/>
    <w:rsid w:val="00F15494"/>
    <w:rsid w:val="00F15B70"/>
    <w:rsid w:val="00F16490"/>
    <w:rsid w:val="00F20AEB"/>
    <w:rsid w:val="00F20C4C"/>
    <w:rsid w:val="00F2119A"/>
    <w:rsid w:val="00F21B5C"/>
    <w:rsid w:val="00F25777"/>
    <w:rsid w:val="00F2589A"/>
    <w:rsid w:val="00F2602F"/>
    <w:rsid w:val="00F31081"/>
    <w:rsid w:val="00F311AA"/>
    <w:rsid w:val="00F35A79"/>
    <w:rsid w:val="00F3659B"/>
    <w:rsid w:val="00F369B0"/>
    <w:rsid w:val="00F37BC1"/>
    <w:rsid w:val="00F41328"/>
    <w:rsid w:val="00F41F58"/>
    <w:rsid w:val="00F42822"/>
    <w:rsid w:val="00F44A49"/>
    <w:rsid w:val="00F44E75"/>
    <w:rsid w:val="00F45457"/>
    <w:rsid w:val="00F46694"/>
    <w:rsid w:val="00F51022"/>
    <w:rsid w:val="00F513DE"/>
    <w:rsid w:val="00F5235C"/>
    <w:rsid w:val="00F53D3E"/>
    <w:rsid w:val="00F53EC1"/>
    <w:rsid w:val="00F55BFB"/>
    <w:rsid w:val="00F56D6D"/>
    <w:rsid w:val="00F579BD"/>
    <w:rsid w:val="00F57D63"/>
    <w:rsid w:val="00F6093A"/>
    <w:rsid w:val="00F61193"/>
    <w:rsid w:val="00F61370"/>
    <w:rsid w:val="00F617A3"/>
    <w:rsid w:val="00F619F6"/>
    <w:rsid w:val="00F61FB6"/>
    <w:rsid w:val="00F62232"/>
    <w:rsid w:val="00F629E0"/>
    <w:rsid w:val="00F643C5"/>
    <w:rsid w:val="00F654F6"/>
    <w:rsid w:val="00F665A4"/>
    <w:rsid w:val="00F66BB4"/>
    <w:rsid w:val="00F705FB"/>
    <w:rsid w:val="00F72259"/>
    <w:rsid w:val="00F7417C"/>
    <w:rsid w:val="00F7548D"/>
    <w:rsid w:val="00F81046"/>
    <w:rsid w:val="00F8129A"/>
    <w:rsid w:val="00F8384F"/>
    <w:rsid w:val="00F8387C"/>
    <w:rsid w:val="00F8436A"/>
    <w:rsid w:val="00F84CEC"/>
    <w:rsid w:val="00F857DF"/>
    <w:rsid w:val="00F85925"/>
    <w:rsid w:val="00F862DD"/>
    <w:rsid w:val="00F87B33"/>
    <w:rsid w:val="00F905AC"/>
    <w:rsid w:val="00F90FF5"/>
    <w:rsid w:val="00F91690"/>
    <w:rsid w:val="00F92B4F"/>
    <w:rsid w:val="00F93DA6"/>
    <w:rsid w:val="00F97176"/>
    <w:rsid w:val="00F97526"/>
    <w:rsid w:val="00F97558"/>
    <w:rsid w:val="00FA1A8B"/>
    <w:rsid w:val="00FA206B"/>
    <w:rsid w:val="00FA24B7"/>
    <w:rsid w:val="00FA2868"/>
    <w:rsid w:val="00FA4E80"/>
    <w:rsid w:val="00FA6DAA"/>
    <w:rsid w:val="00FB0E17"/>
    <w:rsid w:val="00FB0FCA"/>
    <w:rsid w:val="00FB3ABF"/>
    <w:rsid w:val="00FB4723"/>
    <w:rsid w:val="00FB543D"/>
    <w:rsid w:val="00FB665E"/>
    <w:rsid w:val="00FB7C41"/>
    <w:rsid w:val="00FC2FD5"/>
    <w:rsid w:val="00FC3883"/>
    <w:rsid w:val="00FC3C14"/>
    <w:rsid w:val="00FC54E8"/>
    <w:rsid w:val="00FD1A53"/>
    <w:rsid w:val="00FD2488"/>
    <w:rsid w:val="00FD324E"/>
    <w:rsid w:val="00FD47D1"/>
    <w:rsid w:val="00FD4847"/>
    <w:rsid w:val="00FD4BF7"/>
    <w:rsid w:val="00FD5296"/>
    <w:rsid w:val="00FD6F31"/>
    <w:rsid w:val="00FD7B0C"/>
    <w:rsid w:val="00FE3650"/>
    <w:rsid w:val="00FF4A6F"/>
    <w:rsid w:val="00FF56EC"/>
    <w:rsid w:val="00FF6508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B2EAD8"/>
  <w15:chartTrackingRefBased/>
  <w15:docId w15:val="{247B9EB2-9C9E-404C-85E9-3D4C24B9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ahoma" w:hAnsi="Tahoma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cation">
    <w:name w:val="Location"/>
    <w:basedOn w:val="Normal"/>
    <w:pPr>
      <w:jc w:val="right"/>
    </w:pPr>
  </w:style>
  <w:style w:type="paragraph" w:customStyle="1" w:styleId="Bold10pt">
    <w:name w:val="Bold 10 pt."/>
    <w:basedOn w:val="Normal"/>
    <w:link w:val="Bold10ptChar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Pr>
      <w:rFonts w:ascii="Tahoma" w:hAnsi="Tahoma"/>
      <w:b/>
      <w:szCs w:val="24"/>
      <w:lang w:val="en-US" w:eastAsia="en-US" w:bidi="ar-SA"/>
    </w:rPr>
  </w:style>
  <w:style w:type="paragraph" w:styleId="Title">
    <w:name w:val="Title"/>
    <w:basedOn w:val="Normal"/>
    <w:qFormat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wrightr">
    <w:name w:val="wright_r"/>
    <w:semiHidden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semiHidden/>
    <w:rPr>
      <w:rFonts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696A"/>
    <w:pPr>
      <w:ind w:left="720"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B2206"/>
    <w:rPr>
      <w:color w:val="0563C1" w:themeColor="hyperlink"/>
      <w:u w:val="single"/>
    </w:rPr>
  </w:style>
  <w:style w:type="table" w:styleId="TableGrid">
    <w:name w:val="Table Grid"/>
    <w:basedOn w:val="TableNormal"/>
    <w:rsid w:val="006F3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D22273"/>
    <w:rPr>
      <w:rFonts w:ascii="Calibri" w:eastAsiaTheme="minorHAnsi" w:hAnsi="Calibri" w:cs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B347F8"/>
    <w:rPr>
      <w:color w:val="605E5C"/>
      <w:shd w:val="clear" w:color="auto" w:fill="E1DFDD"/>
    </w:rPr>
  </w:style>
  <w:style w:type="character" w:customStyle="1" w:styleId="me-email-text">
    <w:name w:val="me-email-text"/>
    <w:basedOn w:val="DefaultParagraphFont"/>
    <w:rsid w:val="00B347F8"/>
  </w:style>
  <w:style w:type="character" w:customStyle="1" w:styleId="me-email-text-secondary">
    <w:name w:val="me-email-text-secondary"/>
    <w:basedOn w:val="DefaultParagraphFont"/>
    <w:rsid w:val="00B34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6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19293414269,,314987878" TargetMode="External"/><Relationship Id="rId3" Type="http://schemas.openxmlformats.org/officeDocument/2006/relationships/styles" Target="styles.xml"/><Relationship Id="rId7" Type="http://schemas.openxmlformats.org/officeDocument/2006/relationships/hyperlink" Target="https://teams.microsoft.com/l/meetup-join/19%3ameeting_MDMyNTVjMGYtZjAyZC00MDY3LTlmYWQtZTUwOTIzNzdlYjZj%40thread.v2/0?context=%7b%22Tid%22%3a%22a751cfc8-1f9a-4edb-8370-9f1c6d4bea5a%22%2c%22Oid%22%3a%22673cee94-26bd-4c2a-ab82-1b3669e2f049%22%7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ka.ms/JoinTeamsMeeting?omkt=en-U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alin.teams.microsoft.com/591d0671-4cf8-4a34-a2e2-080c81126695?id=31498787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right_r\LOCALS~1\Temp\TCDD1.tmp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2F37F-209D-4029-9DFD-C624A611A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5923</TotalTime>
  <Pages>3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Manager/>
  <Company>Microsoft Corporation</Company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wright_r</dc:creator>
  <cp:keywords/>
  <dc:description/>
  <cp:lastModifiedBy>Hoffman, Peter</cp:lastModifiedBy>
  <cp:revision>752</cp:revision>
  <cp:lastPrinted>2021-08-25T16:36:00Z</cp:lastPrinted>
  <dcterms:created xsi:type="dcterms:W3CDTF">2022-05-27T18:34:00Z</dcterms:created>
  <dcterms:modified xsi:type="dcterms:W3CDTF">2024-09-11T21:53:00Z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</Properties>
</file>