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18A30" w14:textId="77777777" w:rsidR="00831C66" w:rsidRPr="00925905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>AGENDA</w:t>
      </w:r>
    </w:p>
    <w:p w14:paraId="35FF0BEF" w14:textId="79F8D048" w:rsidR="00831C66" w:rsidRPr="00925905" w:rsidRDefault="00831C66">
      <w:pPr>
        <w:pStyle w:val="Heading1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</w:rPr>
        <w:t>Educ</w:t>
      </w:r>
      <w:r w:rsidR="0012696A" w:rsidRPr="00925905">
        <w:rPr>
          <w:rFonts w:asciiTheme="minorHAnsi" w:hAnsiTheme="minorHAnsi" w:cstheme="minorHAnsi"/>
        </w:rPr>
        <w:t>ational Data Advisory Committee</w:t>
      </w:r>
      <w:r w:rsidR="00F53D3E" w:rsidRPr="00925905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 xml:space="preserve">Meeting </w:t>
      </w:r>
      <w:r w:rsidR="009B5F2F" w:rsidRPr="00925905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925905" w:rsidRDefault="00831C66">
      <w:pPr>
        <w:rPr>
          <w:rFonts w:asciiTheme="minorHAnsi" w:hAnsiTheme="minorHAnsi" w:cstheme="minorHAnsi"/>
        </w:rPr>
      </w:pPr>
    </w:p>
    <w:p w14:paraId="42B51966" w14:textId="1B13927F" w:rsidR="006E3712" w:rsidRPr="00925905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925905">
        <w:rPr>
          <w:rFonts w:asciiTheme="minorHAnsi" w:hAnsiTheme="minorHAnsi" w:cstheme="minorHAnsi"/>
          <w:sz w:val="28"/>
          <w:szCs w:val="28"/>
        </w:rPr>
        <w:t xml:space="preserve">Friday, </w:t>
      </w:r>
      <w:r w:rsidR="002C0812" w:rsidRPr="00925905">
        <w:rPr>
          <w:rFonts w:asciiTheme="minorHAnsi" w:hAnsiTheme="minorHAnsi" w:cstheme="minorHAnsi"/>
          <w:sz w:val="28"/>
          <w:szCs w:val="28"/>
        </w:rPr>
        <w:t>November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C0812" w:rsidRPr="00925905">
        <w:rPr>
          <w:rFonts w:asciiTheme="minorHAnsi" w:hAnsiTheme="minorHAnsi" w:cstheme="minorHAnsi"/>
          <w:sz w:val="28"/>
          <w:szCs w:val="28"/>
        </w:rPr>
        <w:t>1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, </w:t>
      </w:r>
      <w:proofErr w:type="gramStart"/>
      <w:r w:rsidR="00F97176" w:rsidRPr="00925905">
        <w:rPr>
          <w:rFonts w:asciiTheme="minorHAnsi" w:hAnsiTheme="minorHAnsi" w:cstheme="minorHAnsi"/>
          <w:sz w:val="28"/>
          <w:szCs w:val="28"/>
        </w:rPr>
        <w:t>2024</w:t>
      </w:r>
      <w:proofErr w:type="gramEnd"/>
      <w:r w:rsidR="00926143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925905">
        <w:rPr>
          <w:rFonts w:asciiTheme="minorHAnsi" w:hAnsiTheme="minorHAnsi" w:cstheme="minorHAnsi"/>
          <w:sz w:val="28"/>
          <w:szCs w:val="28"/>
        </w:rPr>
        <w:t>9</w:t>
      </w:r>
      <w:r w:rsidR="00926143" w:rsidRPr="00925905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925905">
        <w:rPr>
          <w:rFonts w:asciiTheme="minorHAnsi" w:hAnsiTheme="minorHAnsi" w:cstheme="minorHAnsi"/>
          <w:sz w:val="28"/>
          <w:szCs w:val="28"/>
        </w:rPr>
        <w:t>4</w:t>
      </w:r>
      <w:r w:rsidR="00926143" w:rsidRPr="00925905">
        <w:rPr>
          <w:rFonts w:asciiTheme="minorHAnsi" w:hAnsiTheme="minorHAnsi" w:cstheme="minorHAnsi"/>
          <w:sz w:val="28"/>
          <w:szCs w:val="28"/>
        </w:rPr>
        <w:t>:00 p.m.</w:t>
      </w:r>
      <w:r w:rsidR="00825037" w:rsidRPr="0092590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925905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925905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925905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925905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925905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</w:t>
              </w:r>
              <w:proofErr w:type="gramStart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4269,,</w:t>
              </w:r>
              <w:proofErr w:type="gramEnd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314987878#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r w:rsidRPr="00925905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925905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925905" w:rsidRDefault="00854C9B" w:rsidP="00DF7838"/>
        </w:tc>
      </w:tr>
    </w:tbl>
    <w:p w14:paraId="37319A21" w14:textId="77777777" w:rsidR="006F37CD" w:rsidRPr="00925905" w:rsidRDefault="006F37CD" w:rsidP="006F37CD"/>
    <w:p w14:paraId="6FD708A7" w14:textId="69074C04" w:rsidR="00831C66" w:rsidRPr="00925905" w:rsidRDefault="00E73F64" w:rsidP="00761CDA">
      <w:pPr>
        <w:pStyle w:val="ListParagraph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  <w:b/>
        </w:rPr>
        <w:t xml:space="preserve">EDAC members:  </w:t>
      </w:r>
      <w:r w:rsidR="00D22273" w:rsidRPr="00925905">
        <w:rPr>
          <w:rFonts w:asciiTheme="minorHAnsi" w:hAnsiTheme="minorHAnsi" w:cstheme="minorHAnsi"/>
        </w:rPr>
        <w:t>Tamara Durbin,</w:t>
      </w:r>
      <w:r w:rsidR="0045506D" w:rsidRPr="00925905">
        <w:rPr>
          <w:rFonts w:asciiTheme="minorHAnsi" w:hAnsiTheme="minorHAnsi" w:cstheme="minorHAnsi"/>
        </w:rPr>
        <w:t xml:space="preserve"> Franziska Johnson</w:t>
      </w:r>
      <w:r w:rsidR="00907997" w:rsidRPr="00925905">
        <w:rPr>
          <w:rFonts w:asciiTheme="minorHAnsi" w:hAnsiTheme="minorHAnsi" w:cstheme="minorHAnsi"/>
        </w:rPr>
        <w:t>,</w:t>
      </w:r>
      <w:r w:rsidR="00504D17" w:rsidRPr="00925905">
        <w:rPr>
          <w:rFonts w:asciiTheme="minorHAnsi" w:hAnsiTheme="minorHAnsi" w:cstheme="minorHAnsi"/>
        </w:rPr>
        <w:t xml:space="preserve"> </w:t>
      </w:r>
      <w:r w:rsidR="0060452D" w:rsidRPr="00925905">
        <w:rPr>
          <w:rFonts w:asciiTheme="minorHAnsi" w:hAnsiTheme="minorHAnsi" w:cstheme="minorHAnsi"/>
        </w:rPr>
        <w:t>Mackenzie Lane</w:t>
      </w:r>
      <w:r w:rsidR="00504D17" w:rsidRPr="00925905">
        <w:rPr>
          <w:rFonts w:asciiTheme="minorHAnsi" w:hAnsiTheme="minorHAnsi" w:cstheme="minorHAnsi"/>
        </w:rPr>
        <w:t xml:space="preserve">, </w:t>
      </w:r>
      <w:r w:rsidR="00D22273" w:rsidRPr="00925905">
        <w:rPr>
          <w:rFonts w:asciiTheme="minorHAnsi" w:hAnsiTheme="minorHAnsi" w:cstheme="minorHAnsi"/>
        </w:rPr>
        <w:t xml:space="preserve">Curtis Lee, </w:t>
      </w:r>
      <w:r w:rsidR="0060452D" w:rsidRPr="00925905">
        <w:rPr>
          <w:rFonts w:asciiTheme="minorHAnsi" w:hAnsiTheme="minorHAnsi" w:cstheme="minorHAnsi"/>
          <w:bCs/>
        </w:rPr>
        <w:t xml:space="preserve">Ingrid Marin, </w:t>
      </w:r>
      <w:r w:rsidR="0060452D" w:rsidRPr="00925905">
        <w:rPr>
          <w:rFonts w:asciiTheme="minorHAnsi" w:hAnsiTheme="minorHAnsi" w:cstheme="minorHAnsi"/>
        </w:rPr>
        <w:t>Michael Pacheco</w:t>
      </w:r>
      <w:r w:rsidR="00134D4C" w:rsidRPr="00925905">
        <w:rPr>
          <w:rFonts w:asciiTheme="minorHAnsi" w:hAnsiTheme="minorHAnsi" w:cstheme="minorHAnsi"/>
        </w:rPr>
        <w:t>, Jennifer Sedaghat, Chris Selle,</w:t>
      </w:r>
      <w:r w:rsidR="0045506D" w:rsidRPr="00925905">
        <w:rPr>
          <w:rFonts w:asciiTheme="minorHAnsi" w:hAnsiTheme="minorHAnsi" w:cstheme="minorHAnsi"/>
        </w:rPr>
        <w:t xml:space="preserve"> Ashley Zhang</w:t>
      </w:r>
      <w:r w:rsidR="00B77518" w:rsidRPr="00925905">
        <w:rPr>
          <w:rFonts w:asciiTheme="minorHAnsi" w:hAnsiTheme="minorHAnsi" w:cstheme="minorHAnsi"/>
        </w:rPr>
        <w:t xml:space="preserve"> </w:t>
      </w:r>
      <w:r w:rsidR="00504D17" w:rsidRPr="00925905">
        <w:rPr>
          <w:rFonts w:asciiTheme="minorHAnsi" w:hAnsiTheme="minorHAnsi" w:cstheme="minorHAnsi"/>
          <w:b/>
          <w:bCs/>
        </w:rPr>
        <w:t>CDE:</w:t>
      </w:r>
      <w:r w:rsidR="00504D17" w:rsidRPr="00925905">
        <w:rPr>
          <w:rFonts w:asciiTheme="minorHAnsi" w:hAnsiTheme="minorHAnsi" w:cstheme="minorHAnsi"/>
        </w:rPr>
        <w:t xml:space="preserve">  Marcia Bohannon,</w:t>
      </w:r>
      <w:r w:rsidR="00AE3171" w:rsidRPr="00925905">
        <w:t xml:space="preserve"> </w:t>
      </w:r>
      <w:r w:rsidR="00AE3171" w:rsidRPr="00925905">
        <w:rPr>
          <w:rFonts w:asciiTheme="minorHAnsi" w:hAnsiTheme="minorHAnsi" w:cstheme="minorHAnsi"/>
        </w:rPr>
        <w:t>DJ Loerzel,</w:t>
      </w:r>
      <w:r w:rsidR="00F31081" w:rsidRPr="00925905">
        <w:rPr>
          <w:rFonts w:asciiTheme="minorHAnsi" w:hAnsiTheme="minorHAnsi" w:cstheme="minorHAnsi"/>
        </w:rPr>
        <w:t xml:space="preserve"> </w:t>
      </w:r>
      <w:r w:rsidR="00133197" w:rsidRPr="00925905">
        <w:rPr>
          <w:rFonts w:asciiTheme="minorHAnsi" w:hAnsiTheme="minorHAnsi" w:cstheme="minorHAnsi"/>
        </w:rPr>
        <w:t>Annette Severson</w:t>
      </w:r>
      <w:r w:rsidR="00575CE1" w:rsidRPr="00925905">
        <w:rPr>
          <w:rFonts w:asciiTheme="minorHAnsi" w:hAnsiTheme="minorHAnsi" w:cstheme="minorHAnsi"/>
        </w:rPr>
        <w:t>, Peter Hoffman</w:t>
      </w:r>
    </w:p>
    <w:p w14:paraId="67D58F7E" w14:textId="77777777" w:rsidR="00B77518" w:rsidRPr="00925905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925905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925905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2FB6B6B2" w:rsidR="004E072A" w:rsidRPr="00925905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Pr="00925905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68E681A7" w14:textId="0DBE7778" w:rsidR="008F3A08" w:rsidRPr="00925905" w:rsidRDefault="002C0812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October 4</w:t>
            </w:r>
            <w:r w:rsidR="00DF00DD" w:rsidRPr="00925905">
              <w:rPr>
                <w:rFonts w:asciiTheme="minorHAnsi" w:hAnsiTheme="minorHAnsi" w:cstheme="minorHAnsi"/>
                <w:sz w:val="24"/>
              </w:rPr>
              <w:t xml:space="preserve">, </w:t>
            </w:r>
            <w:proofErr w:type="gramStart"/>
            <w:r w:rsidR="00DF00DD" w:rsidRPr="00925905">
              <w:rPr>
                <w:rFonts w:asciiTheme="minorHAnsi" w:hAnsiTheme="minorHAnsi" w:cstheme="minorHAnsi"/>
                <w:sz w:val="24"/>
              </w:rPr>
              <w:t>2024</w:t>
            </w:r>
            <w:proofErr w:type="gramEnd"/>
            <w:r w:rsidR="00DF00DD" w:rsidRPr="00925905">
              <w:rPr>
                <w:rFonts w:asciiTheme="minorHAnsi" w:hAnsiTheme="minorHAnsi" w:cstheme="minorHAnsi"/>
                <w:sz w:val="24"/>
              </w:rPr>
              <w:t xml:space="preserve"> Meeting Minutes</w:t>
            </w:r>
          </w:p>
          <w:p w14:paraId="1AD9FE63" w14:textId="77777777" w:rsidR="00603058" w:rsidRPr="00925905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925905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2AAA6F58" w14:textId="2969C89C" w:rsidR="00386A8D" w:rsidRDefault="00B47DE7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B47DE7">
              <w:rPr>
                <w:rFonts w:asciiTheme="minorHAnsi" w:hAnsiTheme="minorHAnsi" w:cstheme="minorHAnsi"/>
                <w:bCs/>
                <w:sz w:val="24"/>
              </w:rPr>
              <w:t>DMC-112 ACCESS for ELLs SBD</w:t>
            </w:r>
          </w:p>
          <w:p w14:paraId="7C4F8EAF" w14:textId="6FB05767" w:rsidR="00D70D7D" w:rsidRDefault="00D70D7D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D70D7D">
              <w:rPr>
                <w:rFonts w:asciiTheme="minorHAnsi" w:hAnsiTheme="minorHAnsi" w:cstheme="minorHAnsi"/>
                <w:bCs/>
                <w:sz w:val="24"/>
              </w:rPr>
              <w:t>DMC-119 Data Collection Satisfaction Survey</w:t>
            </w:r>
          </w:p>
          <w:p w14:paraId="3EE959F5" w14:textId="46F7DAEE" w:rsidR="00F54E13" w:rsidRDefault="00F54E13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F54E13">
              <w:rPr>
                <w:rFonts w:asciiTheme="minorHAnsi" w:hAnsiTheme="minorHAnsi" w:cstheme="minorHAnsi"/>
                <w:bCs/>
                <w:sz w:val="24"/>
              </w:rPr>
              <w:t>DPSE-126 Colorado Student Re-Engagement Grant Program</w:t>
            </w:r>
          </w:p>
          <w:p w14:paraId="1A435794" w14:textId="65CEAAD6" w:rsidR="004544D9" w:rsidRDefault="004544D9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4544D9">
              <w:rPr>
                <w:rFonts w:asciiTheme="minorHAnsi" w:hAnsiTheme="minorHAnsi" w:cstheme="minorHAnsi"/>
                <w:bCs/>
                <w:sz w:val="24"/>
              </w:rPr>
              <w:t>PPS-104 Career Development Incentive Program</w:t>
            </w:r>
          </w:p>
          <w:p w14:paraId="6B71FEEE" w14:textId="0B08CD07" w:rsidR="00034AB3" w:rsidRDefault="00034AB3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034AB3">
              <w:rPr>
                <w:rFonts w:asciiTheme="minorHAnsi" w:hAnsiTheme="minorHAnsi" w:cstheme="minorHAnsi"/>
                <w:bCs/>
                <w:sz w:val="24"/>
              </w:rPr>
              <w:t>PSF-CC03 BEST Grant Application</w:t>
            </w:r>
          </w:p>
          <w:p w14:paraId="730D4634" w14:textId="6BD87FA3" w:rsidR="00953621" w:rsidRPr="00925905" w:rsidRDefault="00953621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953621">
              <w:rPr>
                <w:rFonts w:asciiTheme="minorHAnsi" w:hAnsiTheme="minorHAnsi" w:cstheme="minorHAnsi"/>
                <w:bCs/>
                <w:sz w:val="24"/>
              </w:rPr>
              <w:t>SIS-104 High-Impact Tutoring Program</w:t>
            </w:r>
          </w:p>
          <w:p w14:paraId="7D5943F0" w14:textId="77777777" w:rsidR="00046F68" w:rsidRPr="00925905" w:rsidRDefault="00046F68" w:rsidP="00046F68">
            <w:pPr>
              <w:rPr>
                <w:rFonts w:asciiTheme="minorHAnsi" w:hAnsiTheme="minorHAnsi" w:cstheme="minorHAnsi"/>
                <w:b/>
                <w:sz w:val="24"/>
              </w:rPr>
            </w:pPr>
          </w:p>
          <w:p w14:paraId="6107A3AA" w14:textId="24E1968C" w:rsidR="007B7D0F" w:rsidRPr="00925905" w:rsidRDefault="007B7D0F" w:rsidP="00046F6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Biennial Update Approvals</w:t>
            </w:r>
          </w:p>
          <w:p w14:paraId="13578366" w14:textId="3D23CB13" w:rsidR="008640AA" w:rsidRDefault="00925905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925905">
              <w:rPr>
                <w:rFonts w:asciiTheme="minorHAnsi" w:hAnsiTheme="minorHAnsi" w:cstheme="minorHAnsi"/>
                <w:bCs/>
                <w:sz w:val="24"/>
              </w:rPr>
              <w:t xml:space="preserve">SED-202A High Cost </w:t>
            </w:r>
            <w:proofErr w:type="gramStart"/>
            <w:r w:rsidRPr="00925905">
              <w:rPr>
                <w:rFonts w:asciiTheme="minorHAnsi" w:hAnsiTheme="minorHAnsi" w:cstheme="minorHAnsi"/>
                <w:bCs/>
                <w:sz w:val="24"/>
              </w:rPr>
              <w:t>In</w:t>
            </w:r>
            <w:proofErr w:type="gramEnd"/>
            <w:r w:rsidRPr="00925905">
              <w:rPr>
                <w:rFonts w:asciiTheme="minorHAnsi" w:hAnsiTheme="minorHAnsi" w:cstheme="minorHAnsi"/>
                <w:bCs/>
                <w:sz w:val="24"/>
              </w:rPr>
              <w:t xml:space="preserve"> Administrative Unit Application</w:t>
            </w:r>
          </w:p>
          <w:p w14:paraId="1E828330" w14:textId="3E0C9E2D" w:rsidR="002E4895" w:rsidRPr="00925905" w:rsidRDefault="002E4895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2E4895">
              <w:rPr>
                <w:rFonts w:asciiTheme="minorHAnsi" w:hAnsiTheme="minorHAnsi" w:cstheme="minorHAnsi"/>
                <w:bCs/>
                <w:sz w:val="24"/>
              </w:rPr>
              <w:t>SED-202B High Cost Out of District Application</w:t>
            </w:r>
          </w:p>
          <w:p w14:paraId="055AF290" w14:textId="7DF77E0A" w:rsidR="00EA359C" w:rsidRPr="00925905" w:rsidRDefault="00EA359C" w:rsidP="00B24CEB">
            <w:pPr>
              <w:pStyle w:val="ListParagraph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D182DF9" w14:textId="3CD450E9" w:rsidR="00050252" w:rsidRPr="00925905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925905" w14:paraId="71DEC926" w14:textId="77777777" w:rsidTr="000D059C">
        <w:trPr>
          <w:trHeight w:val="576"/>
        </w:trPr>
        <w:tc>
          <w:tcPr>
            <w:tcW w:w="2610" w:type="dxa"/>
          </w:tcPr>
          <w:p w14:paraId="3B1D085A" w14:textId="4349B112" w:rsidR="00E705E2" w:rsidRPr="00925905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4658A4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63D63265" w14:textId="1562C9E5" w:rsidR="001403AE" w:rsidRPr="004B4330" w:rsidRDefault="004B4330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4B4330">
              <w:rPr>
                <w:rFonts w:asciiTheme="minorHAnsi" w:hAnsiTheme="minorHAnsi" w:cstheme="minorHAnsi"/>
                <w:sz w:val="24"/>
              </w:rPr>
              <w:t>HES-104 Project AWARE-TISS Cross-Site Evaluation Student Identification &amp; Referral Form (SIRF)</w:t>
            </w:r>
          </w:p>
        </w:tc>
        <w:tc>
          <w:tcPr>
            <w:tcW w:w="1980" w:type="dxa"/>
            <w:vAlign w:val="center"/>
          </w:tcPr>
          <w:p w14:paraId="2B583465" w14:textId="13C30C61" w:rsidR="006B293A" w:rsidRPr="004B4330" w:rsidRDefault="004658A4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4B4330">
              <w:rPr>
                <w:rFonts w:asciiTheme="minorHAnsi" w:hAnsiTheme="minorHAnsi" w:cstheme="minorHAnsi"/>
                <w:sz w:val="24"/>
              </w:rPr>
              <w:t>Meghan Paulson</w:t>
            </w:r>
          </w:p>
        </w:tc>
      </w:tr>
      <w:tr w:rsidR="00E705E2" w:rsidRPr="00925905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925905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lastRenderedPageBreak/>
              <w:t>1</w:t>
            </w:r>
            <w:r w:rsidR="00DB3647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6DCA7E6" w14:textId="64BEF860" w:rsidR="004B0154" w:rsidRPr="0030781E" w:rsidRDefault="0030781E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0781E">
              <w:rPr>
                <w:rFonts w:asciiTheme="minorHAnsi" w:hAnsiTheme="minorHAnsi" w:cstheme="minorHAnsi"/>
                <w:sz w:val="24"/>
              </w:rPr>
              <w:t>AEI-101 Adult Education and Literacy Act (AELA) Grant Program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5E8509B7" w:rsidR="00487CB2" w:rsidRPr="0030781E" w:rsidRDefault="00C10CCA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0781E">
              <w:rPr>
                <w:rFonts w:asciiTheme="minorHAnsi" w:hAnsiTheme="minorHAnsi" w:cstheme="minorHAnsi"/>
                <w:sz w:val="24"/>
              </w:rPr>
              <w:t>Michelle Prael</w:t>
            </w:r>
            <w:r w:rsidR="0030781E">
              <w:rPr>
                <w:rFonts w:asciiTheme="minorHAnsi" w:hAnsiTheme="minorHAnsi" w:cstheme="minorHAnsi"/>
                <w:sz w:val="24"/>
              </w:rPr>
              <w:t>, Kim Burnham</w:t>
            </w:r>
          </w:p>
        </w:tc>
      </w:tr>
      <w:tr w:rsidR="00902C51" w:rsidRPr="00925905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78520566" w:rsidR="00902C51" w:rsidRPr="00925905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BCB16C0" w14:textId="4806726B" w:rsidR="00864F2D" w:rsidRPr="00A32A19" w:rsidRDefault="00196BA6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A32A19">
              <w:rPr>
                <w:rFonts w:asciiTheme="minorHAnsi" w:hAnsiTheme="minorHAnsi" w:cstheme="minorHAnsi"/>
                <w:sz w:val="24"/>
              </w:rPr>
              <w:t>ESS-428 SPED Teacher Shortage Area Grant</w:t>
            </w:r>
          </w:p>
        </w:tc>
        <w:tc>
          <w:tcPr>
            <w:tcW w:w="1980" w:type="dxa"/>
            <w:vAlign w:val="center"/>
          </w:tcPr>
          <w:p w14:paraId="093485EA" w14:textId="46BB74B0" w:rsidR="00902C51" w:rsidRPr="00A32A19" w:rsidRDefault="00196BA6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A32A19">
              <w:rPr>
                <w:rFonts w:asciiTheme="minorHAnsi" w:hAnsiTheme="minorHAnsi" w:cstheme="minorHAnsi"/>
                <w:sz w:val="24"/>
              </w:rPr>
              <w:t>DeLilah Collins</w:t>
            </w:r>
          </w:p>
        </w:tc>
      </w:tr>
      <w:tr w:rsidR="00B52258" w:rsidRPr="00925905" w14:paraId="75295A32" w14:textId="77777777" w:rsidTr="00411B13">
        <w:trPr>
          <w:trHeight w:val="443"/>
        </w:trPr>
        <w:tc>
          <w:tcPr>
            <w:tcW w:w="2610" w:type="dxa"/>
          </w:tcPr>
          <w:p w14:paraId="562921E2" w14:textId="69F6FB3F" w:rsidR="00B52258" w:rsidRPr="008D5F30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D5F30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D70D7D" w:rsidRPr="008D5F30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305BDC9" w14:textId="32D28B70" w:rsidR="00AF37C2" w:rsidRPr="008D5F30" w:rsidRDefault="009D186D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Restraint and Seclusion</w:t>
            </w:r>
          </w:p>
        </w:tc>
        <w:tc>
          <w:tcPr>
            <w:tcW w:w="1980" w:type="dxa"/>
            <w:vAlign w:val="center"/>
          </w:tcPr>
          <w:p w14:paraId="0E4E83F7" w14:textId="54847A1F" w:rsidR="00B52258" w:rsidRPr="008D5F30" w:rsidRDefault="009D186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Annette Severson</w:t>
            </w:r>
          </w:p>
        </w:tc>
      </w:tr>
      <w:tr w:rsidR="009D186D" w:rsidRPr="00925905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765A0E1B" w:rsidR="009D186D" w:rsidRPr="00925905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10:45 a.m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– 11: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30 a.m.</w:t>
            </w:r>
          </w:p>
        </w:tc>
        <w:tc>
          <w:tcPr>
            <w:tcW w:w="6840" w:type="dxa"/>
          </w:tcPr>
          <w:p w14:paraId="7978AB48" w14:textId="40BFC2A1" w:rsidR="009D186D" w:rsidRDefault="009D186D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254FF426" w14:textId="77777777" w:rsidR="009D186D" w:rsidRPr="008D5F30" w:rsidRDefault="009D186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2C07E0" w:rsidRPr="00925905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20B1CF07" w:rsidR="002C07E0" w:rsidRPr="00925905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8D5F30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8D5F30">
              <w:rPr>
                <w:rFonts w:asciiTheme="minorHAnsi" w:hAnsiTheme="minorHAnsi" w:cstheme="minorHAnsi"/>
                <w:b/>
                <w:sz w:val="24"/>
              </w:rPr>
              <w:t>2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8D5F30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5F30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212ADC8D" w14:textId="5C9B4EAC" w:rsidR="00B678AD" w:rsidRPr="008D5F30" w:rsidRDefault="008D5F30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045BCE7D" w14:textId="3983030D" w:rsidR="00B678AD" w:rsidRPr="008D5F30" w:rsidRDefault="00B678A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90FF5" w:rsidRPr="0061715A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3A806545" w:rsidR="00F90FF5" w:rsidRPr="00925905" w:rsidRDefault="008D5F3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12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>
              <w:rPr>
                <w:rFonts w:asciiTheme="minorHAnsi" w:hAnsiTheme="minorHAnsi" w:cstheme="minorHAnsi"/>
                <w:b/>
                <w:sz w:val="24"/>
              </w:rPr>
              <w:t>00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 xml:space="preserve"> p.m. – 04:00 p.m.</w:t>
            </w:r>
          </w:p>
        </w:tc>
        <w:tc>
          <w:tcPr>
            <w:tcW w:w="6840" w:type="dxa"/>
          </w:tcPr>
          <w:p w14:paraId="5CF70B12" w14:textId="17EDC34E" w:rsidR="00F90FF5" w:rsidRPr="008D5F30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D5F30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8D5F30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20071"/>
    <w:rsid w:val="000228D3"/>
    <w:rsid w:val="00022F4B"/>
    <w:rsid w:val="00024795"/>
    <w:rsid w:val="00024B0C"/>
    <w:rsid w:val="00025FEB"/>
    <w:rsid w:val="00026B35"/>
    <w:rsid w:val="00027873"/>
    <w:rsid w:val="00027CB5"/>
    <w:rsid w:val="0003042A"/>
    <w:rsid w:val="000337CA"/>
    <w:rsid w:val="00033EEF"/>
    <w:rsid w:val="00034419"/>
    <w:rsid w:val="00034AB3"/>
    <w:rsid w:val="00034ED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6381"/>
    <w:rsid w:val="00087408"/>
    <w:rsid w:val="000875CE"/>
    <w:rsid w:val="00087645"/>
    <w:rsid w:val="000902A7"/>
    <w:rsid w:val="000912EC"/>
    <w:rsid w:val="000922E9"/>
    <w:rsid w:val="0009265B"/>
    <w:rsid w:val="0009366E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709B"/>
    <w:rsid w:val="001C1174"/>
    <w:rsid w:val="001C23AB"/>
    <w:rsid w:val="001C285F"/>
    <w:rsid w:val="001C5664"/>
    <w:rsid w:val="001C5C90"/>
    <w:rsid w:val="001D1B0B"/>
    <w:rsid w:val="001D2A53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5E61"/>
    <w:rsid w:val="0020654E"/>
    <w:rsid w:val="002079C6"/>
    <w:rsid w:val="00207CDD"/>
    <w:rsid w:val="00210A40"/>
    <w:rsid w:val="00211FAD"/>
    <w:rsid w:val="00213613"/>
    <w:rsid w:val="002140C7"/>
    <w:rsid w:val="002147BD"/>
    <w:rsid w:val="00215B50"/>
    <w:rsid w:val="00216849"/>
    <w:rsid w:val="00216E69"/>
    <w:rsid w:val="00221337"/>
    <w:rsid w:val="002231D8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7714"/>
    <w:rsid w:val="00247B8A"/>
    <w:rsid w:val="002531FC"/>
    <w:rsid w:val="002534FD"/>
    <w:rsid w:val="00253FA5"/>
    <w:rsid w:val="00256E0D"/>
    <w:rsid w:val="0026015D"/>
    <w:rsid w:val="00261692"/>
    <w:rsid w:val="00262AD0"/>
    <w:rsid w:val="0026313F"/>
    <w:rsid w:val="002643D7"/>
    <w:rsid w:val="00264474"/>
    <w:rsid w:val="00267C01"/>
    <w:rsid w:val="00270751"/>
    <w:rsid w:val="00272BB3"/>
    <w:rsid w:val="0027442E"/>
    <w:rsid w:val="0027531F"/>
    <w:rsid w:val="0027532B"/>
    <w:rsid w:val="002762BA"/>
    <w:rsid w:val="00280B2F"/>
    <w:rsid w:val="00285B85"/>
    <w:rsid w:val="00285DB5"/>
    <w:rsid w:val="00287068"/>
    <w:rsid w:val="00290DD3"/>
    <w:rsid w:val="00290FA5"/>
    <w:rsid w:val="00293225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21D7"/>
    <w:rsid w:val="002D221A"/>
    <w:rsid w:val="002D248E"/>
    <w:rsid w:val="002D58A5"/>
    <w:rsid w:val="002D6EF4"/>
    <w:rsid w:val="002D7490"/>
    <w:rsid w:val="002D790C"/>
    <w:rsid w:val="002E1685"/>
    <w:rsid w:val="002E2952"/>
    <w:rsid w:val="002E4895"/>
    <w:rsid w:val="002E60BD"/>
    <w:rsid w:val="002E74EE"/>
    <w:rsid w:val="002F0682"/>
    <w:rsid w:val="002F31BD"/>
    <w:rsid w:val="002F6399"/>
    <w:rsid w:val="003001DC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4707"/>
    <w:rsid w:val="00345219"/>
    <w:rsid w:val="003472F0"/>
    <w:rsid w:val="00347617"/>
    <w:rsid w:val="0035169A"/>
    <w:rsid w:val="00353136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5EEB"/>
    <w:rsid w:val="003868A6"/>
    <w:rsid w:val="00386A8D"/>
    <w:rsid w:val="0039167B"/>
    <w:rsid w:val="00391C94"/>
    <w:rsid w:val="00392563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643A"/>
    <w:rsid w:val="003D0E23"/>
    <w:rsid w:val="003D0F1C"/>
    <w:rsid w:val="003D0FD4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52F4"/>
    <w:rsid w:val="0044244A"/>
    <w:rsid w:val="00443026"/>
    <w:rsid w:val="00450F49"/>
    <w:rsid w:val="00452D4C"/>
    <w:rsid w:val="0045312C"/>
    <w:rsid w:val="004544D9"/>
    <w:rsid w:val="00454652"/>
    <w:rsid w:val="00454792"/>
    <w:rsid w:val="0045506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80001"/>
    <w:rsid w:val="00480028"/>
    <w:rsid w:val="00480A3E"/>
    <w:rsid w:val="004817A8"/>
    <w:rsid w:val="00482FCC"/>
    <w:rsid w:val="0048390B"/>
    <w:rsid w:val="004876C3"/>
    <w:rsid w:val="00487CB2"/>
    <w:rsid w:val="00491A1F"/>
    <w:rsid w:val="00491ABF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4027"/>
    <w:rsid w:val="004A7FDF"/>
    <w:rsid w:val="004B0154"/>
    <w:rsid w:val="004B4330"/>
    <w:rsid w:val="004B4F3B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8C3"/>
    <w:rsid w:val="004F45F4"/>
    <w:rsid w:val="004F504B"/>
    <w:rsid w:val="004F52EF"/>
    <w:rsid w:val="0050083D"/>
    <w:rsid w:val="00500B64"/>
    <w:rsid w:val="00502885"/>
    <w:rsid w:val="0050341B"/>
    <w:rsid w:val="00503A70"/>
    <w:rsid w:val="005045E6"/>
    <w:rsid w:val="00504D17"/>
    <w:rsid w:val="0050605A"/>
    <w:rsid w:val="005077AB"/>
    <w:rsid w:val="00507F54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5ED"/>
    <w:rsid w:val="00546DF7"/>
    <w:rsid w:val="00547C54"/>
    <w:rsid w:val="00550582"/>
    <w:rsid w:val="00551231"/>
    <w:rsid w:val="00551443"/>
    <w:rsid w:val="00551B43"/>
    <w:rsid w:val="005526B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91272"/>
    <w:rsid w:val="00593363"/>
    <w:rsid w:val="00594B7E"/>
    <w:rsid w:val="00594F7B"/>
    <w:rsid w:val="005978FA"/>
    <w:rsid w:val="005A00F4"/>
    <w:rsid w:val="005A518D"/>
    <w:rsid w:val="005A6701"/>
    <w:rsid w:val="005A6E8D"/>
    <w:rsid w:val="005A71A1"/>
    <w:rsid w:val="005A7A89"/>
    <w:rsid w:val="005A7C8B"/>
    <w:rsid w:val="005B0097"/>
    <w:rsid w:val="005B02E8"/>
    <w:rsid w:val="005B5160"/>
    <w:rsid w:val="005B6FBC"/>
    <w:rsid w:val="005B7DF1"/>
    <w:rsid w:val="005C15D3"/>
    <w:rsid w:val="005C2A06"/>
    <w:rsid w:val="005C3BD7"/>
    <w:rsid w:val="005C4077"/>
    <w:rsid w:val="005C5450"/>
    <w:rsid w:val="005D0AD5"/>
    <w:rsid w:val="005D0BF7"/>
    <w:rsid w:val="005D261E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EDA"/>
    <w:rsid w:val="005E4D59"/>
    <w:rsid w:val="005E7403"/>
    <w:rsid w:val="005F075D"/>
    <w:rsid w:val="005F33B4"/>
    <w:rsid w:val="005F663D"/>
    <w:rsid w:val="005F7A96"/>
    <w:rsid w:val="00600032"/>
    <w:rsid w:val="00601E1B"/>
    <w:rsid w:val="00603058"/>
    <w:rsid w:val="006033FC"/>
    <w:rsid w:val="0060426F"/>
    <w:rsid w:val="0060452D"/>
    <w:rsid w:val="006051EA"/>
    <w:rsid w:val="00606485"/>
    <w:rsid w:val="006100A3"/>
    <w:rsid w:val="00610F6C"/>
    <w:rsid w:val="00611F8B"/>
    <w:rsid w:val="00612F33"/>
    <w:rsid w:val="00614022"/>
    <w:rsid w:val="0061407A"/>
    <w:rsid w:val="0061676C"/>
    <w:rsid w:val="0061683B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34A2"/>
    <w:rsid w:val="00633847"/>
    <w:rsid w:val="00635581"/>
    <w:rsid w:val="00635EDB"/>
    <w:rsid w:val="00636AE3"/>
    <w:rsid w:val="00637857"/>
    <w:rsid w:val="00640A67"/>
    <w:rsid w:val="00641010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2DE7"/>
    <w:rsid w:val="00684B3F"/>
    <w:rsid w:val="00685E85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11571"/>
    <w:rsid w:val="0071270E"/>
    <w:rsid w:val="00713183"/>
    <w:rsid w:val="007133AF"/>
    <w:rsid w:val="00715391"/>
    <w:rsid w:val="00716D81"/>
    <w:rsid w:val="00721116"/>
    <w:rsid w:val="007229D6"/>
    <w:rsid w:val="0072523F"/>
    <w:rsid w:val="007252C0"/>
    <w:rsid w:val="007335D8"/>
    <w:rsid w:val="007337E4"/>
    <w:rsid w:val="00733DF4"/>
    <w:rsid w:val="007355B7"/>
    <w:rsid w:val="0073617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4F48"/>
    <w:rsid w:val="00764F67"/>
    <w:rsid w:val="007663D3"/>
    <w:rsid w:val="00766E4D"/>
    <w:rsid w:val="00767181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47ED"/>
    <w:rsid w:val="007D498C"/>
    <w:rsid w:val="007D53E8"/>
    <w:rsid w:val="007D5F78"/>
    <w:rsid w:val="007E07C9"/>
    <w:rsid w:val="007E4E17"/>
    <w:rsid w:val="007E7909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3E7A"/>
    <w:rsid w:val="0081499F"/>
    <w:rsid w:val="00814FD9"/>
    <w:rsid w:val="00815C68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EA3"/>
    <w:rsid w:val="00842146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EB2"/>
    <w:rsid w:val="00864F2D"/>
    <w:rsid w:val="0086516E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A6D"/>
    <w:rsid w:val="008C78F0"/>
    <w:rsid w:val="008D0CA8"/>
    <w:rsid w:val="008D22C1"/>
    <w:rsid w:val="008D36F1"/>
    <w:rsid w:val="008D3736"/>
    <w:rsid w:val="008D3C74"/>
    <w:rsid w:val="008D5F30"/>
    <w:rsid w:val="008D649E"/>
    <w:rsid w:val="008E0841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6E92"/>
    <w:rsid w:val="00901269"/>
    <w:rsid w:val="00901514"/>
    <w:rsid w:val="00901D35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758"/>
    <w:rsid w:val="009C6A05"/>
    <w:rsid w:val="009C767C"/>
    <w:rsid w:val="009D077C"/>
    <w:rsid w:val="009D186D"/>
    <w:rsid w:val="009D50B1"/>
    <w:rsid w:val="009D5FD6"/>
    <w:rsid w:val="009D6D6B"/>
    <w:rsid w:val="009D7D8D"/>
    <w:rsid w:val="009E0382"/>
    <w:rsid w:val="009E0823"/>
    <w:rsid w:val="009E0E75"/>
    <w:rsid w:val="009E2EDC"/>
    <w:rsid w:val="009E38C9"/>
    <w:rsid w:val="009E3C64"/>
    <w:rsid w:val="009E640C"/>
    <w:rsid w:val="009E6FF2"/>
    <w:rsid w:val="009E735C"/>
    <w:rsid w:val="009E7EFD"/>
    <w:rsid w:val="009F0449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9BE"/>
    <w:rsid w:val="00A12E5F"/>
    <w:rsid w:val="00A143EF"/>
    <w:rsid w:val="00A1568E"/>
    <w:rsid w:val="00A157CF"/>
    <w:rsid w:val="00A2059C"/>
    <w:rsid w:val="00A21624"/>
    <w:rsid w:val="00A22195"/>
    <w:rsid w:val="00A23F1D"/>
    <w:rsid w:val="00A250BA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1ED6"/>
    <w:rsid w:val="00A4428A"/>
    <w:rsid w:val="00A44E21"/>
    <w:rsid w:val="00A45E17"/>
    <w:rsid w:val="00A468F4"/>
    <w:rsid w:val="00A472A7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4837"/>
    <w:rsid w:val="00A90DC5"/>
    <w:rsid w:val="00A915C0"/>
    <w:rsid w:val="00A91652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56F1"/>
    <w:rsid w:val="00AB6389"/>
    <w:rsid w:val="00AB6D6D"/>
    <w:rsid w:val="00AC05B9"/>
    <w:rsid w:val="00AC06AF"/>
    <w:rsid w:val="00AC0ED4"/>
    <w:rsid w:val="00AC25ED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632D"/>
    <w:rsid w:val="00B16E18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3E9"/>
    <w:rsid w:val="00B347F8"/>
    <w:rsid w:val="00B3608D"/>
    <w:rsid w:val="00B40E16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940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438"/>
    <w:rsid w:val="00BB3FA9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40D8"/>
    <w:rsid w:val="00BD4B67"/>
    <w:rsid w:val="00BE2C2E"/>
    <w:rsid w:val="00BE39B8"/>
    <w:rsid w:val="00BE48AA"/>
    <w:rsid w:val="00BE4C31"/>
    <w:rsid w:val="00BE5149"/>
    <w:rsid w:val="00BF0AF3"/>
    <w:rsid w:val="00BF0EA4"/>
    <w:rsid w:val="00BF1081"/>
    <w:rsid w:val="00BF38F8"/>
    <w:rsid w:val="00BF6241"/>
    <w:rsid w:val="00C004E0"/>
    <w:rsid w:val="00C0078E"/>
    <w:rsid w:val="00C00F40"/>
    <w:rsid w:val="00C013A9"/>
    <w:rsid w:val="00C01C43"/>
    <w:rsid w:val="00C056ED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FA"/>
    <w:rsid w:val="00C2668E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6574"/>
    <w:rsid w:val="00C76C2E"/>
    <w:rsid w:val="00C827B4"/>
    <w:rsid w:val="00C83AC2"/>
    <w:rsid w:val="00C87532"/>
    <w:rsid w:val="00C911ED"/>
    <w:rsid w:val="00C93CD1"/>
    <w:rsid w:val="00C958E2"/>
    <w:rsid w:val="00C97E16"/>
    <w:rsid w:val="00CA0E64"/>
    <w:rsid w:val="00CA1040"/>
    <w:rsid w:val="00CA1563"/>
    <w:rsid w:val="00CA35EF"/>
    <w:rsid w:val="00CA45FD"/>
    <w:rsid w:val="00CB1482"/>
    <w:rsid w:val="00CB14CD"/>
    <w:rsid w:val="00CB5AB2"/>
    <w:rsid w:val="00CC1912"/>
    <w:rsid w:val="00CC22A0"/>
    <w:rsid w:val="00CC44F4"/>
    <w:rsid w:val="00CC47ED"/>
    <w:rsid w:val="00CC4A0A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EE4"/>
    <w:rsid w:val="00CE5D52"/>
    <w:rsid w:val="00CF0887"/>
    <w:rsid w:val="00CF2348"/>
    <w:rsid w:val="00CF4927"/>
    <w:rsid w:val="00CF4AF3"/>
    <w:rsid w:val="00CF6995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D22"/>
    <w:rsid w:val="00D212FD"/>
    <w:rsid w:val="00D22273"/>
    <w:rsid w:val="00D23E94"/>
    <w:rsid w:val="00D24DDC"/>
    <w:rsid w:val="00D25F49"/>
    <w:rsid w:val="00D263A9"/>
    <w:rsid w:val="00D2662F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70D7D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3D8A"/>
    <w:rsid w:val="00DC6337"/>
    <w:rsid w:val="00DC6D28"/>
    <w:rsid w:val="00DC6DD7"/>
    <w:rsid w:val="00DD14C1"/>
    <w:rsid w:val="00DD3B28"/>
    <w:rsid w:val="00DD5410"/>
    <w:rsid w:val="00DD5719"/>
    <w:rsid w:val="00DD646C"/>
    <w:rsid w:val="00DD6E8C"/>
    <w:rsid w:val="00DD7669"/>
    <w:rsid w:val="00DD7947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5CF2"/>
    <w:rsid w:val="00DF7838"/>
    <w:rsid w:val="00E027A7"/>
    <w:rsid w:val="00E0303C"/>
    <w:rsid w:val="00E0400A"/>
    <w:rsid w:val="00E04F0E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92E"/>
    <w:rsid w:val="00E267D0"/>
    <w:rsid w:val="00E30C9E"/>
    <w:rsid w:val="00E31EAE"/>
    <w:rsid w:val="00E33FD8"/>
    <w:rsid w:val="00E35F4E"/>
    <w:rsid w:val="00E37497"/>
    <w:rsid w:val="00E40AB4"/>
    <w:rsid w:val="00E42F7D"/>
    <w:rsid w:val="00E43C15"/>
    <w:rsid w:val="00E44210"/>
    <w:rsid w:val="00E4475E"/>
    <w:rsid w:val="00E44FD2"/>
    <w:rsid w:val="00E50C18"/>
    <w:rsid w:val="00E519EE"/>
    <w:rsid w:val="00E52DC3"/>
    <w:rsid w:val="00E55CE1"/>
    <w:rsid w:val="00E57246"/>
    <w:rsid w:val="00E604B4"/>
    <w:rsid w:val="00E60B49"/>
    <w:rsid w:val="00E705E2"/>
    <w:rsid w:val="00E72504"/>
    <w:rsid w:val="00E725AC"/>
    <w:rsid w:val="00E73F64"/>
    <w:rsid w:val="00E7689F"/>
    <w:rsid w:val="00E76B1F"/>
    <w:rsid w:val="00E778E6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5482"/>
    <w:rsid w:val="00EA044A"/>
    <w:rsid w:val="00EA24F0"/>
    <w:rsid w:val="00EA288A"/>
    <w:rsid w:val="00EA359C"/>
    <w:rsid w:val="00EB277D"/>
    <w:rsid w:val="00EB2F0A"/>
    <w:rsid w:val="00EB357A"/>
    <w:rsid w:val="00EB6C28"/>
    <w:rsid w:val="00EC0861"/>
    <w:rsid w:val="00EC2F60"/>
    <w:rsid w:val="00EC4123"/>
    <w:rsid w:val="00EC565B"/>
    <w:rsid w:val="00EC7B7B"/>
    <w:rsid w:val="00ED1965"/>
    <w:rsid w:val="00ED2956"/>
    <w:rsid w:val="00ED3253"/>
    <w:rsid w:val="00ED330C"/>
    <w:rsid w:val="00ED3AFC"/>
    <w:rsid w:val="00EE0E99"/>
    <w:rsid w:val="00EE11BE"/>
    <w:rsid w:val="00EE1D0C"/>
    <w:rsid w:val="00EE2132"/>
    <w:rsid w:val="00EE4F59"/>
    <w:rsid w:val="00EE55A0"/>
    <w:rsid w:val="00EE6A4C"/>
    <w:rsid w:val="00EF2DC2"/>
    <w:rsid w:val="00EF37ED"/>
    <w:rsid w:val="00EF4A7A"/>
    <w:rsid w:val="00EF5EBB"/>
    <w:rsid w:val="00EF7AB5"/>
    <w:rsid w:val="00F003F8"/>
    <w:rsid w:val="00F008BF"/>
    <w:rsid w:val="00F04AC3"/>
    <w:rsid w:val="00F04D91"/>
    <w:rsid w:val="00F057ED"/>
    <w:rsid w:val="00F06729"/>
    <w:rsid w:val="00F07868"/>
    <w:rsid w:val="00F1060E"/>
    <w:rsid w:val="00F118C7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31081"/>
    <w:rsid w:val="00F311AA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43C5"/>
    <w:rsid w:val="00F654F6"/>
    <w:rsid w:val="00F65F81"/>
    <w:rsid w:val="00F665A4"/>
    <w:rsid w:val="00F66BB4"/>
    <w:rsid w:val="00F705FB"/>
    <w:rsid w:val="00F72259"/>
    <w:rsid w:val="00F7417C"/>
    <w:rsid w:val="00F7548D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E80"/>
    <w:rsid w:val="00FA6DAA"/>
    <w:rsid w:val="00FB0E17"/>
    <w:rsid w:val="00FB0FCA"/>
    <w:rsid w:val="00FB3ABF"/>
    <w:rsid w:val="00FB4723"/>
    <w:rsid w:val="00FB543D"/>
    <w:rsid w:val="00FB665E"/>
    <w:rsid w:val="00FB7C41"/>
    <w:rsid w:val="00FC2FD5"/>
    <w:rsid w:val="00FC3883"/>
    <w:rsid w:val="00FC3C14"/>
    <w:rsid w:val="00FC54E8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6009</TotalTime>
  <Pages>2</Pages>
  <Words>216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778</cp:revision>
  <cp:lastPrinted>2021-08-25T16:36:00Z</cp:lastPrinted>
  <dcterms:created xsi:type="dcterms:W3CDTF">2022-05-27T18:34:00Z</dcterms:created>
  <dcterms:modified xsi:type="dcterms:W3CDTF">2024-10-28T14:38:00Z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