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8A30" w14:textId="77777777" w:rsidR="00831C66" w:rsidRPr="00925905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>AGENDA</w:t>
      </w:r>
    </w:p>
    <w:p w14:paraId="35FF0BEF" w14:textId="79F8D048" w:rsidR="00831C66" w:rsidRPr="00925905" w:rsidRDefault="00831C66">
      <w:pPr>
        <w:pStyle w:val="Heading1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</w:rPr>
        <w:t>Educ</w:t>
      </w:r>
      <w:r w:rsidR="0012696A" w:rsidRPr="00925905">
        <w:rPr>
          <w:rFonts w:asciiTheme="minorHAnsi" w:hAnsiTheme="minorHAnsi" w:cstheme="minorHAnsi"/>
        </w:rPr>
        <w:t>ational Data Advisory Committee</w:t>
      </w:r>
      <w:r w:rsidR="00F53D3E" w:rsidRPr="00925905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 xml:space="preserve">Meeting </w:t>
      </w:r>
      <w:r w:rsidR="009B5F2F" w:rsidRPr="00925905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925905" w:rsidRDefault="00831C66">
      <w:pPr>
        <w:rPr>
          <w:rFonts w:asciiTheme="minorHAnsi" w:hAnsiTheme="minorHAnsi" w:cstheme="minorHAnsi"/>
        </w:rPr>
      </w:pPr>
    </w:p>
    <w:p w14:paraId="42B51966" w14:textId="7FBD4E58" w:rsidR="006E3712" w:rsidRPr="00925905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925905">
        <w:rPr>
          <w:rFonts w:asciiTheme="minorHAnsi" w:hAnsiTheme="minorHAnsi" w:cstheme="minorHAnsi"/>
          <w:sz w:val="28"/>
          <w:szCs w:val="28"/>
        </w:rPr>
        <w:t xml:space="preserve">Friday, </w:t>
      </w:r>
      <w:r w:rsidR="00455DCD">
        <w:rPr>
          <w:rFonts w:asciiTheme="minorHAnsi" w:hAnsiTheme="minorHAnsi" w:cstheme="minorHAnsi"/>
          <w:sz w:val="28"/>
          <w:szCs w:val="28"/>
        </w:rPr>
        <w:t>January</w:t>
      </w:r>
      <w:r w:rsidR="00F97176" w:rsidRPr="00925905">
        <w:rPr>
          <w:rFonts w:asciiTheme="minorHAnsi" w:hAnsiTheme="minorHAnsi" w:cstheme="minorHAnsi"/>
          <w:sz w:val="28"/>
          <w:szCs w:val="28"/>
        </w:rPr>
        <w:t xml:space="preserve"> </w:t>
      </w:r>
      <w:r w:rsidR="002C0812" w:rsidRPr="00925905">
        <w:rPr>
          <w:rFonts w:asciiTheme="minorHAnsi" w:hAnsiTheme="minorHAnsi" w:cstheme="minorHAnsi"/>
          <w:sz w:val="28"/>
          <w:szCs w:val="28"/>
        </w:rPr>
        <w:t>1</w:t>
      </w:r>
      <w:r w:rsidR="00455DCD">
        <w:rPr>
          <w:rFonts w:asciiTheme="minorHAnsi" w:hAnsiTheme="minorHAnsi" w:cstheme="minorHAnsi"/>
          <w:sz w:val="28"/>
          <w:szCs w:val="28"/>
        </w:rPr>
        <w:t>0</w:t>
      </w:r>
      <w:r w:rsidR="00F97176" w:rsidRPr="00925905">
        <w:rPr>
          <w:rFonts w:asciiTheme="minorHAnsi" w:hAnsiTheme="minorHAnsi" w:cstheme="minorHAnsi"/>
          <w:sz w:val="28"/>
          <w:szCs w:val="28"/>
        </w:rPr>
        <w:t>, 202</w:t>
      </w:r>
      <w:r w:rsidR="00455DCD">
        <w:rPr>
          <w:rFonts w:asciiTheme="minorHAnsi" w:hAnsiTheme="minorHAnsi" w:cstheme="minorHAnsi"/>
          <w:sz w:val="28"/>
          <w:szCs w:val="28"/>
        </w:rPr>
        <w:t>5</w:t>
      </w:r>
      <w:r w:rsidR="00926143" w:rsidRPr="00925905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925905">
        <w:rPr>
          <w:rFonts w:asciiTheme="minorHAnsi" w:hAnsiTheme="minorHAnsi" w:cstheme="minorHAnsi"/>
          <w:sz w:val="28"/>
          <w:szCs w:val="28"/>
        </w:rPr>
        <w:t>9</w:t>
      </w:r>
      <w:r w:rsidR="00926143" w:rsidRPr="00925905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925905">
        <w:rPr>
          <w:rFonts w:asciiTheme="minorHAnsi" w:hAnsiTheme="minorHAnsi" w:cstheme="minorHAnsi"/>
          <w:sz w:val="28"/>
          <w:szCs w:val="28"/>
        </w:rPr>
        <w:t>4</w:t>
      </w:r>
      <w:r w:rsidR="00926143" w:rsidRPr="00925905">
        <w:rPr>
          <w:rFonts w:asciiTheme="minorHAnsi" w:hAnsiTheme="minorHAnsi" w:cstheme="minorHAnsi"/>
          <w:sz w:val="28"/>
          <w:szCs w:val="28"/>
        </w:rPr>
        <w:t>:00 p.m.</w:t>
      </w:r>
      <w:r w:rsidR="00825037" w:rsidRPr="0092590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925905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925905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27"/>
        <w:gridCol w:w="5128"/>
      </w:tblGrid>
      <w:tr w:rsidR="00854C9B" w:rsidRPr="00925905" w14:paraId="68408C92" w14:textId="366E9211" w:rsidTr="00854C9B">
        <w:trPr>
          <w:trHeight w:val="2657"/>
        </w:trPr>
        <w:tc>
          <w:tcPr>
            <w:tcW w:w="5127" w:type="dxa"/>
          </w:tcPr>
          <w:p w14:paraId="614C457F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  <w:sz w:val="36"/>
                <w:szCs w:val="36"/>
              </w:rPr>
              <w:t>Microsoft Teams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hyperlink r:id="rId6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Need help?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61310CC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hyperlink r:id="rId7" w:tgtFrame="_blank" w:tooltip="Meeting join link" w:history="1">
              <w:r w:rsidRPr="00925905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4783F05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291 016 616 409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7ABEDA6" w14:textId="77777777" w:rsidR="00DF00DD" w:rsidRPr="00925905" w:rsidRDefault="00B347F8" w:rsidP="00B347F8">
            <w:pP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E7f4rf</w:t>
            </w:r>
          </w:p>
          <w:p w14:paraId="741685A5" w14:textId="702C1EF1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2FD99752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</w:rPr>
              <w:t>Dial in by phone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98EF5B6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8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+1 929-341-4269,,314987878#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r w:rsidRPr="00925905">
              <w:rPr>
                <w:rStyle w:val="me-email-text"/>
                <w:rFonts w:ascii="Segoe UI" w:hAnsi="Segoe UI" w:cs="Segoe UI"/>
                <w:color w:val="616161"/>
                <w:sz w:val="21"/>
                <w:szCs w:val="21"/>
              </w:rPr>
              <w:t>United States, New York City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75278E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9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Find a local number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57B1D4D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Phone conference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314 987 878#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5611206D" w14:textId="77777777" w:rsidR="00854C9B" w:rsidRPr="00925905" w:rsidRDefault="00854C9B" w:rsidP="00DF7838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</w:tc>
        <w:tc>
          <w:tcPr>
            <w:tcW w:w="5128" w:type="dxa"/>
          </w:tcPr>
          <w:p w14:paraId="17C7D4EF" w14:textId="13B84672" w:rsidR="00854C9B" w:rsidRPr="00925905" w:rsidRDefault="00854C9B" w:rsidP="00DF7838"/>
        </w:tc>
      </w:tr>
    </w:tbl>
    <w:p w14:paraId="37319A21" w14:textId="77777777" w:rsidR="006F37CD" w:rsidRPr="00925905" w:rsidRDefault="006F37CD" w:rsidP="006F37CD"/>
    <w:p w14:paraId="6FD708A7" w14:textId="57E45DCF" w:rsidR="00831C66" w:rsidRPr="00925905" w:rsidRDefault="00E73F64" w:rsidP="00761CDA">
      <w:pPr>
        <w:pStyle w:val="ListParagraph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  <w:b/>
        </w:rPr>
        <w:t xml:space="preserve">EDAC members:  </w:t>
      </w:r>
      <w:r w:rsidR="0054606C">
        <w:rPr>
          <w:rFonts w:asciiTheme="minorHAnsi" w:hAnsiTheme="minorHAnsi" w:cstheme="minorHAnsi"/>
          <w:bCs/>
        </w:rPr>
        <w:t xml:space="preserve">Kimberly Caplan, </w:t>
      </w:r>
      <w:r w:rsidR="00D22273" w:rsidRPr="0054606C">
        <w:rPr>
          <w:rFonts w:asciiTheme="minorHAnsi" w:hAnsiTheme="minorHAnsi" w:cstheme="minorHAnsi"/>
          <w:bCs/>
        </w:rPr>
        <w:t>Tamara</w:t>
      </w:r>
      <w:r w:rsidR="00D22273" w:rsidRPr="00925905">
        <w:rPr>
          <w:rFonts w:asciiTheme="minorHAnsi" w:hAnsiTheme="minorHAnsi" w:cstheme="minorHAnsi"/>
        </w:rPr>
        <w:t xml:space="preserve"> Durbin,</w:t>
      </w:r>
      <w:r w:rsidR="0045506D" w:rsidRPr="00925905">
        <w:rPr>
          <w:rFonts w:asciiTheme="minorHAnsi" w:hAnsiTheme="minorHAnsi" w:cstheme="minorHAnsi"/>
        </w:rPr>
        <w:t xml:space="preserve"> Franziska Johnson</w:t>
      </w:r>
      <w:r w:rsidR="00907997" w:rsidRPr="00925905">
        <w:rPr>
          <w:rFonts w:asciiTheme="minorHAnsi" w:hAnsiTheme="minorHAnsi" w:cstheme="minorHAnsi"/>
        </w:rPr>
        <w:t>,</w:t>
      </w:r>
      <w:r w:rsidR="00504D17" w:rsidRPr="00925905">
        <w:rPr>
          <w:rFonts w:asciiTheme="minorHAnsi" w:hAnsiTheme="minorHAnsi" w:cstheme="minorHAnsi"/>
        </w:rPr>
        <w:t xml:space="preserve"> </w:t>
      </w:r>
      <w:r w:rsidR="0060452D" w:rsidRPr="00925905">
        <w:rPr>
          <w:rFonts w:asciiTheme="minorHAnsi" w:hAnsiTheme="minorHAnsi" w:cstheme="minorHAnsi"/>
        </w:rPr>
        <w:t>Mackenzie Lane</w:t>
      </w:r>
      <w:r w:rsidR="00504D17" w:rsidRPr="00925905">
        <w:rPr>
          <w:rFonts w:asciiTheme="minorHAnsi" w:hAnsiTheme="minorHAnsi" w:cstheme="minorHAnsi"/>
        </w:rPr>
        <w:t xml:space="preserve">, </w:t>
      </w:r>
      <w:r w:rsidR="00D22273" w:rsidRPr="00925905">
        <w:rPr>
          <w:rFonts w:asciiTheme="minorHAnsi" w:hAnsiTheme="minorHAnsi" w:cstheme="minorHAnsi"/>
        </w:rPr>
        <w:t xml:space="preserve">Curtis Lee, </w:t>
      </w:r>
      <w:r w:rsidR="0060452D" w:rsidRPr="00925905">
        <w:rPr>
          <w:rFonts w:asciiTheme="minorHAnsi" w:hAnsiTheme="minorHAnsi" w:cstheme="minorHAnsi"/>
          <w:bCs/>
        </w:rPr>
        <w:t xml:space="preserve">Ingrid Marin, </w:t>
      </w:r>
      <w:r w:rsidR="0060452D" w:rsidRPr="00925905">
        <w:rPr>
          <w:rFonts w:asciiTheme="minorHAnsi" w:hAnsiTheme="minorHAnsi" w:cstheme="minorHAnsi"/>
        </w:rPr>
        <w:t>Michael Pacheco</w:t>
      </w:r>
      <w:r w:rsidR="00134D4C" w:rsidRPr="00925905">
        <w:rPr>
          <w:rFonts w:asciiTheme="minorHAnsi" w:hAnsiTheme="minorHAnsi" w:cstheme="minorHAnsi"/>
        </w:rPr>
        <w:t>, Jennifer Sedaghat, Chris Selle,</w:t>
      </w:r>
      <w:r w:rsidR="0045506D" w:rsidRPr="00925905">
        <w:rPr>
          <w:rFonts w:asciiTheme="minorHAnsi" w:hAnsiTheme="minorHAnsi" w:cstheme="minorHAnsi"/>
        </w:rPr>
        <w:t xml:space="preserve"> Ashley Zhang</w:t>
      </w:r>
      <w:r w:rsidR="00B77518" w:rsidRPr="00925905">
        <w:rPr>
          <w:rFonts w:asciiTheme="minorHAnsi" w:hAnsiTheme="minorHAnsi" w:cstheme="minorHAnsi"/>
        </w:rPr>
        <w:t xml:space="preserve"> </w:t>
      </w:r>
      <w:r w:rsidR="00504D17" w:rsidRPr="00925905">
        <w:rPr>
          <w:rFonts w:asciiTheme="minorHAnsi" w:hAnsiTheme="minorHAnsi" w:cstheme="minorHAnsi"/>
          <w:b/>
          <w:bCs/>
        </w:rPr>
        <w:t>CDE:</w:t>
      </w:r>
      <w:r w:rsidR="00504D17" w:rsidRPr="00925905">
        <w:rPr>
          <w:rFonts w:asciiTheme="minorHAnsi" w:hAnsiTheme="minorHAnsi" w:cstheme="minorHAnsi"/>
        </w:rPr>
        <w:t xml:space="preserve">  Marcia Bohannon,</w:t>
      </w:r>
      <w:r w:rsidR="00AE3171" w:rsidRPr="00925905">
        <w:t xml:space="preserve"> </w:t>
      </w:r>
      <w:r w:rsidR="00AE3171" w:rsidRPr="00925905">
        <w:rPr>
          <w:rFonts w:asciiTheme="minorHAnsi" w:hAnsiTheme="minorHAnsi" w:cstheme="minorHAnsi"/>
        </w:rPr>
        <w:t>DJ Loerzel,</w:t>
      </w:r>
      <w:r w:rsidR="00F31081" w:rsidRPr="00925905">
        <w:rPr>
          <w:rFonts w:asciiTheme="minorHAnsi" w:hAnsiTheme="minorHAnsi" w:cstheme="minorHAnsi"/>
        </w:rPr>
        <w:t xml:space="preserve"> </w:t>
      </w:r>
      <w:r w:rsidR="00133197" w:rsidRPr="00925905">
        <w:rPr>
          <w:rFonts w:asciiTheme="minorHAnsi" w:hAnsiTheme="minorHAnsi" w:cstheme="minorHAnsi"/>
        </w:rPr>
        <w:t>Annette Severson</w:t>
      </w:r>
      <w:r w:rsidR="00575CE1" w:rsidRPr="00925905">
        <w:rPr>
          <w:rFonts w:asciiTheme="minorHAnsi" w:hAnsiTheme="minorHAnsi" w:cstheme="minorHAnsi"/>
        </w:rPr>
        <w:t>, Peter Hoffman</w:t>
      </w:r>
    </w:p>
    <w:p w14:paraId="67D58F7E" w14:textId="77777777" w:rsidR="00B77518" w:rsidRPr="00925905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925905" w14:paraId="73A85625" w14:textId="77777777" w:rsidTr="007070C9">
        <w:trPr>
          <w:trHeight w:val="740"/>
        </w:trPr>
        <w:tc>
          <w:tcPr>
            <w:tcW w:w="2610" w:type="dxa"/>
          </w:tcPr>
          <w:p w14:paraId="2773F41E" w14:textId="282B4204" w:rsidR="00050252" w:rsidRPr="00925905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0AE50641" w14:textId="0A7404D7" w:rsidR="00864CB1" w:rsidRDefault="00864CB1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EDAC Data Burden Survey</w:t>
            </w:r>
          </w:p>
          <w:p w14:paraId="3C172CCB" w14:textId="13E9C987" w:rsidR="004E072A" w:rsidRPr="00925905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Pr="00925905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68E681A7" w14:textId="2522EAA7" w:rsidR="008F3A08" w:rsidRDefault="00E9229E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December 9, 2024 EDAC Just In Time Meeting</w:t>
            </w:r>
          </w:p>
          <w:p w14:paraId="1A20BFFE" w14:textId="3180DC61" w:rsidR="00E9229E" w:rsidRPr="00CF6C04" w:rsidRDefault="00E9229E" w:rsidP="00E9229E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November </w:t>
            </w:r>
            <w:r w:rsidR="00CF6C04">
              <w:rPr>
                <w:rFonts w:asciiTheme="minorHAnsi" w:hAnsiTheme="minorHAnsi" w:cstheme="minorHAnsi"/>
                <w:sz w:val="24"/>
              </w:rPr>
              <w:t xml:space="preserve">1, 2024 EDAC Meeting Minute </w:t>
            </w:r>
            <w:r w:rsidR="00CF6C04"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25EC4ADE" w14:textId="0C5F5002" w:rsidR="00CF6C04" w:rsidRPr="00925905" w:rsidRDefault="00CF6C04" w:rsidP="00E9229E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CF6C04">
              <w:rPr>
                <w:rFonts w:asciiTheme="minorHAnsi" w:hAnsiTheme="minorHAnsi" w:cstheme="minorHAnsi"/>
                <w:sz w:val="24"/>
              </w:rPr>
              <w:t>NU-170B Contact Information Survey Summer-EBT Collection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</w:rPr>
              <w:t>Approved</w:t>
            </w:r>
          </w:p>
          <w:p w14:paraId="1AD9FE63" w14:textId="77777777" w:rsidR="00603058" w:rsidRPr="00925905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925905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3F68EF83" w14:textId="2717F0DD" w:rsidR="00BB4DAC" w:rsidRDefault="00BB4DAC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BB4DAC">
              <w:rPr>
                <w:rFonts w:asciiTheme="minorHAnsi" w:hAnsiTheme="minorHAnsi" w:cstheme="minorHAnsi"/>
                <w:bCs/>
                <w:sz w:val="24"/>
              </w:rPr>
              <w:t>CGA-249 Early Literacy Grant – Professional Development</w:t>
            </w:r>
          </w:p>
          <w:p w14:paraId="43C26AB5" w14:textId="7D72FD36" w:rsidR="00A074F2" w:rsidRDefault="00A074F2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A074F2">
              <w:rPr>
                <w:rFonts w:asciiTheme="minorHAnsi" w:hAnsiTheme="minorHAnsi" w:cstheme="minorHAnsi"/>
                <w:bCs/>
                <w:sz w:val="24"/>
              </w:rPr>
              <w:t>DMC-116 READ Spring Assessment Reporting</w:t>
            </w:r>
          </w:p>
          <w:p w14:paraId="5CCA8FD2" w14:textId="67B751D0" w:rsidR="00DF08CA" w:rsidRDefault="00DF08CA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DF08CA">
              <w:rPr>
                <w:rFonts w:asciiTheme="minorHAnsi" w:hAnsiTheme="minorHAnsi" w:cstheme="minorHAnsi"/>
                <w:bCs/>
                <w:sz w:val="24"/>
              </w:rPr>
              <w:t>DMC-116A READ Literacy Programs and Reporting</w:t>
            </w:r>
          </w:p>
          <w:p w14:paraId="444D3FC0" w14:textId="2FA82FCD" w:rsidR="00E24378" w:rsidRDefault="00E24378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24378">
              <w:rPr>
                <w:rFonts w:asciiTheme="minorHAnsi" w:hAnsiTheme="minorHAnsi" w:cstheme="minorHAnsi"/>
                <w:bCs/>
                <w:sz w:val="24"/>
              </w:rPr>
              <w:t>DMC-116B READ Training Reporting</w:t>
            </w:r>
          </w:p>
          <w:p w14:paraId="745F920B" w14:textId="7A913585" w:rsidR="00902A62" w:rsidRDefault="00902A62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902A62">
              <w:rPr>
                <w:rFonts w:asciiTheme="minorHAnsi" w:hAnsiTheme="minorHAnsi" w:cstheme="minorHAnsi"/>
                <w:bCs/>
                <w:sz w:val="24"/>
              </w:rPr>
              <w:t>HAW-102 Report of Designated Personnel and Stock Epinephrine</w:t>
            </w:r>
          </w:p>
          <w:p w14:paraId="223052F1" w14:textId="6D4ED21E" w:rsidR="00FA4CDD" w:rsidRPr="00A074F2" w:rsidRDefault="00FA4CDD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FA4CDD">
              <w:rPr>
                <w:rFonts w:asciiTheme="minorHAnsi" w:hAnsiTheme="minorHAnsi" w:cstheme="minorHAnsi"/>
                <w:bCs/>
                <w:sz w:val="24"/>
              </w:rPr>
              <w:t>HAW-103 Epinephrine Administration and Anaphylaxis Reporting</w:t>
            </w:r>
          </w:p>
          <w:p w14:paraId="7D5943F0" w14:textId="3D24B1B6" w:rsidR="00046F68" w:rsidRPr="009E1059" w:rsidRDefault="00F342ED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sz w:val="24"/>
              </w:rPr>
            </w:pPr>
            <w:r w:rsidRPr="00F342ED">
              <w:rPr>
                <w:rFonts w:asciiTheme="minorHAnsi" w:hAnsiTheme="minorHAnsi" w:cstheme="minorHAnsi"/>
                <w:bCs/>
                <w:sz w:val="24"/>
              </w:rPr>
              <w:t>HES-102 Vaping Prevention Education Grant Program Evaluation Report</w:t>
            </w:r>
          </w:p>
          <w:p w14:paraId="58459BBA" w14:textId="77777777" w:rsidR="000821B6" w:rsidRDefault="000821B6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0821B6">
              <w:rPr>
                <w:rFonts w:asciiTheme="minorHAnsi" w:hAnsiTheme="minorHAnsi" w:cstheme="minorHAnsi"/>
                <w:bCs/>
                <w:sz w:val="24"/>
              </w:rPr>
              <w:lastRenderedPageBreak/>
              <w:t>PPS-106 Accelerated Programs Opportunity Exam Fee Grant Program</w:t>
            </w:r>
          </w:p>
          <w:p w14:paraId="38E9D37D" w14:textId="52C7DBBC" w:rsidR="00707343" w:rsidRPr="00707343" w:rsidRDefault="00707343" w:rsidP="00F342ED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707343">
              <w:rPr>
                <w:rFonts w:asciiTheme="minorHAnsi" w:hAnsiTheme="minorHAnsi" w:cstheme="minorHAnsi"/>
                <w:bCs/>
                <w:sz w:val="24"/>
              </w:rPr>
              <w:t>PWR-102 Concurrent Enrollment Expansion and Innovation Grant</w:t>
            </w:r>
          </w:p>
          <w:p w14:paraId="055AF290" w14:textId="76B32EAF" w:rsidR="00EA359C" w:rsidRPr="00925905" w:rsidRDefault="003434A6" w:rsidP="005A75BB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3434A6">
              <w:rPr>
                <w:rFonts w:asciiTheme="minorHAnsi" w:hAnsiTheme="minorHAnsi" w:cstheme="minorHAnsi"/>
                <w:bCs/>
                <w:sz w:val="24"/>
              </w:rPr>
              <w:t>STP-103 SLFRF Performance Report</w:t>
            </w:r>
          </w:p>
        </w:tc>
        <w:tc>
          <w:tcPr>
            <w:tcW w:w="1980" w:type="dxa"/>
            <w:vAlign w:val="center"/>
          </w:tcPr>
          <w:p w14:paraId="0D182DF9" w14:textId="3CD450E9" w:rsidR="00050252" w:rsidRPr="00925905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925905" w14:paraId="71DEC926" w14:textId="77777777" w:rsidTr="000D059C">
        <w:trPr>
          <w:trHeight w:val="576"/>
        </w:trPr>
        <w:tc>
          <w:tcPr>
            <w:tcW w:w="2610" w:type="dxa"/>
          </w:tcPr>
          <w:p w14:paraId="3B1D085A" w14:textId="4349B112" w:rsidR="00E705E2" w:rsidRPr="00925905" w:rsidRDefault="00A526F9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09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45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4658A4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63D63265" w14:textId="2C333A9E" w:rsidR="001403AE" w:rsidRPr="001B169C" w:rsidRDefault="00614620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ADA-101 Request to Reconsider Feedback Survey</w:t>
            </w:r>
          </w:p>
        </w:tc>
        <w:tc>
          <w:tcPr>
            <w:tcW w:w="1980" w:type="dxa"/>
            <w:vAlign w:val="center"/>
          </w:tcPr>
          <w:p w14:paraId="2B583465" w14:textId="299A6291" w:rsidR="006B293A" w:rsidRPr="001B169C" w:rsidRDefault="00614620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Aislinn Wales</w:t>
            </w:r>
          </w:p>
        </w:tc>
      </w:tr>
      <w:tr w:rsidR="00E705E2" w:rsidRPr="00925905" w14:paraId="240AA9CE" w14:textId="77777777" w:rsidTr="00BB5D29">
        <w:trPr>
          <w:trHeight w:val="416"/>
        </w:trPr>
        <w:tc>
          <w:tcPr>
            <w:tcW w:w="2610" w:type="dxa"/>
          </w:tcPr>
          <w:p w14:paraId="3CD808F6" w14:textId="22498404" w:rsidR="00E705E2" w:rsidRPr="00925905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DB3647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EE11BE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33EDC2C6" w14:textId="77777777" w:rsidR="004B0154" w:rsidRPr="001B169C" w:rsidRDefault="00E64539" w:rsidP="00C10CC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STP-103C Distinguished Speaker Series Survey</w:t>
            </w:r>
          </w:p>
          <w:p w14:paraId="093B3F3E" w14:textId="77777777" w:rsidR="00AB3176" w:rsidRPr="001B169C" w:rsidRDefault="00AB3176" w:rsidP="00C10CC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STP-103D SLFRF Exit Interview</w:t>
            </w:r>
          </w:p>
          <w:p w14:paraId="46DCA7E6" w14:textId="7637FA8A" w:rsidR="008654F7" w:rsidRPr="001B169C" w:rsidRDefault="008654F7" w:rsidP="00C10CC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STP-103E SLFRF Follow-Up Interview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44378703" w:rsidR="00487CB2" w:rsidRPr="001B169C" w:rsidRDefault="00E64539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Meghan Paulson</w:t>
            </w:r>
          </w:p>
        </w:tc>
      </w:tr>
      <w:tr w:rsidR="00902C51" w:rsidRPr="00925905" w14:paraId="3F022465" w14:textId="77777777" w:rsidTr="00411B13">
        <w:trPr>
          <w:trHeight w:val="443"/>
        </w:trPr>
        <w:tc>
          <w:tcPr>
            <w:tcW w:w="2610" w:type="dxa"/>
          </w:tcPr>
          <w:p w14:paraId="45849EC0" w14:textId="78520566" w:rsidR="00902C51" w:rsidRPr="00925905" w:rsidRDefault="00902C51" w:rsidP="00902C51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BCB16C0" w14:textId="14BF6529" w:rsidR="00864F2D" w:rsidRPr="001B169C" w:rsidRDefault="00CF3349" w:rsidP="00AC05B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HES-105 2024-2025 CDE Student Wellness Report</w:t>
            </w:r>
          </w:p>
        </w:tc>
        <w:tc>
          <w:tcPr>
            <w:tcW w:w="1980" w:type="dxa"/>
            <w:vAlign w:val="center"/>
          </w:tcPr>
          <w:p w14:paraId="093485EA" w14:textId="31FB3C8B" w:rsidR="00902C51" w:rsidRPr="001B169C" w:rsidRDefault="00246DB2" w:rsidP="00902C51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1B169C">
              <w:rPr>
                <w:rFonts w:asciiTheme="minorHAnsi" w:hAnsiTheme="minorHAnsi" w:cstheme="minorHAnsi"/>
                <w:sz w:val="24"/>
              </w:rPr>
              <w:t>Elizabeth Schroeder</w:t>
            </w:r>
          </w:p>
        </w:tc>
      </w:tr>
      <w:tr w:rsidR="00B52258" w:rsidRPr="00925905" w14:paraId="75295A32" w14:textId="77777777" w:rsidTr="00411B13">
        <w:trPr>
          <w:trHeight w:val="443"/>
        </w:trPr>
        <w:tc>
          <w:tcPr>
            <w:tcW w:w="2610" w:type="dxa"/>
          </w:tcPr>
          <w:p w14:paraId="562921E2" w14:textId="69F6FB3F" w:rsidR="00B52258" w:rsidRPr="008D5F30" w:rsidRDefault="00B52258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D5F30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D70D7D" w:rsidRPr="008D5F30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305BDC9" w14:textId="19E9125A" w:rsidR="00AF37C2" w:rsidRPr="008D5F30" w:rsidRDefault="00D209FF" w:rsidP="00AF37C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CDPHE-104 </w:t>
            </w:r>
            <w:r w:rsidRPr="00D209FF">
              <w:rPr>
                <w:rFonts w:asciiTheme="minorHAnsi" w:hAnsiTheme="minorHAnsi" w:cstheme="minorHAnsi"/>
                <w:sz w:val="24"/>
              </w:rPr>
              <w:t>Oral Health Screening</w:t>
            </w:r>
          </w:p>
        </w:tc>
        <w:tc>
          <w:tcPr>
            <w:tcW w:w="1980" w:type="dxa"/>
            <w:vAlign w:val="center"/>
          </w:tcPr>
          <w:p w14:paraId="0E4E83F7" w14:textId="14D85B14" w:rsidR="00B52258" w:rsidRPr="008D5F30" w:rsidRDefault="00FC69CE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Ashleigh Kirk</w:t>
            </w:r>
          </w:p>
        </w:tc>
      </w:tr>
      <w:tr w:rsidR="009D186D" w:rsidRPr="00925905" w14:paraId="07562D8D" w14:textId="77777777" w:rsidTr="00411B13">
        <w:trPr>
          <w:trHeight w:val="443"/>
        </w:trPr>
        <w:tc>
          <w:tcPr>
            <w:tcW w:w="2610" w:type="dxa"/>
          </w:tcPr>
          <w:p w14:paraId="3CA3F848" w14:textId="135F4DB6" w:rsidR="009D186D" w:rsidRPr="00925905" w:rsidRDefault="009D186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10:45 a.m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.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 – 11:</w:t>
            </w:r>
            <w:r w:rsidR="001D44B2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0 a.m.</w:t>
            </w:r>
          </w:p>
        </w:tc>
        <w:tc>
          <w:tcPr>
            <w:tcW w:w="6840" w:type="dxa"/>
          </w:tcPr>
          <w:p w14:paraId="7978AB48" w14:textId="47C92F14" w:rsidR="009D186D" w:rsidRDefault="002D7493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DMC-109 </w:t>
            </w:r>
            <w:r w:rsidRPr="002D7493">
              <w:rPr>
                <w:rFonts w:asciiTheme="minorHAnsi" w:hAnsiTheme="minorHAnsi" w:cstheme="minorHAnsi"/>
                <w:sz w:val="24"/>
              </w:rPr>
              <w:t>Discipline Interchange-Discipline Action File</w:t>
            </w:r>
          </w:p>
        </w:tc>
        <w:tc>
          <w:tcPr>
            <w:tcW w:w="1980" w:type="dxa"/>
            <w:vAlign w:val="center"/>
          </w:tcPr>
          <w:p w14:paraId="254FF426" w14:textId="1FC921EE" w:rsidR="009D186D" w:rsidRPr="008D5F30" w:rsidRDefault="002D7493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Dawna Gudka</w:t>
            </w:r>
          </w:p>
        </w:tc>
      </w:tr>
      <w:tr w:rsidR="002C07E0" w:rsidRPr="00925905" w14:paraId="510D4CE7" w14:textId="77777777" w:rsidTr="00411B13">
        <w:trPr>
          <w:trHeight w:val="443"/>
        </w:trPr>
        <w:tc>
          <w:tcPr>
            <w:tcW w:w="2610" w:type="dxa"/>
          </w:tcPr>
          <w:p w14:paraId="122499BF" w14:textId="4B6EE1AB" w:rsidR="002C07E0" w:rsidRPr="00925905" w:rsidRDefault="002C07E0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763E3B">
              <w:rPr>
                <w:rFonts w:asciiTheme="minorHAnsi" w:hAnsiTheme="minorHAnsi" w:cstheme="minorHAnsi"/>
                <w:b/>
                <w:sz w:val="24"/>
              </w:rPr>
              <w:t>00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763E3B">
              <w:rPr>
                <w:rFonts w:asciiTheme="minorHAnsi" w:hAnsiTheme="minorHAnsi" w:cstheme="minorHAnsi"/>
                <w:b/>
                <w:sz w:val="24"/>
              </w:rPr>
              <w:t>1:30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763E3B">
              <w:rPr>
                <w:rFonts w:asciiTheme="minorHAnsi" w:hAnsiTheme="minorHAnsi" w:cstheme="minorHAnsi"/>
                <w:b/>
                <w:sz w:val="24"/>
              </w:rPr>
              <w:t>a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.m.</w:t>
            </w:r>
          </w:p>
        </w:tc>
        <w:tc>
          <w:tcPr>
            <w:tcW w:w="6840" w:type="dxa"/>
          </w:tcPr>
          <w:p w14:paraId="212ADC8D" w14:textId="5C9B4EAC" w:rsidR="00B678AD" w:rsidRPr="008D5F30" w:rsidRDefault="008D5F30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045BCE7D" w14:textId="3983030D" w:rsidR="00B678AD" w:rsidRPr="008D5F30" w:rsidRDefault="00B678A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90FF5" w:rsidRPr="0061715A" w14:paraId="553B12ED" w14:textId="77777777" w:rsidTr="00411B13">
        <w:trPr>
          <w:trHeight w:val="443"/>
        </w:trPr>
        <w:tc>
          <w:tcPr>
            <w:tcW w:w="2610" w:type="dxa"/>
          </w:tcPr>
          <w:p w14:paraId="0B3074A1" w14:textId="53D9B344" w:rsidR="00F90FF5" w:rsidRPr="00925905" w:rsidRDefault="00763E3B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11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>
              <w:rPr>
                <w:rFonts w:asciiTheme="minorHAnsi" w:hAnsiTheme="minorHAnsi" w:cstheme="minorHAnsi"/>
                <w:b/>
                <w:sz w:val="24"/>
              </w:rPr>
              <w:t>3</w:t>
            </w:r>
            <w:r w:rsidR="008D5F30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</w:rPr>
              <w:t>a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>.m. – 04:00 p.m.</w:t>
            </w:r>
          </w:p>
        </w:tc>
        <w:tc>
          <w:tcPr>
            <w:tcW w:w="6840" w:type="dxa"/>
          </w:tcPr>
          <w:p w14:paraId="5CF70B12" w14:textId="17EDC34E" w:rsidR="00F90FF5" w:rsidRPr="008D5F30" w:rsidRDefault="00F90FF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D5F30"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0C708F6D" w14:textId="77777777" w:rsidR="00F90FF5" w:rsidRPr="008D5F30" w:rsidRDefault="00F90FF5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4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6"/>
  </w:num>
  <w:num w:numId="9" w16cid:durableId="1075323414">
    <w:abstractNumId w:val="10"/>
  </w:num>
  <w:num w:numId="10" w16cid:durableId="61563019">
    <w:abstractNumId w:val="15"/>
  </w:num>
  <w:num w:numId="11" w16cid:durableId="1135877279">
    <w:abstractNumId w:val="7"/>
  </w:num>
  <w:num w:numId="12" w16cid:durableId="948928238">
    <w:abstractNumId w:val="17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3"/>
  </w:num>
  <w:num w:numId="18" w16cid:durableId="1945921206">
    <w:abstractNumId w:val="1"/>
  </w:num>
  <w:num w:numId="19" w16cid:durableId="27684064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2290"/>
    <w:rsid w:val="00002DF0"/>
    <w:rsid w:val="00003B14"/>
    <w:rsid w:val="000055C3"/>
    <w:rsid w:val="000059A6"/>
    <w:rsid w:val="00006621"/>
    <w:rsid w:val="00006C61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159FA"/>
    <w:rsid w:val="00020071"/>
    <w:rsid w:val="000228D3"/>
    <w:rsid w:val="00022F4B"/>
    <w:rsid w:val="00024795"/>
    <w:rsid w:val="00024B0C"/>
    <w:rsid w:val="00025FEB"/>
    <w:rsid w:val="00026B35"/>
    <w:rsid w:val="00027873"/>
    <w:rsid w:val="000278EC"/>
    <w:rsid w:val="00027CB5"/>
    <w:rsid w:val="0003042A"/>
    <w:rsid w:val="000337CA"/>
    <w:rsid w:val="00033EEF"/>
    <w:rsid w:val="00034419"/>
    <w:rsid w:val="00034AB3"/>
    <w:rsid w:val="00034ED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17CC"/>
    <w:rsid w:val="000524EB"/>
    <w:rsid w:val="0005427E"/>
    <w:rsid w:val="0005488C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118D"/>
    <w:rsid w:val="000821B6"/>
    <w:rsid w:val="00086381"/>
    <w:rsid w:val="00087408"/>
    <w:rsid w:val="000875CE"/>
    <w:rsid w:val="00087645"/>
    <w:rsid w:val="000902A7"/>
    <w:rsid w:val="000912EC"/>
    <w:rsid w:val="000922E9"/>
    <w:rsid w:val="0009265B"/>
    <w:rsid w:val="0009366E"/>
    <w:rsid w:val="0009371C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43F0"/>
    <w:rsid w:val="000B6DF7"/>
    <w:rsid w:val="000C0FED"/>
    <w:rsid w:val="000C1CFC"/>
    <w:rsid w:val="000C313F"/>
    <w:rsid w:val="000C392A"/>
    <w:rsid w:val="000C40EA"/>
    <w:rsid w:val="000C5D1B"/>
    <w:rsid w:val="000C6C55"/>
    <w:rsid w:val="000C7445"/>
    <w:rsid w:val="000C789D"/>
    <w:rsid w:val="000D059C"/>
    <w:rsid w:val="000D43D3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60C1"/>
    <w:rsid w:val="000E74C6"/>
    <w:rsid w:val="000F25F3"/>
    <w:rsid w:val="000F2942"/>
    <w:rsid w:val="000F3E45"/>
    <w:rsid w:val="000F46D4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C6C"/>
    <w:rsid w:val="00105D8E"/>
    <w:rsid w:val="00105F04"/>
    <w:rsid w:val="0010606B"/>
    <w:rsid w:val="001071B9"/>
    <w:rsid w:val="00107F63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62DB"/>
    <w:rsid w:val="0012696A"/>
    <w:rsid w:val="0012740D"/>
    <w:rsid w:val="00130477"/>
    <w:rsid w:val="00131856"/>
    <w:rsid w:val="00132640"/>
    <w:rsid w:val="00133197"/>
    <w:rsid w:val="0013353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90975"/>
    <w:rsid w:val="00193749"/>
    <w:rsid w:val="0019459C"/>
    <w:rsid w:val="00195450"/>
    <w:rsid w:val="00195B95"/>
    <w:rsid w:val="00196BA6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169C"/>
    <w:rsid w:val="001B709B"/>
    <w:rsid w:val="001C1174"/>
    <w:rsid w:val="001C23AB"/>
    <w:rsid w:val="001C285F"/>
    <w:rsid w:val="001C5664"/>
    <w:rsid w:val="001C5C90"/>
    <w:rsid w:val="001D1B0B"/>
    <w:rsid w:val="001D2A53"/>
    <w:rsid w:val="001D44B2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4C"/>
    <w:rsid w:val="001F56C4"/>
    <w:rsid w:val="001F6680"/>
    <w:rsid w:val="001F7ECC"/>
    <w:rsid w:val="00200EAF"/>
    <w:rsid w:val="00200F3B"/>
    <w:rsid w:val="00201B5D"/>
    <w:rsid w:val="00202486"/>
    <w:rsid w:val="00203518"/>
    <w:rsid w:val="00205E61"/>
    <w:rsid w:val="0020654E"/>
    <w:rsid w:val="002079C6"/>
    <w:rsid w:val="00207CDD"/>
    <w:rsid w:val="00210A40"/>
    <w:rsid w:val="00211FAD"/>
    <w:rsid w:val="00213613"/>
    <w:rsid w:val="002140C7"/>
    <w:rsid w:val="002147BD"/>
    <w:rsid w:val="00215B50"/>
    <w:rsid w:val="00216849"/>
    <w:rsid w:val="00216E69"/>
    <w:rsid w:val="00221337"/>
    <w:rsid w:val="002231D8"/>
    <w:rsid w:val="0022347D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6DB2"/>
    <w:rsid w:val="00247714"/>
    <w:rsid w:val="00247B8A"/>
    <w:rsid w:val="002531FC"/>
    <w:rsid w:val="002534FD"/>
    <w:rsid w:val="00253FA5"/>
    <w:rsid w:val="00256E0D"/>
    <w:rsid w:val="0026015D"/>
    <w:rsid w:val="00261692"/>
    <w:rsid w:val="00262AD0"/>
    <w:rsid w:val="0026313F"/>
    <w:rsid w:val="002643D7"/>
    <w:rsid w:val="00264474"/>
    <w:rsid w:val="00267C01"/>
    <w:rsid w:val="00270751"/>
    <w:rsid w:val="00272BB3"/>
    <w:rsid w:val="0027442E"/>
    <w:rsid w:val="0027531F"/>
    <w:rsid w:val="0027532B"/>
    <w:rsid w:val="002762BA"/>
    <w:rsid w:val="00280B2F"/>
    <w:rsid w:val="00285B85"/>
    <w:rsid w:val="00285DB5"/>
    <w:rsid w:val="00287068"/>
    <w:rsid w:val="00290DD3"/>
    <w:rsid w:val="00290FA5"/>
    <w:rsid w:val="00293225"/>
    <w:rsid w:val="002936E2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C07E0"/>
    <w:rsid w:val="002C0812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21D7"/>
    <w:rsid w:val="002D221A"/>
    <w:rsid w:val="002D248E"/>
    <w:rsid w:val="002D58A5"/>
    <w:rsid w:val="002D6EF4"/>
    <w:rsid w:val="002D7490"/>
    <w:rsid w:val="002D7493"/>
    <w:rsid w:val="002D790C"/>
    <w:rsid w:val="002E1685"/>
    <w:rsid w:val="002E2952"/>
    <w:rsid w:val="002E4895"/>
    <w:rsid w:val="002E60BD"/>
    <w:rsid w:val="002E74EE"/>
    <w:rsid w:val="002F0682"/>
    <w:rsid w:val="002F31BD"/>
    <w:rsid w:val="002F6399"/>
    <w:rsid w:val="003001DC"/>
    <w:rsid w:val="00300F38"/>
    <w:rsid w:val="003045AD"/>
    <w:rsid w:val="003049D4"/>
    <w:rsid w:val="00304E7B"/>
    <w:rsid w:val="00305DFA"/>
    <w:rsid w:val="0030781E"/>
    <w:rsid w:val="003102F3"/>
    <w:rsid w:val="00310A22"/>
    <w:rsid w:val="003117A3"/>
    <w:rsid w:val="003122DD"/>
    <w:rsid w:val="003132AE"/>
    <w:rsid w:val="00313D7C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3254D"/>
    <w:rsid w:val="003328C9"/>
    <w:rsid w:val="003338DF"/>
    <w:rsid w:val="00333B88"/>
    <w:rsid w:val="00334612"/>
    <w:rsid w:val="00334E3F"/>
    <w:rsid w:val="003356D2"/>
    <w:rsid w:val="00337DBD"/>
    <w:rsid w:val="003434A6"/>
    <w:rsid w:val="00344707"/>
    <w:rsid w:val="00345219"/>
    <w:rsid w:val="003472F0"/>
    <w:rsid w:val="00347617"/>
    <w:rsid w:val="0035169A"/>
    <w:rsid w:val="00353136"/>
    <w:rsid w:val="0035463C"/>
    <w:rsid w:val="00354746"/>
    <w:rsid w:val="00356A4E"/>
    <w:rsid w:val="003571BD"/>
    <w:rsid w:val="00357455"/>
    <w:rsid w:val="0036020D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5EEB"/>
    <w:rsid w:val="003868A6"/>
    <w:rsid w:val="00386A8D"/>
    <w:rsid w:val="0039167B"/>
    <w:rsid w:val="00391C94"/>
    <w:rsid w:val="00392563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1805"/>
    <w:rsid w:val="003C5887"/>
    <w:rsid w:val="003C5A65"/>
    <w:rsid w:val="003C643A"/>
    <w:rsid w:val="003D0E23"/>
    <w:rsid w:val="003D0F1C"/>
    <w:rsid w:val="003D0FD4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5B3E"/>
    <w:rsid w:val="00405E80"/>
    <w:rsid w:val="00405F90"/>
    <w:rsid w:val="00406BB9"/>
    <w:rsid w:val="00407235"/>
    <w:rsid w:val="0041111D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52F4"/>
    <w:rsid w:val="0044244A"/>
    <w:rsid w:val="00443026"/>
    <w:rsid w:val="00450F49"/>
    <w:rsid w:val="00452D4C"/>
    <w:rsid w:val="0045312C"/>
    <w:rsid w:val="004544D9"/>
    <w:rsid w:val="00454652"/>
    <w:rsid w:val="00454792"/>
    <w:rsid w:val="0045506D"/>
    <w:rsid w:val="00455DCD"/>
    <w:rsid w:val="00461D86"/>
    <w:rsid w:val="00462B0D"/>
    <w:rsid w:val="00463548"/>
    <w:rsid w:val="00464B10"/>
    <w:rsid w:val="004658A4"/>
    <w:rsid w:val="00467115"/>
    <w:rsid w:val="00467434"/>
    <w:rsid w:val="00474FB6"/>
    <w:rsid w:val="00476110"/>
    <w:rsid w:val="00476387"/>
    <w:rsid w:val="00476593"/>
    <w:rsid w:val="00476757"/>
    <w:rsid w:val="00480001"/>
    <w:rsid w:val="00480028"/>
    <w:rsid w:val="00480A3E"/>
    <w:rsid w:val="004817A8"/>
    <w:rsid w:val="00482FCC"/>
    <w:rsid w:val="0048390B"/>
    <w:rsid w:val="004876C3"/>
    <w:rsid w:val="00487CB2"/>
    <w:rsid w:val="00491A1F"/>
    <w:rsid w:val="00491ABF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4027"/>
    <w:rsid w:val="004A7FDF"/>
    <w:rsid w:val="004B0154"/>
    <w:rsid w:val="004B4330"/>
    <w:rsid w:val="004B4F3B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8C3"/>
    <w:rsid w:val="004F45F4"/>
    <w:rsid w:val="004F504B"/>
    <w:rsid w:val="004F52EF"/>
    <w:rsid w:val="0050083D"/>
    <w:rsid w:val="00500B64"/>
    <w:rsid w:val="00502885"/>
    <w:rsid w:val="0050341B"/>
    <w:rsid w:val="00503A70"/>
    <w:rsid w:val="005045E6"/>
    <w:rsid w:val="00504D17"/>
    <w:rsid w:val="0050605A"/>
    <w:rsid w:val="0050683E"/>
    <w:rsid w:val="005077AB"/>
    <w:rsid w:val="00507F54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7C82"/>
    <w:rsid w:val="0053085C"/>
    <w:rsid w:val="00533368"/>
    <w:rsid w:val="00533BE7"/>
    <w:rsid w:val="005340C4"/>
    <w:rsid w:val="00534297"/>
    <w:rsid w:val="00537428"/>
    <w:rsid w:val="00542DC5"/>
    <w:rsid w:val="00543762"/>
    <w:rsid w:val="00543D30"/>
    <w:rsid w:val="0054606C"/>
    <w:rsid w:val="005465ED"/>
    <w:rsid w:val="00546DF7"/>
    <w:rsid w:val="00547C54"/>
    <w:rsid w:val="00550582"/>
    <w:rsid w:val="00551231"/>
    <w:rsid w:val="00551443"/>
    <w:rsid w:val="00551B43"/>
    <w:rsid w:val="005526B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91272"/>
    <w:rsid w:val="00593363"/>
    <w:rsid w:val="00594B7E"/>
    <w:rsid w:val="00594F7B"/>
    <w:rsid w:val="005978FA"/>
    <w:rsid w:val="005A00F4"/>
    <w:rsid w:val="005A518D"/>
    <w:rsid w:val="005A6701"/>
    <w:rsid w:val="005A6E8D"/>
    <w:rsid w:val="005A71A1"/>
    <w:rsid w:val="005A75BB"/>
    <w:rsid w:val="005A7A89"/>
    <w:rsid w:val="005A7C8B"/>
    <w:rsid w:val="005B0097"/>
    <w:rsid w:val="005B02E8"/>
    <w:rsid w:val="005B5160"/>
    <w:rsid w:val="005B6FBC"/>
    <w:rsid w:val="005B7DF1"/>
    <w:rsid w:val="005C15D3"/>
    <w:rsid w:val="005C2A06"/>
    <w:rsid w:val="005C3BD7"/>
    <w:rsid w:val="005C4077"/>
    <w:rsid w:val="005C5450"/>
    <w:rsid w:val="005D0AD5"/>
    <w:rsid w:val="005D0BF7"/>
    <w:rsid w:val="005D261E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EDA"/>
    <w:rsid w:val="005E4D59"/>
    <w:rsid w:val="005E7403"/>
    <w:rsid w:val="005F075D"/>
    <w:rsid w:val="005F33B4"/>
    <w:rsid w:val="005F663D"/>
    <w:rsid w:val="005F7A96"/>
    <w:rsid w:val="00600032"/>
    <w:rsid w:val="00601E1B"/>
    <w:rsid w:val="00603058"/>
    <w:rsid w:val="006033FC"/>
    <w:rsid w:val="0060426F"/>
    <w:rsid w:val="0060452D"/>
    <w:rsid w:val="006051EA"/>
    <w:rsid w:val="00606485"/>
    <w:rsid w:val="006100A3"/>
    <w:rsid w:val="00610F6C"/>
    <w:rsid w:val="00611F8B"/>
    <w:rsid w:val="00612F33"/>
    <w:rsid w:val="00614022"/>
    <w:rsid w:val="0061407A"/>
    <w:rsid w:val="00614620"/>
    <w:rsid w:val="0061676C"/>
    <w:rsid w:val="0061683B"/>
    <w:rsid w:val="0061715A"/>
    <w:rsid w:val="006176DB"/>
    <w:rsid w:val="0062045A"/>
    <w:rsid w:val="0062071D"/>
    <w:rsid w:val="006208B6"/>
    <w:rsid w:val="0062195C"/>
    <w:rsid w:val="0062262F"/>
    <w:rsid w:val="00622774"/>
    <w:rsid w:val="006256B3"/>
    <w:rsid w:val="00626FB0"/>
    <w:rsid w:val="00627475"/>
    <w:rsid w:val="006274D9"/>
    <w:rsid w:val="00630008"/>
    <w:rsid w:val="006334A2"/>
    <w:rsid w:val="00633847"/>
    <w:rsid w:val="00635581"/>
    <w:rsid w:val="00635EDB"/>
    <w:rsid w:val="00636AE3"/>
    <w:rsid w:val="00637857"/>
    <w:rsid w:val="00640A67"/>
    <w:rsid w:val="00641010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2DE7"/>
    <w:rsid w:val="00684B3F"/>
    <w:rsid w:val="00685E85"/>
    <w:rsid w:val="00687BB2"/>
    <w:rsid w:val="006908A3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5AA2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66F"/>
    <w:rsid w:val="006D093F"/>
    <w:rsid w:val="006D1632"/>
    <w:rsid w:val="006D1ED2"/>
    <w:rsid w:val="006D452F"/>
    <w:rsid w:val="006D5BBA"/>
    <w:rsid w:val="006D77AE"/>
    <w:rsid w:val="006D7CA9"/>
    <w:rsid w:val="006E0F32"/>
    <w:rsid w:val="006E1916"/>
    <w:rsid w:val="006E19AE"/>
    <w:rsid w:val="006E236D"/>
    <w:rsid w:val="006E3712"/>
    <w:rsid w:val="006E3D35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70071F"/>
    <w:rsid w:val="00701744"/>
    <w:rsid w:val="00703F7E"/>
    <w:rsid w:val="00704D2C"/>
    <w:rsid w:val="00705E60"/>
    <w:rsid w:val="00705FE0"/>
    <w:rsid w:val="007070C9"/>
    <w:rsid w:val="00707343"/>
    <w:rsid w:val="00711571"/>
    <w:rsid w:val="0071270E"/>
    <w:rsid w:val="00713183"/>
    <w:rsid w:val="007133AF"/>
    <w:rsid w:val="00715391"/>
    <w:rsid w:val="00716D81"/>
    <w:rsid w:val="00721116"/>
    <w:rsid w:val="007229D6"/>
    <w:rsid w:val="0072523F"/>
    <w:rsid w:val="007252C0"/>
    <w:rsid w:val="007335D8"/>
    <w:rsid w:val="007337E4"/>
    <w:rsid w:val="00733DF4"/>
    <w:rsid w:val="007355B7"/>
    <w:rsid w:val="0073617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CDA"/>
    <w:rsid w:val="00762AB8"/>
    <w:rsid w:val="00762B39"/>
    <w:rsid w:val="007636BF"/>
    <w:rsid w:val="00763E3B"/>
    <w:rsid w:val="00764F48"/>
    <w:rsid w:val="00764F67"/>
    <w:rsid w:val="007663D3"/>
    <w:rsid w:val="00766E4D"/>
    <w:rsid w:val="00767181"/>
    <w:rsid w:val="00767A5C"/>
    <w:rsid w:val="00770291"/>
    <w:rsid w:val="00770719"/>
    <w:rsid w:val="007742EA"/>
    <w:rsid w:val="00775D48"/>
    <w:rsid w:val="007818CC"/>
    <w:rsid w:val="00781E99"/>
    <w:rsid w:val="007833C5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3AD1"/>
    <w:rsid w:val="007D47ED"/>
    <w:rsid w:val="007D498C"/>
    <w:rsid w:val="007D53E8"/>
    <w:rsid w:val="007D5F78"/>
    <w:rsid w:val="007E07C9"/>
    <w:rsid w:val="007E4E17"/>
    <w:rsid w:val="007E7909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3E7A"/>
    <w:rsid w:val="0081499F"/>
    <w:rsid w:val="00814FD9"/>
    <w:rsid w:val="00815C68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EA3"/>
    <w:rsid w:val="00842146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CB1"/>
    <w:rsid w:val="00864EB2"/>
    <w:rsid w:val="00864F2D"/>
    <w:rsid w:val="0086516E"/>
    <w:rsid w:val="008654F7"/>
    <w:rsid w:val="00865798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6B91"/>
    <w:rsid w:val="008C065F"/>
    <w:rsid w:val="008C4556"/>
    <w:rsid w:val="008C5222"/>
    <w:rsid w:val="008C5E07"/>
    <w:rsid w:val="008C62A6"/>
    <w:rsid w:val="008C6A6D"/>
    <w:rsid w:val="008C78F0"/>
    <w:rsid w:val="008D0CA8"/>
    <w:rsid w:val="008D20F6"/>
    <w:rsid w:val="008D22C1"/>
    <w:rsid w:val="008D36F1"/>
    <w:rsid w:val="008D3736"/>
    <w:rsid w:val="008D3C74"/>
    <w:rsid w:val="008D5F30"/>
    <w:rsid w:val="008D649E"/>
    <w:rsid w:val="008E0841"/>
    <w:rsid w:val="008E0ECA"/>
    <w:rsid w:val="008E18F9"/>
    <w:rsid w:val="008E37C2"/>
    <w:rsid w:val="008E4B71"/>
    <w:rsid w:val="008E4FC2"/>
    <w:rsid w:val="008F114B"/>
    <w:rsid w:val="008F27A6"/>
    <w:rsid w:val="008F2867"/>
    <w:rsid w:val="008F3A08"/>
    <w:rsid w:val="008F3D5A"/>
    <w:rsid w:val="008F3D85"/>
    <w:rsid w:val="008F4428"/>
    <w:rsid w:val="008F4544"/>
    <w:rsid w:val="008F45D5"/>
    <w:rsid w:val="008F6E92"/>
    <w:rsid w:val="00901269"/>
    <w:rsid w:val="00901514"/>
    <w:rsid w:val="00901D35"/>
    <w:rsid w:val="00902A62"/>
    <w:rsid w:val="00902C51"/>
    <w:rsid w:val="0090323C"/>
    <w:rsid w:val="00903C3B"/>
    <w:rsid w:val="00904F55"/>
    <w:rsid w:val="00905279"/>
    <w:rsid w:val="00906E60"/>
    <w:rsid w:val="0090779E"/>
    <w:rsid w:val="00907997"/>
    <w:rsid w:val="00910EDC"/>
    <w:rsid w:val="00911719"/>
    <w:rsid w:val="00911F28"/>
    <w:rsid w:val="00913E65"/>
    <w:rsid w:val="00914D89"/>
    <w:rsid w:val="00923AAA"/>
    <w:rsid w:val="009256BB"/>
    <w:rsid w:val="00925905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418F1"/>
    <w:rsid w:val="00942AB2"/>
    <w:rsid w:val="00944FD9"/>
    <w:rsid w:val="0094557D"/>
    <w:rsid w:val="00946B9A"/>
    <w:rsid w:val="0094713D"/>
    <w:rsid w:val="0095009E"/>
    <w:rsid w:val="009527E3"/>
    <w:rsid w:val="00952F6E"/>
    <w:rsid w:val="00953621"/>
    <w:rsid w:val="00953EEA"/>
    <w:rsid w:val="00954861"/>
    <w:rsid w:val="00957EE7"/>
    <w:rsid w:val="0096003C"/>
    <w:rsid w:val="00961924"/>
    <w:rsid w:val="009627D8"/>
    <w:rsid w:val="009643D5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D84"/>
    <w:rsid w:val="009A3143"/>
    <w:rsid w:val="009A33CF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758"/>
    <w:rsid w:val="009C6A05"/>
    <w:rsid w:val="009C767C"/>
    <w:rsid w:val="009D077C"/>
    <w:rsid w:val="009D186D"/>
    <w:rsid w:val="009D50B1"/>
    <w:rsid w:val="009D5FD6"/>
    <w:rsid w:val="009D6D6B"/>
    <w:rsid w:val="009D7D8D"/>
    <w:rsid w:val="009E0382"/>
    <w:rsid w:val="009E0823"/>
    <w:rsid w:val="009E0E75"/>
    <w:rsid w:val="009E1059"/>
    <w:rsid w:val="009E2EDC"/>
    <w:rsid w:val="009E38C9"/>
    <w:rsid w:val="009E3C64"/>
    <w:rsid w:val="009E640C"/>
    <w:rsid w:val="009E6FF2"/>
    <w:rsid w:val="009E735C"/>
    <w:rsid w:val="009E7EFD"/>
    <w:rsid w:val="009F0449"/>
    <w:rsid w:val="009F10D4"/>
    <w:rsid w:val="009F137A"/>
    <w:rsid w:val="009F2300"/>
    <w:rsid w:val="009F3D9B"/>
    <w:rsid w:val="009F45B4"/>
    <w:rsid w:val="009F552E"/>
    <w:rsid w:val="009F757E"/>
    <w:rsid w:val="00A00761"/>
    <w:rsid w:val="00A00A42"/>
    <w:rsid w:val="00A0100E"/>
    <w:rsid w:val="00A02249"/>
    <w:rsid w:val="00A0526D"/>
    <w:rsid w:val="00A05F8F"/>
    <w:rsid w:val="00A0732B"/>
    <w:rsid w:val="00A074F2"/>
    <w:rsid w:val="00A079BE"/>
    <w:rsid w:val="00A12E5F"/>
    <w:rsid w:val="00A143EF"/>
    <w:rsid w:val="00A1568E"/>
    <w:rsid w:val="00A157CF"/>
    <w:rsid w:val="00A2059C"/>
    <w:rsid w:val="00A21624"/>
    <w:rsid w:val="00A22195"/>
    <w:rsid w:val="00A23F1D"/>
    <w:rsid w:val="00A250BA"/>
    <w:rsid w:val="00A26890"/>
    <w:rsid w:val="00A32858"/>
    <w:rsid w:val="00A32A19"/>
    <w:rsid w:val="00A33D47"/>
    <w:rsid w:val="00A33DBD"/>
    <w:rsid w:val="00A35892"/>
    <w:rsid w:val="00A35C10"/>
    <w:rsid w:val="00A361FA"/>
    <w:rsid w:val="00A364AB"/>
    <w:rsid w:val="00A36897"/>
    <w:rsid w:val="00A41ED6"/>
    <w:rsid w:val="00A4428A"/>
    <w:rsid w:val="00A44E21"/>
    <w:rsid w:val="00A45E17"/>
    <w:rsid w:val="00A468F4"/>
    <w:rsid w:val="00A472A7"/>
    <w:rsid w:val="00A52646"/>
    <w:rsid w:val="00A526F9"/>
    <w:rsid w:val="00A528C7"/>
    <w:rsid w:val="00A52B8B"/>
    <w:rsid w:val="00A564E0"/>
    <w:rsid w:val="00A57E15"/>
    <w:rsid w:val="00A60318"/>
    <w:rsid w:val="00A6161F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4837"/>
    <w:rsid w:val="00A90DC5"/>
    <w:rsid w:val="00A915C0"/>
    <w:rsid w:val="00A91652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3176"/>
    <w:rsid w:val="00AB47A0"/>
    <w:rsid w:val="00AB56F1"/>
    <w:rsid w:val="00AB6389"/>
    <w:rsid w:val="00AB6D6D"/>
    <w:rsid w:val="00AC05B9"/>
    <w:rsid w:val="00AC06AF"/>
    <w:rsid w:val="00AC0ED4"/>
    <w:rsid w:val="00AC25ED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603B"/>
    <w:rsid w:val="00AF7D40"/>
    <w:rsid w:val="00B0067B"/>
    <w:rsid w:val="00B01803"/>
    <w:rsid w:val="00B04C41"/>
    <w:rsid w:val="00B107AE"/>
    <w:rsid w:val="00B12067"/>
    <w:rsid w:val="00B1632D"/>
    <w:rsid w:val="00B16E18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3E9"/>
    <w:rsid w:val="00B347F8"/>
    <w:rsid w:val="00B3608D"/>
    <w:rsid w:val="00B40E16"/>
    <w:rsid w:val="00B446F2"/>
    <w:rsid w:val="00B474C3"/>
    <w:rsid w:val="00B4797F"/>
    <w:rsid w:val="00B47DE7"/>
    <w:rsid w:val="00B518AA"/>
    <w:rsid w:val="00B52258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6086"/>
    <w:rsid w:val="00B66707"/>
    <w:rsid w:val="00B66F67"/>
    <w:rsid w:val="00B678AD"/>
    <w:rsid w:val="00B703D6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940"/>
    <w:rsid w:val="00B93B8E"/>
    <w:rsid w:val="00B93FEC"/>
    <w:rsid w:val="00B93FF7"/>
    <w:rsid w:val="00B95DC1"/>
    <w:rsid w:val="00B96169"/>
    <w:rsid w:val="00B96810"/>
    <w:rsid w:val="00BA0510"/>
    <w:rsid w:val="00BA0AED"/>
    <w:rsid w:val="00BA1270"/>
    <w:rsid w:val="00BA159A"/>
    <w:rsid w:val="00BA1D0B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359"/>
    <w:rsid w:val="00BB3438"/>
    <w:rsid w:val="00BB3FA9"/>
    <w:rsid w:val="00BB4DAC"/>
    <w:rsid w:val="00BB5246"/>
    <w:rsid w:val="00BB5D29"/>
    <w:rsid w:val="00BB6391"/>
    <w:rsid w:val="00BB77D3"/>
    <w:rsid w:val="00BC04F3"/>
    <w:rsid w:val="00BC2079"/>
    <w:rsid w:val="00BC228B"/>
    <w:rsid w:val="00BC306C"/>
    <w:rsid w:val="00BC460D"/>
    <w:rsid w:val="00BC5D52"/>
    <w:rsid w:val="00BC6941"/>
    <w:rsid w:val="00BD042C"/>
    <w:rsid w:val="00BD40D8"/>
    <w:rsid w:val="00BD4B67"/>
    <w:rsid w:val="00BE2C2E"/>
    <w:rsid w:val="00BE39B8"/>
    <w:rsid w:val="00BE48AA"/>
    <w:rsid w:val="00BE4C31"/>
    <w:rsid w:val="00BE5149"/>
    <w:rsid w:val="00BF0AF3"/>
    <w:rsid w:val="00BF0EA4"/>
    <w:rsid w:val="00BF1081"/>
    <w:rsid w:val="00BF38F8"/>
    <w:rsid w:val="00BF6241"/>
    <w:rsid w:val="00C004E0"/>
    <w:rsid w:val="00C0078E"/>
    <w:rsid w:val="00C00F40"/>
    <w:rsid w:val="00C013A9"/>
    <w:rsid w:val="00C01C43"/>
    <w:rsid w:val="00C056ED"/>
    <w:rsid w:val="00C10770"/>
    <w:rsid w:val="00C10CCA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FA"/>
    <w:rsid w:val="00C2668E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58AF"/>
    <w:rsid w:val="00C55C07"/>
    <w:rsid w:val="00C568CE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6574"/>
    <w:rsid w:val="00C76C2E"/>
    <w:rsid w:val="00C827B4"/>
    <w:rsid w:val="00C83AC2"/>
    <w:rsid w:val="00C84F2D"/>
    <w:rsid w:val="00C87532"/>
    <w:rsid w:val="00C911ED"/>
    <w:rsid w:val="00C93CD1"/>
    <w:rsid w:val="00C958E2"/>
    <w:rsid w:val="00C95A89"/>
    <w:rsid w:val="00C97E16"/>
    <w:rsid w:val="00CA0E64"/>
    <w:rsid w:val="00CA1040"/>
    <w:rsid w:val="00CA1563"/>
    <w:rsid w:val="00CA35EF"/>
    <w:rsid w:val="00CA45FD"/>
    <w:rsid w:val="00CB1482"/>
    <w:rsid w:val="00CB14CD"/>
    <w:rsid w:val="00CB5AB2"/>
    <w:rsid w:val="00CC1912"/>
    <w:rsid w:val="00CC22A0"/>
    <w:rsid w:val="00CC44F4"/>
    <w:rsid w:val="00CC47ED"/>
    <w:rsid w:val="00CC4A0A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EE4"/>
    <w:rsid w:val="00CE5D52"/>
    <w:rsid w:val="00CF0887"/>
    <w:rsid w:val="00CF2348"/>
    <w:rsid w:val="00CF3349"/>
    <w:rsid w:val="00CF4927"/>
    <w:rsid w:val="00CF4AF3"/>
    <w:rsid w:val="00CF6995"/>
    <w:rsid w:val="00CF6C04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9FF"/>
    <w:rsid w:val="00D20D22"/>
    <w:rsid w:val="00D212FD"/>
    <w:rsid w:val="00D22273"/>
    <w:rsid w:val="00D23E94"/>
    <w:rsid w:val="00D24DDC"/>
    <w:rsid w:val="00D25F49"/>
    <w:rsid w:val="00D263A9"/>
    <w:rsid w:val="00D2662F"/>
    <w:rsid w:val="00D30F5D"/>
    <w:rsid w:val="00D317A9"/>
    <w:rsid w:val="00D31E9C"/>
    <w:rsid w:val="00D31E9D"/>
    <w:rsid w:val="00D32194"/>
    <w:rsid w:val="00D33E47"/>
    <w:rsid w:val="00D350B0"/>
    <w:rsid w:val="00D363E5"/>
    <w:rsid w:val="00D452C8"/>
    <w:rsid w:val="00D45D79"/>
    <w:rsid w:val="00D46B8F"/>
    <w:rsid w:val="00D51A1D"/>
    <w:rsid w:val="00D524B5"/>
    <w:rsid w:val="00D52C10"/>
    <w:rsid w:val="00D53E89"/>
    <w:rsid w:val="00D54045"/>
    <w:rsid w:val="00D54274"/>
    <w:rsid w:val="00D5432C"/>
    <w:rsid w:val="00D54848"/>
    <w:rsid w:val="00D54E05"/>
    <w:rsid w:val="00D55031"/>
    <w:rsid w:val="00D56BAF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70D7D"/>
    <w:rsid w:val="00D71985"/>
    <w:rsid w:val="00D71D72"/>
    <w:rsid w:val="00D723FE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720"/>
    <w:rsid w:val="00D85112"/>
    <w:rsid w:val="00D85ED7"/>
    <w:rsid w:val="00D86686"/>
    <w:rsid w:val="00D86C31"/>
    <w:rsid w:val="00D87B03"/>
    <w:rsid w:val="00D909FF"/>
    <w:rsid w:val="00D92C3C"/>
    <w:rsid w:val="00D9448F"/>
    <w:rsid w:val="00D94B3D"/>
    <w:rsid w:val="00D94C5E"/>
    <w:rsid w:val="00D95FEC"/>
    <w:rsid w:val="00D97ABD"/>
    <w:rsid w:val="00D97D2B"/>
    <w:rsid w:val="00DA04EA"/>
    <w:rsid w:val="00DA1137"/>
    <w:rsid w:val="00DA14CC"/>
    <w:rsid w:val="00DA4BFE"/>
    <w:rsid w:val="00DA5828"/>
    <w:rsid w:val="00DA751B"/>
    <w:rsid w:val="00DB061F"/>
    <w:rsid w:val="00DB0F5E"/>
    <w:rsid w:val="00DB2224"/>
    <w:rsid w:val="00DB2BD9"/>
    <w:rsid w:val="00DB2E34"/>
    <w:rsid w:val="00DB3647"/>
    <w:rsid w:val="00DB4D07"/>
    <w:rsid w:val="00DB6390"/>
    <w:rsid w:val="00DB798F"/>
    <w:rsid w:val="00DC14F6"/>
    <w:rsid w:val="00DC1BC9"/>
    <w:rsid w:val="00DC3D8A"/>
    <w:rsid w:val="00DC6337"/>
    <w:rsid w:val="00DC6D28"/>
    <w:rsid w:val="00DC6DD7"/>
    <w:rsid w:val="00DD14C1"/>
    <w:rsid w:val="00DD3B28"/>
    <w:rsid w:val="00DD5410"/>
    <w:rsid w:val="00DD5719"/>
    <w:rsid w:val="00DD646C"/>
    <w:rsid w:val="00DD6E8C"/>
    <w:rsid w:val="00DD7669"/>
    <w:rsid w:val="00DD7947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08CA"/>
    <w:rsid w:val="00DF5CF2"/>
    <w:rsid w:val="00DF7838"/>
    <w:rsid w:val="00E027A7"/>
    <w:rsid w:val="00E0303C"/>
    <w:rsid w:val="00E0400A"/>
    <w:rsid w:val="00E04F0E"/>
    <w:rsid w:val="00E05F0A"/>
    <w:rsid w:val="00E067DC"/>
    <w:rsid w:val="00E0797B"/>
    <w:rsid w:val="00E079E2"/>
    <w:rsid w:val="00E1115F"/>
    <w:rsid w:val="00E1252F"/>
    <w:rsid w:val="00E15685"/>
    <w:rsid w:val="00E1581B"/>
    <w:rsid w:val="00E2020E"/>
    <w:rsid w:val="00E20AD9"/>
    <w:rsid w:val="00E215A4"/>
    <w:rsid w:val="00E22D4F"/>
    <w:rsid w:val="00E22D9F"/>
    <w:rsid w:val="00E24378"/>
    <w:rsid w:val="00E2492E"/>
    <w:rsid w:val="00E267D0"/>
    <w:rsid w:val="00E30C9E"/>
    <w:rsid w:val="00E31EAE"/>
    <w:rsid w:val="00E33FD8"/>
    <w:rsid w:val="00E35F4E"/>
    <w:rsid w:val="00E37497"/>
    <w:rsid w:val="00E40AB4"/>
    <w:rsid w:val="00E42F7D"/>
    <w:rsid w:val="00E43C15"/>
    <w:rsid w:val="00E44210"/>
    <w:rsid w:val="00E4475E"/>
    <w:rsid w:val="00E44FD2"/>
    <w:rsid w:val="00E50C18"/>
    <w:rsid w:val="00E519EE"/>
    <w:rsid w:val="00E52DC3"/>
    <w:rsid w:val="00E55CE1"/>
    <w:rsid w:val="00E57246"/>
    <w:rsid w:val="00E604B4"/>
    <w:rsid w:val="00E60B49"/>
    <w:rsid w:val="00E64539"/>
    <w:rsid w:val="00E705E2"/>
    <w:rsid w:val="00E72504"/>
    <w:rsid w:val="00E725AC"/>
    <w:rsid w:val="00E73F64"/>
    <w:rsid w:val="00E7689F"/>
    <w:rsid w:val="00E76B1F"/>
    <w:rsid w:val="00E778E6"/>
    <w:rsid w:val="00E80E43"/>
    <w:rsid w:val="00E82938"/>
    <w:rsid w:val="00E83F81"/>
    <w:rsid w:val="00E86BB6"/>
    <w:rsid w:val="00E86ED3"/>
    <w:rsid w:val="00E90337"/>
    <w:rsid w:val="00E904C4"/>
    <w:rsid w:val="00E91655"/>
    <w:rsid w:val="00E91F2C"/>
    <w:rsid w:val="00E92141"/>
    <w:rsid w:val="00E9229E"/>
    <w:rsid w:val="00E95482"/>
    <w:rsid w:val="00EA044A"/>
    <w:rsid w:val="00EA24F0"/>
    <w:rsid w:val="00EA288A"/>
    <w:rsid w:val="00EA359C"/>
    <w:rsid w:val="00EB277D"/>
    <w:rsid w:val="00EB2F0A"/>
    <w:rsid w:val="00EB357A"/>
    <w:rsid w:val="00EB6C28"/>
    <w:rsid w:val="00EC0861"/>
    <w:rsid w:val="00EC2F60"/>
    <w:rsid w:val="00EC4123"/>
    <w:rsid w:val="00EC565B"/>
    <w:rsid w:val="00EC56CE"/>
    <w:rsid w:val="00EC7B7B"/>
    <w:rsid w:val="00ED1965"/>
    <w:rsid w:val="00ED2956"/>
    <w:rsid w:val="00ED3253"/>
    <w:rsid w:val="00ED330C"/>
    <w:rsid w:val="00ED3AFC"/>
    <w:rsid w:val="00EE0E99"/>
    <w:rsid w:val="00EE11BE"/>
    <w:rsid w:val="00EE1D0C"/>
    <w:rsid w:val="00EE2132"/>
    <w:rsid w:val="00EE4F59"/>
    <w:rsid w:val="00EE55A0"/>
    <w:rsid w:val="00EE6A4C"/>
    <w:rsid w:val="00EF2DC2"/>
    <w:rsid w:val="00EF37ED"/>
    <w:rsid w:val="00EF4A7A"/>
    <w:rsid w:val="00EF5EBB"/>
    <w:rsid w:val="00EF7AB5"/>
    <w:rsid w:val="00F003F8"/>
    <w:rsid w:val="00F008BF"/>
    <w:rsid w:val="00F04AC3"/>
    <w:rsid w:val="00F04D91"/>
    <w:rsid w:val="00F057ED"/>
    <w:rsid w:val="00F06729"/>
    <w:rsid w:val="00F07868"/>
    <w:rsid w:val="00F1060E"/>
    <w:rsid w:val="00F118C7"/>
    <w:rsid w:val="00F1513B"/>
    <w:rsid w:val="00F15494"/>
    <w:rsid w:val="00F15B70"/>
    <w:rsid w:val="00F16490"/>
    <w:rsid w:val="00F20AEB"/>
    <w:rsid w:val="00F20C4C"/>
    <w:rsid w:val="00F2119A"/>
    <w:rsid w:val="00F21B5C"/>
    <w:rsid w:val="00F25777"/>
    <w:rsid w:val="00F2589A"/>
    <w:rsid w:val="00F2602F"/>
    <w:rsid w:val="00F31081"/>
    <w:rsid w:val="00F311AA"/>
    <w:rsid w:val="00F342ED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457"/>
    <w:rsid w:val="00F46694"/>
    <w:rsid w:val="00F51022"/>
    <w:rsid w:val="00F513DE"/>
    <w:rsid w:val="00F5235C"/>
    <w:rsid w:val="00F53D3E"/>
    <w:rsid w:val="00F53EC1"/>
    <w:rsid w:val="00F54E13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43C5"/>
    <w:rsid w:val="00F654F6"/>
    <w:rsid w:val="00F65F81"/>
    <w:rsid w:val="00F665A4"/>
    <w:rsid w:val="00F66BB4"/>
    <w:rsid w:val="00F705FB"/>
    <w:rsid w:val="00F72259"/>
    <w:rsid w:val="00F7417C"/>
    <w:rsid w:val="00F7548D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5AC"/>
    <w:rsid w:val="00F90FF5"/>
    <w:rsid w:val="00F91690"/>
    <w:rsid w:val="00F92B4F"/>
    <w:rsid w:val="00F93DA6"/>
    <w:rsid w:val="00F97176"/>
    <w:rsid w:val="00F97526"/>
    <w:rsid w:val="00F97558"/>
    <w:rsid w:val="00FA1A8B"/>
    <w:rsid w:val="00FA206B"/>
    <w:rsid w:val="00FA24B7"/>
    <w:rsid w:val="00FA2868"/>
    <w:rsid w:val="00FA4CDD"/>
    <w:rsid w:val="00FA4E80"/>
    <w:rsid w:val="00FA6DAA"/>
    <w:rsid w:val="00FB0E17"/>
    <w:rsid w:val="00FB0FCA"/>
    <w:rsid w:val="00FB3ABF"/>
    <w:rsid w:val="00FB4723"/>
    <w:rsid w:val="00FB543D"/>
    <w:rsid w:val="00FB665E"/>
    <w:rsid w:val="00FB7C41"/>
    <w:rsid w:val="00FC0DC2"/>
    <w:rsid w:val="00FC2FD5"/>
    <w:rsid w:val="00FC3883"/>
    <w:rsid w:val="00FC3C14"/>
    <w:rsid w:val="00FC54E8"/>
    <w:rsid w:val="00FC69CE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3650"/>
    <w:rsid w:val="00FF4A6F"/>
    <w:rsid w:val="00FF56EC"/>
    <w:rsid w:val="00FF650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0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8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26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9293414269,,314987878" TargetMode="External"/><Relationship Id="rId3" Type="http://schemas.openxmlformats.org/officeDocument/2006/relationships/styles" Target="styles.xml"/><Relationship Id="rId7" Type="http://schemas.openxmlformats.org/officeDocument/2006/relationships/hyperlink" Target="https://teams.microsoft.com/l/meetup-join/19%3ameeting_MDMyNTVjMGYtZjAyZC00MDY3LTlmYWQtZTUwOTIzNzdlYjZj%40thread.v2/0?context=%7b%22Tid%22%3a%22a751cfc8-1f9a-4edb-8370-9f1c6d4bea5a%22%2c%22Oid%22%3a%22673cee94-26bd-4c2a-ab82-1b3669e2f049%22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a.ms/JoinTeamsMeeting?omkt=en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in.teams.microsoft.com/591d0671-4cf8-4a34-a2e2-080c81126695?id=3149878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6390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Manager/>
  <Company>Microsoft Corporation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821</cp:revision>
  <cp:lastPrinted>2021-08-25T16:36:00Z</cp:lastPrinted>
  <dcterms:created xsi:type="dcterms:W3CDTF">2022-05-27T18:34:00Z</dcterms:created>
  <dcterms:modified xsi:type="dcterms:W3CDTF">2025-01-10T16:20:00Z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